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51" w:rsidRDefault="00AE42BA">
      <w:pPr>
        <w:spacing w:after="0"/>
        <w:jc w:val="left"/>
        <w:rPr>
          <w:lang w:val="en-US" w:eastAsia="fi-FI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-214618</wp:posOffset>
            </wp:positionH>
            <wp:positionV relativeFrom="paragraph">
              <wp:posOffset>-253585</wp:posOffset>
            </wp:positionV>
            <wp:extent cx="5790171" cy="788276"/>
            <wp:effectExtent l="19050" t="0" r="1029" b="0"/>
            <wp:wrapNone/>
            <wp:docPr id="4" name="Picture 3" descr="flaj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jer1.jpg"/>
                    <pic:cNvPicPr/>
                  </pic:nvPicPr>
                  <pic:blipFill>
                    <a:blip r:embed="rId11" cstate="print"/>
                    <a:srcRect l="6834" t="26909" r="11314" b="65116"/>
                    <a:stretch>
                      <a:fillRect/>
                    </a:stretch>
                  </pic:blipFill>
                  <pic:spPr>
                    <a:xfrm>
                      <a:off x="0" y="0"/>
                      <a:ext cx="5790171" cy="788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tbl>
      <w:tblPr>
        <w:tblStyle w:val="TableGrid"/>
        <w:tblW w:w="0" w:type="auto"/>
        <w:tblLook w:val="04A0"/>
      </w:tblPr>
      <w:tblGrid>
        <w:gridCol w:w="4927"/>
        <w:gridCol w:w="4927"/>
      </w:tblGrid>
      <w:tr w:rsidR="00340544" w:rsidTr="00CB2B3A">
        <w:tc>
          <w:tcPr>
            <w:tcW w:w="4927" w:type="dxa"/>
            <w:shd w:val="clear" w:color="auto" w:fill="D9D9D9" w:themeFill="background1" w:themeFillShade="D9"/>
          </w:tcPr>
          <w:p w:rsidR="00340544" w:rsidRPr="00E779DF" w:rsidRDefault="00340544" w:rsidP="00CB2B3A">
            <w:pPr>
              <w:spacing w:after="0"/>
              <w:jc w:val="left"/>
              <w:rPr>
                <w:rFonts w:ascii="Tahoma" w:hAnsi="Tahoma" w:cs="Tahoma"/>
                <w:b/>
                <w:lang w:val="en-US" w:eastAsia="fi-FI"/>
              </w:rPr>
            </w:pPr>
            <w:r w:rsidRPr="00E779DF">
              <w:rPr>
                <w:rFonts w:ascii="Tahoma" w:hAnsi="Tahoma" w:cs="Tahoma"/>
                <w:b/>
                <w:lang w:val="en-US" w:eastAsia="fi-FI"/>
              </w:rPr>
              <w:t>Meeting:</w:t>
            </w: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  <w:shd w:val="clear" w:color="auto" w:fill="D9D9D9" w:themeFill="background1" w:themeFillShade="D9"/>
          </w:tcPr>
          <w:p w:rsidR="00340544" w:rsidRPr="00E779DF" w:rsidRDefault="00340544" w:rsidP="00CB2B3A">
            <w:pPr>
              <w:spacing w:after="0"/>
              <w:jc w:val="left"/>
              <w:rPr>
                <w:rFonts w:ascii="Tahoma" w:hAnsi="Tahoma" w:cs="Tahoma"/>
                <w:b/>
                <w:lang w:val="en-US" w:eastAsia="fi-FI"/>
              </w:rPr>
            </w:pPr>
            <w:r w:rsidRPr="00E779DF">
              <w:rPr>
                <w:rFonts w:ascii="Tahoma" w:hAnsi="Tahoma" w:cs="Tahoma"/>
                <w:b/>
                <w:lang w:val="en-US" w:eastAsia="fi-FI"/>
              </w:rPr>
              <w:t>Date:</w:t>
            </w: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  <w:shd w:val="clear" w:color="auto" w:fill="D9D9D9" w:themeFill="background1" w:themeFillShade="D9"/>
          </w:tcPr>
          <w:p w:rsidR="00340544" w:rsidRPr="00E779DF" w:rsidRDefault="00340544" w:rsidP="00CB2B3A">
            <w:pPr>
              <w:spacing w:after="0"/>
              <w:jc w:val="left"/>
              <w:rPr>
                <w:rFonts w:ascii="Tahoma" w:hAnsi="Tahoma" w:cs="Tahoma"/>
                <w:b/>
                <w:lang w:val="en-US" w:eastAsia="fi-FI"/>
              </w:rPr>
            </w:pPr>
            <w:r w:rsidRPr="00E779DF">
              <w:rPr>
                <w:rFonts w:ascii="Tahoma" w:hAnsi="Tahoma" w:cs="Tahoma"/>
                <w:b/>
                <w:lang w:val="en-US" w:eastAsia="fi-FI"/>
              </w:rPr>
              <w:t>Location:</w:t>
            </w: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  <w:shd w:val="clear" w:color="auto" w:fill="D9D9D9" w:themeFill="background1" w:themeFillShade="D9"/>
          </w:tcPr>
          <w:p w:rsidR="00340544" w:rsidRPr="00E779DF" w:rsidRDefault="00340544" w:rsidP="00CB2B3A">
            <w:pPr>
              <w:spacing w:after="0"/>
              <w:jc w:val="left"/>
              <w:rPr>
                <w:rFonts w:ascii="Tahoma" w:hAnsi="Tahoma" w:cs="Tahoma"/>
                <w:b/>
                <w:lang w:val="en-US" w:eastAsia="fi-FI"/>
              </w:rPr>
            </w:pPr>
            <w:r w:rsidRPr="00E779DF">
              <w:rPr>
                <w:rFonts w:ascii="Tahoma" w:hAnsi="Tahoma" w:cs="Tahoma"/>
                <w:b/>
                <w:lang w:val="en-US" w:eastAsia="fi-FI"/>
              </w:rPr>
              <w:t>Organized by:</w:t>
            </w: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</w:tbl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tbl>
      <w:tblPr>
        <w:tblStyle w:val="TableGrid"/>
        <w:tblW w:w="0" w:type="auto"/>
        <w:tblLook w:val="04A0"/>
      </w:tblPr>
      <w:tblGrid>
        <w:gridCol w:w="4927"/>
        <w:gridCol w:w="4927"/>
      </w:tblGrid>
      <w:tr w:rsidR="00340544" w:rsidRPr="00E779DF" w:rsidTr="00CB2B3A">
        <w:tc>
          <w:tcPr>
            <w:tcW w:w="4927" w:type="dxa"/>
            <w:shd w:val="clear" w:color="auto" w:fill="D9D9D9" w:themeFill="background1" w:themeFillShade="D9"/>
          </w:tcPr>
          <w:p w:rsidR="00340544" w:rsidRPr="00E779DF" w:rsidRDefault="00340544" w:rsidP="00CB2B3A">
            <w:pPr>
              <w:spacing w:after="0"/>
              <w:jc w:val="left"/>
              <w:rPr>
                <w:rFonts w:ascii="Tahoma" w:hAnsi="Tahoma" w:cs="Tahoma"/>
                <w:b/>
                <w:lang w:val="en-US" w:eastAsia="fi-FI"/>
              </w:rPr>
            </w:pPr>
            <w:r w:rsidRPr="00E779DF">
              <w:rPr>
                <w:rFonts w:ascii="Tahoma" w:hAnsi="Tahoma" w:cs="Tahoma"/>
                <w:b/>
                <w:lang w:val="en-US" w:eastAsia="fi-FI"/>
              </w:rPr>
              <w:t>Name</w:t>
            </w:r>
          </w:p>
        </w:tc>
        <w:tc>
          <w:tcPr>
            <w:tcW w:w="4927" w:type="dxa"/>
            <w:shd w:val="clear" w:color="auto" w:fill="D9D9D9" w:themeFill="background1" w:themeFillShade="D9"/>
          </w:tcPr>
          <w:p w:rsidR="00340544" w:rsidRPr="00E779DF" w:rsidRDefault="00340544" w:rsidP="00CB2B3A">
            <w:pPr>
              <w:spacing w:after="0"/>
              <w:jc w:val="left"/>
              <w:rPr>
                <w:rFonts w:ascii="Tahoma" w:hAnsi="Tahoma" w:cs="Tahoma"/>
                <w:b/>
                <w:lang w:val="en-US" w:eastAsia="fi-FI"/>
              </w:rPr>
            </w:pPr>
            <w:r w:rsidRPr="00E779DF">
              <w:rPr>
                <w:rFonts w:ascii="Tahoma" w:hAnsi="Tahoma" w:cs="Tahoma"/>
                <w:b/>
                <w:lang w:val="en-US" w:eastAsia="fi-FI"/>
              </w:rPr>
              <w:t>Signature</w:t>
            </w: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2437293</wp:posOffset>
                  </wp:positionH>
                  <wp:positionV relativeFrom="paragraph">
                    <wp:posOffset>70500</wp:posOffset>
                  </wp:positionV>
                  <wp:extent cx="5023104" cy="3407664"/>
                  <wp:effectExtent l="19050" t="0" r="6096" b="0"/>
                  <wp:wrapNone/>
                  <wp:docPr id="10" name="Picture 8" descr="Pictur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.jpg"/>
                          <pic:cNvPicPr/>
                        </pic:nvPicPr>
                        <pic:blipFill>
                          <a:blip r:embed="rId12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3104" cy="3407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  <w:tr w:rsidR="00340544" w:rsidTr="00CB2B3A"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  <w:tc>
          <w:tcPr>
            <w:tcW w:w="4927" w:type="dxa"/>
          </w:tcPr>
          <w:p w:rsidR="00340544" w:rsidRDefault="00340544" w:rsidP="00CB2B3A">
            <w:pPr>
              <w:spacing w:after="0"/>
              <w:jc w:val="left"/>
              <w:rPr>
                <w:lang w:val="en-US" w:eastAsia="fi-FI"/>
              </w:rPr>
            </w:pPr>
          </w:p>
        </w:tc>
      </w:tr>
    </w:tbl>
    <w:p w:rsidR="00B95151" w:rsidRDefault="00B95151">
      <w:pPr>
        <w:spacing w:after="0"/>
        <w:jc w:val="left"/>
        <w:rPr>
          <w:lang w:val="en-US" w:eastAsia="fi-FI"/>
        </w:rPr>
      </w:pPr>
    </w:p>
    <w:p w:rsidR="00B95151" w:rsidRDefault="00B95151">
      <w:pPr>
        <w:spacing w:after="0"/>
        <w:jc w:val="left"/>
        <w:rPr>
          <w:lang w:val="en-US" w:eastAsia="fi-FI"/>
        </w:rPr>
      </w:pPr>
    </w:p>
    <w:p w:rsidR="001F6A07" w:rsidRPr="00AE42BA" w:rsidRDefault="001F6A07" w:rsidP="00AE42BA">
      <w:pPr>
        <w:pStyle w:val="Subtitle"/>
        <w:rPr>
          <w:lang w:eastAsia="fi-FI"/>
        </w:rPr>
      </w:pPr>
    </w:p>
    <w:sectPr w:rsidR="001F6A07" w:rsidRPr="00AE42BA" w:rsidSect="00943A1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383" w:right="1134" w:bottom="1418" w:left="1134" w:header="851" w:footer="851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1CC" w:rsidRDefault="00D431CC" w:rsidP="00D111E3">
      <w:r>
        <w:separator/>
      </w:r>
    </w:p>
    <w:p w:rsidR="00D431CC" w:rsidRDefault="00D431CC" w:rsidP="00D111E3"/>
    <w:p w:rsidR="00D431CC" w:rsidRDefault="00D431CC" w:rsidP="00D111E3"/>
  </w:endnote>
  <w:endnote w:type="continuationSeparator" w:id="1">
    <w:p w:rsidR="00D431CC" w:rsidRDefault="00D431CC" w:rsidP="00D111E3">
      <w:r>
        <w:continuationSeparator/>
      </w:r>
    </w:p>
    <w:p w:rsidR="00D431CC" w:rsidRDefault="00D431CC" w:rsidP="00D111E3"/>
    <w:p w:rsidR="00D431CC" w:rsidRDefault="00D431CC" w:rsidP="00D111E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9513450"/>
      <w:docPartObj>
        <w:docPartGallery w:val="Page Numbers (Bottom of Page)"/>
        <w:docPartUnique/>
      </w:docPartObj>
    </w:sdtPr>
    <w:sdtContent>
      <w:p w:rsidR="00DF34EB" w:rsidRDefault="00E64542">
        <w:pPr>
          <w:pStyle w:val="Footer"/>
          <w:jc w:val="center"/>
        </w:pPr>
        <w:fldSimple w:instr=" PAGE   \* MERGEFORMAT ">
          <w:r w:rsidR="00340544">
            <w:rPr>
              <w:noProof/>
            </w:rPr>
            <w:t>- 1 -</w:t>
          </w:r>
        </w:fldSimple>
      </w:p>
    </w:sdtContent>
  </w:sdt>
  <w:p w:rsidR="00C67390" w:rsidRPr="005361C2" w:rsidRDefault="00C67390" w:rsidP="005361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88" w:rsidRDefault="00B80888">
    <w:pPr>
      <w:pStyle w:val="Footer"/>
      <w:jc w:val="center"/>
    </w:pPr>
  </w:p>
  <w:p w:rsidR="00B80888" w:rsidRDefault="00B808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1CC" w:rsidRDefault="00D431CC" w:rsidP="00D111E3">
      <w:r>
        <w:separator/>
      </w:r>
    </w:p>
  </w:footnote>
  <w:footnote w:type="continuationSeparator" w:id="1">
    <w:p w:rsidR="00D431CC" w:rsidRDefault="00D431CC" w:rsidP="00D111E3">
      <w:r>
        <w:continuationSeparator/>
      </w:r>
    </w:p>
    <w:p w:rsidR="00D431CC" w:rsidRDefault="00D431CC" w:rsidP="00D111E3"/>
    <w:p w:rsidR="00D431CC" w:rsidRDefault="00D431CC" w:rsidP="00D111E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390" w:rsidRDefault="00943A19" w:rsidP="00030ED6">
    <w:pPr>
      <w:pStyle w:val="Header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-144780</wp:posOffset>
          </wp:positionV>
          <wp:extent cx="2743200" cy="750570"/>
          <wp:effectExtent l="0" t="0" r="0" b="0"/>
          <wp:wrapTopAndBottom/>
          <wp:docPr id="7" name="Picture 6" descr="Co-Funded-By-the-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-Funded-By-the-E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43200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imes New Roman"/>
        <w:noProof/>
        <w:szCs w:val="20"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2972325</wp:posOffset>
          </wp:positionH>
          <wp:positionV relativeFrom="paragraph">
            <wp:posOffset>-4357</wp:posOffset>
          </wp:positionV>
          <wp:extent cx="3112572" cy="567558"/>
          <wp:effectExtent l="19050" t="0" r="0" b="0"/>
          <wp:wrapNone/>
          <wp:docPr id="3" name="Picture 2" descr="agri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ilogo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112572" cy="5675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36"/>
      <w:gridCol w:w="5089"/>
      <w:gridCol w:w="2403"/>
    </w:tblGrid>
    <w:tr w:rsidR="00C67390" w:rsidTr="00D26F93">
      <w:tc>
        <w:tcPr>
          <w:tcW w:w="2136" w:type="dxa"/>
        </w:tcPr>
        <w:p w:rsidR="00C67390" w:rsidRDefault="00C67390" w:rsidP="00030ED6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:rsidR="00C67390" w:rsidRPr="00D26F93" w:rsidRDefault="00C67390" w:rsidP="00D26F93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:rsidR="00C67390" w:rsidRDefault="00C67390" w:rsidP="00030ED6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:rsidR="005361C2" w:rsidRDefault="005361C2" w:rsidP="00D111E3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:rsidR="00C67390" w:rsidRPr="005361C2" w:rsidRDefault="00C67390" w:rsidP="00D111E3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:rsidR="00C67390" w:rsidRPr="00D111E3" w:rsidRDefault="00C67390" w:rsidP="00D111E3">
    <w:pPr>
      <w:pStyle w:val="Header"/>
      <w:tabs>
        <w:tab w:val="clear" w:pos="9026"/>
        <w:tab w:val="right" w:pos="9639"/>
      </w:tabs>
      <w:rPr>
        <w:rFonts w:cs="Times New Roman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88" w:rsidRDefault="00AE42BA" w:rsidP="00B80888">
    <w:pPr>
      <w:pStyle w:val="Header"/>
      <w:tabs>
        <w:tab w:val="clear" w:pos="4513"/>
        <w:tab w:val="clear" w:pos="9026"/>
        <w:tab w:val="center" w:pos="4819"/>
        <w:tab w:val="right" w:pos="9638"/>
      </w:tabs>
      <w:jc w:val="center"/>
      <w:rPr>
        <w:rFonts w:cs="Times New Roman"/>
        <w:noProof/>
        <w:szCs w:val="20"/>
        <w:lang w:val="en-US" w:eastAsia="fi-FI"/>
      </w:rPr>
    </w:pPr>
    <w:r>
      <w:rPr>
        <w:rFonts w:cs="Times New Roman"/>
        <w:noProof/>
        <w:szCs w:val="20"/>
        <w:lang w:val="en-US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3052094</wp:posOffset>
          </wp:positionH>
          <wp:positionV relativeFrom="paragraph">
            <wp:posOffset>19173</wp:posOffset>
          </wp:positionV>
          <wp:extent cx="3106287" cy="573206"/>
          <wp:effectExtent l="19050" t="0" r="0" b="0"/>
          <wp:wrapNone/>
          <wp:docPr id="8" name="Picture 2" descr="agri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ilogo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06287" cy="5732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imes New Roman"/>
        <w:noProof/>
        <w:szCs w:val="20"/>
        <w:lang w:val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-147320</wp:posOffset>
          </wp:positionH>
          <wp:positionV relativeFrom="paragraph">
            <wp:posOffset>-158750</wp:posOffset>
          </wp:positionV>
          <wp:extent cx="2743200" cy="750570"/>
          <wp:effectExtent l="0" t="0" r="0" b="0"/>
          <wp:wrapTopAndBottom/>
          <wp:docPr id="2" name="Picture 6" descr="Co-Funded-By-the-E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-Funded-By-the-EU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743200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36"/>
      <w:gridCol w:w="5089"/>
      <w:gridCol w:w="2403"/>
    </w:tblGrid>
    <w:tr w:rsidR="00B80888" w:rsidTr="007167BF">
      <w:tc>
        <w:tcPr>
          <w:tcW w:w="2136" w:type="dxa"/>
        </w:tcPr>
        <w:p w:rsidR="00B80888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  <w:tc>
        <w:tcPr>
          <w:tcW w:w="5089" w:type="dxa"/>
        </w:tcPr>
        <w:p w:rsidR="00B80888" w:rsidRPr="00D26F93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eastAsia="Times New Roman" w:cs="Times New Roman"/>
              <w:color w:val="auto"/>
              <w:szCs w:val="20"/>
              <w:lang w:val="en-US" w:eastAsia="fi-FI"/>
            </w:rPr>
          </w:pPr>
        </w:p>
      </w:tc>
      <w:tc>
        <w:tcPr>
          <w:tcW w:w="2403" w:type="dxa"/>
        </w:tcPr>
        <w:p w:rsidR="00B80888" w:rsidRDefault="00B80888" w:rsidP="007167BF">
          <w:pPr>
            <w:pStyle w:val="Header"/>
            <w:tabs>
              <w:tab w:val="clear" w:pos="4513"/>
              <w:tab w:val="clear" w:pos="9026"/>
              <w:tab w:val="center" w:pos="4819"/>
              <w:tab w:val="right" w:pos="9638"/>
            </w:tabs>
            <w:jc w:val="center"/>
            <w:rPr>
              <w:rFonts w:cs="Times New Roman"/>
              <w:noProof/>
              <w:szCs w:val="20"/>
              <w:lang w:val="en-US" w:eastAsia="fi-FI"/>
            </w:rPr>
          </w:pPr>
        </w:p>
      </w:tc>
    </w:tr>
  </w:tbl>
  <w:p w:rsidR="00B80888" w:rsidRDefault="00B80888" w:rsidP="00B80888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:rsidR="00B80888" w:rsidRDefault="00B80888" w:rsidP="00B80888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  <w:r w:rsidRPr="005361C2">
      <w:rPr>
        <w:rFonts w:cs="Times New Roman"/>
        <w:color w:val="7F7F7F" w:themeColor="text1" w:themeTint="80"/>
        <w:lang w:val="en-US"/>
      </w:rPr>
      <w:t>________________________________________________________________________________</w:t>
    </w:r>
  </w:p>
  <w:p w:rsidR="00AE42BA" w:rsidRPr="005361C2" w:rsidRDefault="00AE42BA" w:rsidP="00B80888">
    <w:pPr>
      <w:pStyle w:val="Header"/>
      <w:tabs>
        <w:tab w:val="clear" w:pos="9026"/>
        <w:tab w:val="right" w:pos="9639"/>
      </w:tabs>
      <w:rPr>
        <w:rFonts w:cs="Times New Roman"/>
        <w:color w:val="7F7F7F" w:themeColor="text1" w:themeTint="80"/>
        <w:lang w:val="en-US"/>
      </w:rPr>
    </w:pPr>
  </w:p>
  <w:p w:rsidR="00B80888" w:rsidRPr="00B80888" w:rsidRDefault="00B80888" w:rsidP="00B808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40C1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604D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F4D7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0228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546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229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8FCA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1A83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941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549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A286B"/>
    <w:multiLevelType w:val="hybridMultilevel"/>
    <w:tmpl w:val="86D8A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F30C9B"/>
    <w:multiLevelType w:val="hybridMultilevel"/>
    <w:tmpl w:val="70A85736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0CBC4569"/>
    <w:multiLevelType w:val="hybridMultilevel"/>
    <w:tmpl w:val="2E0CDB1E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047EDC"/>
    <w:multiLevelType w:val="hybridMultilevel"/>
    <w:tmpl w:val="D5C8F9C2"/>
    <w:lvl w:ilvl="0" w:tplc="35B2807E">
      <w:start w:val="8"/>
      <w:numFmt w:val="bullet"/>
      <w:lvlText w:val="-"/>
      <w:lvlJc w:val="left"/>
      <w:pPr>
        <w:ind w:left="108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7C920A7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6649BF"/>
    <w:multiLevelType w:val="hybridMultilevel"/>
    <w:tmpl w:val="D1B0070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682061"/>
    <w:multiLevelType w:val="hybridMultilevel"/>
    <w:tmpl w:val="50206D8C"/>
    <w:lvl w:ilvl="0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D33D1"/>
    <w:multiLevelType w:val="hybridMultilevel"/>
    <w:tmpl w:val="1E14329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C82C66"/>
    <w:multiLevelType w:val="hybridMultilevel"/>
    <w:tmpl w:val="0876D6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5C5F71"/>
    <w:multiLevelType w:val="hybridMultilevel"/>
    <w:tmpl w:val="5FCA5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C11282"/>
    <w:multiLevelType w:val="hybridMultilevel"/>
    <w:tmpl w:val="B9F8D4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67BD1"/>
    <w:multiLevelType w:val="hybridMultilevel"/>
    <w:tmpl w:val="BE08DE7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1FF37DC"/>
    <w:multiLevelType w:val="hybridMultilevel"/>
    <w:tmpl w:val="719601B2"/>
    <w:lvl w:ilvl="0" w:tplc="341C9520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80135BE"/>
    <w:multiLevelType w:val="hybridMultilevel"/>
    <w:tmpl w:val="E402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FC6B7E"/>
    <w:multiLevelType w:val="hybridMultilevel"/>
    <w:tmpl w:val="2E667A26"/>
    <w:lvl w:ilvl="0" w:tplc="0809000F">
      <w:start w:val="1"/>
      <w:numFmt w:val="decimal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5">
    <w:nsid w:val="3E56390C"/>
    <w:multiLevelType w:val="hybridMultilevel"/>
    <w:tmpl w:val="1834D934"/>
    <w:lvl w:ilvl="0" w:tplc="350A4D0C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F014D42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93719E"/>
    <w:multiLevelType w:val="hybridMultilevel"/>
    <w:tmpl w:val="3A52DA00"/>
    <w:lvl w:ilvl="0" w:tplc="341C952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1A1DF4"/>
    <w:multiLevelType w:val="hybridMultilevel"/>
    <w:tmpl w:val="FA261D70"/>
    <w:lvl w:ilvl="0" w:tplc="E3D631CE">
      <w:start w:val="8"/>
      <w:numFmt w:val="bullet"/>
      <w:lvlText w:val="-"/>
      <w:lvlJc w:val="left"/>
      <w:pPr>
        <w:ind w:left="12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9">
    <w:nsid w:val="4DC07EB1"/>
    <w:multiLevelType w:val="hybridMultilevel"/>
    <w:tmpl w:val="39EEC77E"/>
    <w:lvl w:ilvl="0" w:tplc="040B0019">
      <w:start w:val="1"/>
      <w:numFmt w:val="lowerLetter"/>
      <w:lvlText w:val="%1."/>
      <w:lvlJc w:val="left"/>
      <w:pPr>
        <w:ind w:left="1497" w:hanging="360"/>
      </w:pPr>
    </w:lvl>
    <w:lvl w:ilvl="1" w:tplc="08090019" w:tentative="1">
      <w:start w:val="1"/>
      <w:numFmt w:val="lowerLetter"/>
      <w:lvlText w:val="%2."/>
      <w:lvlJc w:val="left"/>
      <w:pPr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0">
    <w:nsid w:val="523A3DB1"/>
    <w:multiLevelType w:val="multilevel"/>
    <w:tmpl w:val="0074A9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8267ACD"/>
    <w:multiLevelType w:val="hybridMultilevel"/>
    <w:tmpl w:val="45C058C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B57FEC"/>
    <w:multiLevelType w:val="hybridMultilevel"/>
    <w:tmpl w:val="47F60270"/>
    <w:lvl w:ilvl="0" w:tplc="9FECC438">
      <w:start w:val="6"/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FD14CC"/>
    <w:multiLevelType w:val="hybridMultilevel"/>
    <w:tmpl w:val="78220DBC"/>
    <w:lvl w:ilvl="0" w:tplc="2D7655EA">
      <w:numFmt w:val="bullet"/>
      <w:lvlText w:val="-"/>
      <w:lvlJc w:val="left"/>
      <w:pPr>
        <w:ind w:left="720" w:hanging="360"/>
      </w:pPr>
      <w:rPr>
        <w:rFonts w:ascii="Palatino" w:eastAsia="Calibri" w:hAnsi="Palatino" w:cs="Calibri" w:hint="default"/>
        <w:b/>
        <w:color w:val="FF0000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0C290F"/>
    <w:multiLevelType w:val="multilevel"/>
    <w:tmpl w:val="C9229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1800"/>
      </w:pPr>
      <w:rPr>
        <w:rFonts w:hint="default"/>
      </w:rPr>
    </w:lvl>
  </w:abstractNum>
  <w:abstractNum w:abstractNumId="35">
    <w:nsid w:val="73375AA1"/>
    <w:multiLevelType w:val="hybridMultilevel"/>
    <w:tmpl w:val="49F6D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2046AB"/>
    <w:multiLevelType w:val="hybridMultilevel"/>
    <w:tmpl w:val="8EF6ECD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719581B"/>
    <w:multiLevelType w:val="hybridMultilevel"/>
    <w:tmpl w:val="C69AA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411E6E"/>
    <w:multiLevelType w:val="hybridMultilevel"/>
    <w:tmpl w:val="192ADB82"/>
    <w:lvl w:ilvl="0" w:tplc="E702F2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632B5C"/>
    <w:multiLevelType w:val="hybridMultilevel"/>
    <w:tmpl w:val="D048D9B8"/>
    <w:lvl w:ilvl="0" w:tplc="39D28BA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E030852"/>
    <w:multiLevelType w:val="hybridMultilevel"/>
    <w:tmpl w:val="A3F6A38A"/>
    <w:lvl w:ilvl="0" w:tplc="0809000F">
      <w:start w:val="1"/>
      <w:numFmt w:val="decimal"/>
      <w:lvlText w:val="%1."/>
      <w:lvlJc w:val="left"/>
      <w:pPr>
        <w:ind w:left="720" w:hanging="360"/>
      </w:pPr>
      <w:rPr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37"/>
  </w:num>
  <w:num w:numId="4">
    <w:abstractNumId w:val="20"/>
  </w:num>
  <w:num w:numId="5">
    <w:abstractNumId w:val="16"/>
  </w:num>
  <w:num w:numId="6">
    <w:abstractNumId w:val="31"/>
  </w:num>
  <w:num w:numId="7">
    <w:abstractNumId w:val="39"/>
  </w:num>
  <w:num w:numId="8">
    <w:abstractNumId w:val="32"/>
  </w:num>
  <w:num w:numId="9">
    <w:abstractNumId w:val="33"/>
  </w:num>
  <w:num w:numId="10">
    <w:abstractNumId w:val="13"/>
  </w:num>
  <w:num w:numId="11">
    <w:abstractNumId w:val="21"/>
  </w:num>
  <w:num w:numId="12">
    <w:abstractNumId w:val="27"/>
  </w:num>
  <w:num w:numId="13">
    <w:abstractNumId w:val="12"/>
  </w:num>
  <w:num w:numId="14">
    <w:abstractNumId w:val="22"/>
  </w:num>
  <w:num w:numId="15">
    <w:abstractNumId w:val="40"/>
  </w:num>
  <w:num w:numId="16">
    <w:abstractNumId w:val="19"/>
  </w:num>
  <w:num w:numId="17">
    <w:abstractNumId w:val="11"/>
  </w:num>
  <w:num w:numId="18">
    <w:abstractNumId w:val="15"/>
  </w:num>
  <w:num w:numId="19">
    <w:abstractNumId w:val="10"/>
  </w:num>
  <w:num w:numId="20">
    <w:abstractNumId w:val="24"/>
  </w:num>
  <w:num w:numId="21">
    <w:abstractNumId w:val="29"/>
  </w:num>
  <w:num w:numId="22">
    <w:abstractNumId w:val="25"/>
  </w:num>
  <w:num w:numId="23">
    <w:abstractNumId w:val="3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4"/>
  </w:num>
  <w:num w:numId="35">
    <w:abstractNumId w:val="28"/>
  </w:num>
  <w:num w:numId="36">
    <w:abstractNumId w:val="17"/>
  </w:num>
  <w:num w:numId="37">
    <w:abstractNumId w:val="35"/>
  </w:num>
  <w:num w:numId="38">
    <w:abstractNumId w:val="38"/>
  </w:num>
  <w:num w:numId="39">
    <w:abstractNumId w:val="26"/>
  </w:num>
  <w:num w:numId="40">
    <w:abstractNumId w:val="14"/>
  </w:num>
  <w:num w:numId="4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fi-FI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ttachedTemplate r:id="rId1"/>
  <w:stylePaneFormatFilter w:val="1028"/>
  <w:stylePaneSortMethod w:val="000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B95151"/>
    <w:rsid w:val="00006110"/>
    <w:rsid w:val="00010E34"/>
    <w:rsid w:val="00014FB7"/>
    <w:rsid w:val="000150D2"/>
    <w:rsid w:val="000163F2"/>
    <w:rsid w:val="000205C3"/>
    <w:rsid w:val="00021C3C"/>
    <w:rsid w:val="0002338B"/>
    <w:rsid w:val="00025D1E"/>
    <w:rsid w:val="0002617A"/>
    <w:rsid w:val="00030ED6"/>
    <w:rsid w:val="00037A51"/>
    <w:rsid w:val="00043130"/>
    <w:rsid w:val="00045825"/>
    <w:rsid w:val="00047D71"/>
    <w:rsid w:val="00050891"/>
    <w:rsid w:val="0005183E"/>
    <w:rsid w:val="00055572"/>
    <w:rsid w:val="00055F32"/>
    <w:rsid w:val="00071A18"/>
    <w:rsid w:val="0007548C"/>
    <w:rsid w:val="0007621A"/>
    <w:rsid w:val="00081744"/>
    <w:rsid w:val="00091326"/>
    <w:rsid w:val="00095015"/>
    <w:rsid w:val="000A0D78"/>
    <w:rsid w:val="000B58EF"/>
    <w:rsid w:val="000B65A3"/>
    <w:rsid w:val="000C0301"/>
    <w:rsid w:val="000C452D"/>
    <w:rsid w:val="000C473F"/>
    <w:rsid w:val="000C6D08"/>
    <w:rsid w:val="000D0629"/>
    <w:rsid w:val="000D164A"/>
    <w:rsid w:val="000D3A7E"/>
    <w:rsid w:val="000D508D"/>
    <w:rsid w:val="000D7263"/>
    <w:rsid w:val="000E76BB"/>
    <w:rsid w:val="000F5270"/>
    <w:rsid w:val="000F7FE0"/>
    <w:rsid w:val="00101198"/>
    <w:rsid w:val="001060A5"/>
    <w:rsid w:val="001105BD"/>
    <w:rsid w:val="00111559"/>
    <w:rsid w:val="00112B55"/>
    <w:rsid w:val="001226BE"/>
    <w:rsid w:val="0012359F"/>
    <w:rsid w:val="00130819"/>
    <w:rsid w:val="0013234F"/>
    <w:rsid w:val="00142624"/>
    <w:rsid w:val="001426FC"/>
    <w:rsid w:val="00143C59"/>
    <w:rsid w:val="0014442D"/>
    <w:rsid w:val="00145B83"/>
    <w:rsid w:val="0015153B"/>
    <w:rsid w:val="00153930"/>
    <w:rsid w:val="0015427E"/>
    <w:rsid w:val="00154BB0"/>
    <w:rsid w:val="00157B9B"/>
    <w:rsid w:val="00162F0C"/>
    <w:rsid w:val="00164F94"/>
    <w:rsid w:val="001666FF"/>
    <w:rsid w:val="0016789C"/>
    <w:rsid w:val="00167D2E"/>
    <w:rsid w:val="00171654"/>
    <w:rsid w:val="001723FD"/>
    <w:rsid w:val="00180E54"/>
    <w:rsid w:val="00186692"/>
    <w:rsid w:val="001873A7"/>
    <w:rsid w:val="001902D5"/>
    <w:rsid w:val="00193763"/>
    <w:rsid w:val="00194A99"/>
    <w:rsid w:val="001A3254"/>
    <w:rsid w:val="001A3A07"/>
    <w:rsid w:val="001C0C9B"/>
    <w:rsid w:val="001C7DFC"/>
    <w:rsid w:val="001D03C7"/>
    <w:rsid w:val="001E1287"/>
    <w:rsid w:val="001F30E1"/>
    <w:rsid w:val="001F585C"/>
    <w:rsid w:val="001F6A07"/>
    <w:rsid w:val="002031B1"/>
    <w:rsid w:val="00205082"/>
    <w:rsid w:val="00211461"/>
    <w:rsid w:val="0021740B"/>
    <w:rsid w:val="00223223"/>
    <w:rsid w:val="002232D3"/>
    <w:rsid w:val="002237C8"/>
    <w:rsid w:val="002260D4"/>
    <w:rsid w:val="00227226"/>
    <w:rsid w:val="00232A9C"/>
    <w:rsid w:val="00234CEA"/>
    <w:rsid w:val="00236DCF"/>
    <w:rsid w:val="00244403"/>
    <w:rsid w:val="00247638"/>
    <w:rsid w:val="00254B89"/>
    <w:rsid w:val="002616FD"/>
    <w:rsid w:val="002729CE"/>
    <w:rsid w:val="002736C7"/>
    <w:rsid w:val="00273F2E"/>
    <w:rsid w:val="00274802"/>
    <w:rsid w:val="00275B3D"/>
    <w:rsid w:val="0027634C"/>
    <w:rsid w:val="002777AE"/>
    <w:rsid w:val="00286EA4"/>
    <w:rsid w:val="00293B2A"/>
    <w:rsid w:val="00294116"/>
    <w:rsid w:val="00295C43"/>
    <w:rsid w:val="002A1C66"/>
    <w:rsid w:val="002A1F12"/>
    <w:rsid w:val="002A49DE"/>
    <w:rsid w:val="002A5CE5"/>
    <w:rsid w:val="002A6A25"/>
    <w:rsid w:val="002A704A"/>
    <w:rsid w:val="002C55FC"/>
    <w:rsid w:val="002C725D"/>
    <w:rsid w:val="002C75B2"/>
    <w:rsid w:val="002C7B11"/>
    <w:rsid w:val="002D7320"/>
    <w:rsid w:val="002E0E47"/>
    <w:rsid w:val="002E209A"/>
    <w:rsid w:val="002E4FA5"/>
    <w:rsid w:val="002F2E0D"/>
    <w:rsid w:val="002F4A41"/>
    <w:rsid w:val="002F6795"/>
    <w:rsid w:val="002F72DC"/>
    <w:rsid w:val="00300757"/>
    <w:rsid w:val="0030139C"/>
    <w:rsid w:val="003024F9"/>
    <w:rsid w:val="0030424C"/>
    <w:rsid w:val="00305954"/>
    <w:rsid w:val="003233A6"/>
    <w:rsid w:val="00334681"/>
    <w:rsid w:val="003373CC"/>
    <w:rsid w:val="00340544"/>
    <w:rsid w:val="00342451"/>
    <w:rsid w:val="00343F73"/>
    <w:rsid w:val="00345643"/>
    <w:rsid w:val="003556E7"/>
    <w:rsid w:val="00356F6C"/>
    <w:rsid w:val="00373FDB"/>
    <w:rsid w:val="00381322"/>
    <w:rsid w:val="00382098"/>
    <w:rsid w:val="0039297E"/>
    <w:rsid w:val="00392F7C"/>
    <w:rsid w:val="00393B29"/>
    <w:rsid w:val="00394846"/>
    <w:rsid w:val="003A1AE2"/>
    <w:rsid w:val="003A3619"/>
    <w:rsid w:val="003B09B0"/>
    <w:rsid w:val="003B2F2D"/>
    <w:rsid w:val="003B33AD"/>
    <w:rsid w:val="003B40DB"/>
    <w:rsid w:val="003C0E57"/>
    <w:rsid w:val="003D049D"/>
    <w:rsid w:val="003D1F8D"/>
    <w:rsid w:val="003D3C64"/>
    <w:rsid w:val="003F3A73"/>
    <w:rsid w:val="003F733B"/>
    <w:rsid w:val="00401488"/>
    <w:rsid w:val="0040471F"/>
    <w:rsid w:val="00410D0F"/>
    <w:rsid w:val="00413DD0"/>
    <w:rsid w:val="004159F2"/>
    <w:rsid w:val="004201AE"/>
    <w:rsid w:val="00422D54"/>
    <w:rsid w:val="00425837"/>
    <w:rsid w:val="00426621"/>
    <w:rsid w:val="00427052"/>
    <w:rsid w:val="00440C55"/>
    <w:rsid w:val="004416C2"/>
    <w:rsid w:val="00447A7A"/>
    <w:rsid w:val="00451B53"/>
    <w:rsid w:val="00451C59"/>
    <w:rsid w:val="0045641A"/>
    <w:rsid w:val="0045763A"/>
    <w:rsid w:val="00465EEC"/>
    <w:rsid w:val="00471E4A"/>
    <w:rsid w:val="004769B4"/>
    <w:rsid w:val="00480AA3"/>
    <w:rsid w:val="00482249"/>
    <w:rsid w:val="00483E32"/>
    <w:rsid w:val="00490A75"/>
    <w:rsid w:val="00494606"/>
    <w:rsid w:val="0049694F"/>
    <w:rsid w:val="004A20AD"/>
    <w:rsid w:val="004A20F0"/>
    <w:rsid w:val="004A5AB6"/>
    <w:rsid w:val="004B7752"/>
    <w:rsid w:val="004C1F61"/>
    <w:rsid w:val="004C2A4C"/>
    <w:rsid w:val="004C506B"/>
    <w:rsid w:val="004D0830"/>
    <w:rsid w:val="004E0146"/>
    <w:rsid w:val="004E7319"/>
    <w:rsid w:val="004F01DA"/>
    <w:rsid w:val="004F3C02"/>
    <w:rsid w:val="004F64A7"/>
    <w:rsid w:val="005012BD"/>
    <w:rsid w:val="00503AD0"/>
    <w:rsid w:val="0051295D"/>
    <w:rsid w:val="00512A55"/>
    <w:rsid w:val="00521136"/>
    <w:rsid w:val="00525338"/>
    <w:rsid w:val="00532928"/>
    <w:rsid w:val="005361C2"/>
    <w:rsid w:val="00543500"/>
    <w:rsid w:val="0054487F"/>
    <w:rsid w:val="00544CB6"/>
    <w:rsid w:val="00551177"/>
    <w:rsid w:val="005575C7"/>
    <w:rsid w:val="00557EA3"/>
    <w:rsid w:val="00562D88"/>
    <w:rsid w:val="00564C1D"/>
    <w:rsid w:val="00565690"/>
    <w:rsid w:val="005675C1"/>
    <w:rsid w:val="0057342F"/>
    <w:rsid w:val="005954DF"/>
    <w:rsid w:val="005A19E4"/>
    <w:rsid w:val="005A43A9"/>
    <w:rsid w:val="005A5ED7"/>
    <w:rsid w:val="005A6A23"/>
    <w:rsid w:val="005A6F2E"/>
    <w:rsid w:val="005B3256"/>
    <w:rsid w:val="005B471F"/>
    <w:rsid w:val="005B4AD4"/>
    <w:rsid w:val="005C145A"/>
    <w:rsid w:val="005C531C"/>
    <w:rsid w:val="005D48F4"/>
    <w:rsid w:val="005E137E"/>
    <w:rsid w:val="005E3679"/>
    <w:rsid w:val="006005D6"/>
    <w:rsid w:val="0060167B"/>
    <w:rsid w:val="00605AE0"/>
    <w:rsid w:val="006103C0"/>
    <w:rsid w:val="00610B1F"/>
    <w:rsid w:val="00612A18"/>
    <w:rsid w:val="00621FB4"/>
    <w:rsid w:val="00624489"/>
    <w:rsid w:val="00626D5F"/>
    <w:rsid w:val="00651273"/>
    <w:rsid w:val="00656ECC"/>
    <w:rsid w:val="00661593"/>
    <w:rsid w:val="006640BA"/>
    <w:rsid w:val="00666E8C"/>
    <w:rsid w:val="00674A38"/>
    <w:rsid w:val="00691C46"/>
    <w:rsid w:val="00693340"/>
    <w:rsid w:val="00696FDA"/>
    <w:rsid w:val="006A20E8"/>
    <w:rsid w:val="006B4C48"/>
    <w:rsid w:val="006B4DC0"/>
    <w:rsid w:val="006B69A1"/>
    <w:rsid w:val="006B7834"/>
    <w:rsid w:val="006C513C"/>
    <w:rsid w:val="006D3E5E"/>
    <w:rsid w:val="006D53BD"/>
    <w:rsid w:val="006D64BD"/>
    <w:rsid w:val="006D6962"/>
    <w:rsid w:val="006D786F"/>
    <w:rsid w:val="006F4A01"/>
    <w:rsid w:val="006F4D7D"/>
    <w:rsid w:val="006F65D4"/>
    <w:rsid w:val="00700B44"/>
    <w:rsid w:val="007024AD"/>
    <w:rsid w:val="00704AA0"/>
    <w:rsid w:val="00715464"/>
    <w:rsid w:val="00720DE8"/>
    <w:rsid w:val="0073153D"/>
    <w:rsid w:val="00735E33"/>
    <w:rsid w:val="00737772"/>
    <w:rsid w:val="007417C7"/>
    <w:rsid w:val="00744EFC"/>
    <w:rsid w:val="00745CD8"/>
    <w:rsid w:val="007513B6"/>
    <w:rsid w:val="00754406"/>
    <w:rsid w:val="00760015"/>
    <w:rsid w:val="00760C25"/>
    <w:rsid w:val="00764EB6"/>
    <w:rsid w:val="00766C71"/>
    <w:rsid w:val="0077789A"/>
    <w:rsid w:val="007A0CBA"/>
    <w:rsid w:val="007A2E55"/>
    <w:rsid w:val="007A77B0"/>
    <w:rsid w:val="007B256E"/>
    <w:rsid w:val="007B6F04"/>
    <w:rsid w:val="007C214E"/>
    <w:rsid w:val="007C2534"/>
    <w:rsid w:val="007C25B3"/>
    <w:rsid w:val="007C3BF0"/>
    <w:rsid w:val="007D44E5"/>
    <w:rsid w:val="007D4BAF"/>
    <w:rsid w:val="007D7847"/>
    <w:rsid w:val="007E6621"/>
    <w:rsid w:val="007F345C"/>
    <w:rsid w:val="00803993"/>
    <w:rsid w:val="00804225"/>
    <w:rsid w:val="0081033E"/>
    <w:rsid w:val="00810504"/>
    <w:rsid w:val="00821136"/>
    <w:rsid w:val="00833D47"/>
    <w:rsid w:val="00835600"/>
    <w:rsid w:val="00846397"/>
    <w:rsid w:val="00860A1A"/>
    <w:rsid w:val="0086523E"/>
    <w:rsid w:val="008652B1"/>
    <w:rsid w:val="008717D6"/>
    <w:rsid w:val="00875B72"/>
    <w:rsid w:val="00890755"/>
    <w:rsid w:val="00892180"/>
    <w:rsid w:val="0089597C"/>
    <w:rsid w:val="008A14ED"/>
    <w:rsid w:val="008A251F"/>
    <w:rsid w:val="008A38CA"/>
    <w:rsid w:val="008B3985"/>
    <w:rsid w:val="008B6EFE"/>
    <w:rsid w:val="008B6F95"/>
    <w:rsid w:val="008C07FE"/>
    <w:rsid w:val="008D0380"/>
    <w:rsid w:val="008D650A"/>
    <w:rsid w:val="008E24CD"/>
    <w:rsid w:val="008E5B1E"/>
    <w:rsid w:val="008E7284"/>
    <w:rsid w:val="008F6E78"/>
    <w:rsid w:val="00900FC7"/>
    <w:rsid w:val="009127A2"/>
    <w:rsid w:val="00913C62"/>
    <w:rsid w:val="009148E9"/>
    <w:rsid w:val="00914E73"/>
    <w:rsid w:val="00916530"/>
    <w:rsid w:val="00920293"/>
    <w:rsid w:val="0092089A"/>
    <w:rsid w:val="009211F4"/>
    <w:rsid w:val="00923AC1"/>
    <w:rsid w:val="00924655"/>
    <w:rsid w:val="00927E08"/>
    <w:rsid w:val="00930FE7"/>
    <w:rsid w:val="00933B15"/>
    <w:rsid w:val="00936C7C"/>
    <w:rsid w:val="009379AD"/>
    <w:rsid w:val="00943A19"/>
    <w:rsid w:val="009465EC"/>
    <w:rsid w:val="0094700E"/>
    <w:rsid w:val="00960F40"/>
    <w:rsid w:val="00961E3C"/>
    <w:rsid w:val="009625DB"/>
    <w:rsid w:val="009703E1"/>
    <w:rsid w:val="00976260"/>
    <w:rsid w:val="009767C8"/>
    <w:rsid w:val="009808FB"/>
    <w:rsid w:val="0098369A"/>
    <w:rsid w:val="00994BAD"/>
    <w:rsid w:val="009A278D"/>
    <w:rsid w:val="009A299D"/>
    <w:rsid w:val="009A4243"/>
    <w:rsid w:val="009A6D69"/>
    <w:rsid w:val="009B0A4A"/>
    <w:rsid w:val="009B383F"/>
    <w:rsid w:val="009C7AB0"/>
    <w:rsid w:val="009D0804"/>
    <w:rsid w:val="009D2835"/>
    <w:rsid w:val="009D3EE7"/>
    <w:rsid w:val="009D4EDD"/>
    <w:rsid w:val="009D5968"/>
    <w:rsid w:val="009D6F99"/>
    <w:rsid w:val="009E4392"/>
    <w:rsid w:val="009E441F"/>
    <w:rsid w:val="009E76A4"/>
    <w:rsid w:val="009F4F7F"/>
    <w:rsid w:val="00A04528"/>
    <w:rsid w:val="00A04BCD"/>
    <w:rsid w:val="00A05043"/>
    <w:rsid w:val="00A062F5"/>
    <w:rsid w:val="00A10DE8"/>
    <w:rsid w:val="00A11590"/>
    <w:rsid w:val="00A1200B"/>
    <w:rsid w:val="00A15E81"/>
    <w:rsid w:val="00A17518"/>
    <w:rsid w:val="00A2709C"/>
    <w:rsid w:val="00A306F2"/>
    <w:rsid w:val="00A31EE4"/>
    <w:rsid w:val="00A3235F"/>
    <w:rsid w:val="00A36C93"/>
    <w:rsid w:val="00A46E22"/>
    <w:rsid w:val="00A572A2"/>
    <w:rsid w:val="00A57E21"/>
    <w:rsid w:val="00A636C3"/>
    <w:rsid w:val="00A64453"/>
    <w:rsid w:val="00A649FE"/>
    <w:rsid w:val="00A828E9"/>
    <w:rsid w:val="00A94A02"/>
    <w:rsid w:val="00A97E88"/>
    <w:rsid w:val="00AA2E7C"/>
    <w:rsid w:val="00AB05CD"/>
    <w:rsid w:val="00AC1108"/>
    <w:rsid w:val="00AC20F1"/>
    <w:rsid w:val="00AD0F12"/>
    <w:rsid w:val="00AD4F0D"/>
    <w:rsid w:val="00AD561D"/>
    <w:rsid w:val="00AD5784"/>
    <w:rsid w:val="00AD7305"/>
    <w:rsid w:val="00AD780F"/>
    <w:rsid w:val="00AE42BA"/>
    <w:rsid w:val="00AF67EA"/>
    <w:rsid w:val="00B015EA"/>
    <w:rsid w:val="00B02156"/>
    <w:rsid w:val="00B0473A"/>
    <w:rsid w:val="00B055F5"/>
    <w:rsid w:val="00B05C44"/>
    <w:rsid w:val="00B06AFF"/>
    <w:rsid w:val="00B07E5B"/>
    <w:rsid w:val="00B11BFE"/>
    <w:rsid w:val="00B13BC0"/>
    <w:rsid w:val="00B35345"/>
    <w:rsid w:val="00B361AD"/>
    <w:rsid w:val="00B369B2"/>
    <w:rsid w:val="00B42910"/>
    <w:rsid w:val="00B42BCC"/>
    <w:rsid w:val="00B445C0"/>
    <w:rsid w:val="00B44DDF"/>
    <w:rsid w:val="00B45D55"/>
    <w:rsid w:val="00B4798B"/>
    <w:rsid w:val="00B51A75"/>
    <w:rsid w:val="00B52306"/>
    <w:rsid w:val="00B53E44"/>
    <w:rsid w:val="00B676B8"/>
    <w:rsid w:val="00B679FE"/>
    <w:rsid w:val="00B80888"/>
    <w:rsid w:val="00B95151"/>
    <w:rsid w:val="00BA0B4F"/>
    <w:rsid w:val="00BA152D"/>
    <w:rsid w:val="00BA5341"/>
    <w:rsid w:val="00BA5A87"/>
    <w:rsid w:val="00BA7521"/>
    <w:rsid w:val="00BB06F2"/>
    <w:rsid w:val="00BB19FA"/>
    <w:rsid w:val="00BB74B6"/>
    <w:rsid w:val="00BC00C0"/>
    <w:rsid w:val="00BC2108"/>
    <w:rsid w:val="00BC417A"/>
    <w:rsid w:val="00BC6176"/>
    <w:rsid w:val="00BC6C90"/>
    <w:rsid w:val="00BF0693"/>
    <w:rsid w:val="00BF2A8A"/>
    <w:rsid w:val="00C009C2"/>
    <w:rsid w:val="00C02A33"/>
    <w:rsid w:val="00C04874"/>
    <w:rsid w:val="00C05811"/>
    <w:rsid w:val="00C154FC"/>
    <w:rsid w:val="00C162E3"/>
    <w:rsid w:val="00C20678"/>
    <w:rsid w:val="00C2243C"/>
    <w:rsid w:val="00C23C31"/>
    <w:rsid w:val="00C24705"/>
    <w:rsid w:val="00C30C90"/>
    <w:rsid w:val="00C32581"/>
    <w:rsid w:val="00C36401"/>
    <w:rsid w:val="00C412E1"/>
    <w:rsid w:val="00C43AF4"/>
    <w:rsid w:val="00C45899"/>
    <w:rsid w:val="00C47CD3"/>
    <w:rsid w:val="00C53A22"/>
    <w:rsid w:val="00C62065"/>
    <w:rsid w:val="00C67390"/>
    <w:rsid w:val="00C67879"/>
    <w:rsid w:val="00C83D1B"/>
    <w:rsid w:val="00C86095"/>
    <w:rsid w:val="00C90076"/>
    <w:rsid w:val="00C96BC9"/>
    <w:rsid w:val="00CA17C5"/>
    <w:rsid w:val="00CA1D2A"/>
    <w:rsid w:val="00CA1D99"/>
    <w:rsid w:val="00CA340E"/>
    <w:rsid w:val="00CA6F8A"/>
    <w:rsid w:val="00CB47FB"/>
    <w:rsid w:val="00CC26AE"/>
    <w:rsid w:val="00CC40D1"/>
    <w:rsid w:val="00CC4D70"/>
    <w:rsid w:val="00CD090E"/>
    <w:rsid w:val="00CD1611"/>
    <w:rsid w:val="00CD1AD8"/>
    <w:rsid w:val="00CD4C69"/>
    <w:rsid w:val="00CF139A"/>
    <w:rsid w:val="00D111E3"/>
    <w:rsid w:val="00D1305D"/>
    <w:rsid w:val="00D14497"/>
    <w:rsid w:val="00D15143"/>
    <w:rsid w:val="00D26F93"/>
    <w:rsid w:val="00D41D99"/>
    <w:rsid w:val="00D428CA"/>
    <w:rsid w:val="00D42A4F"/>
    <w:rsid w:val="00D431CC"/>
    <w:rsid w:val="00D4504C"/>
    <w:rsid w:val="00D561DC"/>
    <w:rsid w:val="00D71A6B"/>
    <w:rsid w:val="00D736B4"/>
    <w:rsid w:val="00D80747"/>
    <w:rsid w:val="00D82B45"/>
    <w:rsid w:val="00D84968"/>
    <w:rsid w:val="00D9394B"/>
    <w:rsid w:val="00D97971"/>
    <w:rsid w:val="00D97ABA"/>
    <w:rsid w:val="00DA43E2"/>
    <w:rsid w:val="00DA7B61"/>
    <w:rsid w:val="00DB5683"/>
    <w:rsid w:val="00DB7131"/>
    <w:rsid w:val="00DC4560"/>
    <w:rsid w:val="00DC608A"/>
    <w:rsid w:val="00DC62C9"/>
    <w:rsid w:val="00DC64C7"/>
    <w:rsid w:val="00DC6CB9"/>
    <w:rsid w:val="00DD0A08"/>
    <w:rsid w:val="00DD338C"/>
    <w:rsid w:val="00DD471B"/>
    <w:rsid w:val="00DD6867"/>
    <w:rsid w:val="00DE2068"/>
    <w:rsid w:val="00DE4CC1"/>
    <w:rsid w:val="00DE766C"/>
    <w:rsid w:val="00DF264A"/>
    <w:rsid w:val="00DF34EB"/>
    <w:rsid w:val="00DF4758"/>
    <w:rsid w:val="00E0136B"/>
    <w:rsid w:val="00E040AB"/>
    <w:rsid w:val="00E05F8B"/>
    <w:rsid w:val="00E06D80"/>
    <w:rsid w:val="00E1414D"/>
    <w:rsid w:val="00E206B4"/>
    <w:rsid w:val="00E22987"/>
    <w:rsid w:val="00E35381"/>
    <w:rsid w:val="00E37430"/>
    <w:rsid w:val="00E3759E"/>
    <w:rsid w:val="00E37A73"/>
    <w:rsid w:val="00E40FB5"/>
    <w:rsid w:val="00E42CBE"/>
    <w:rsid w:val="00E4395A"/>
    <w:rsid w:val="00E470CB"/>
    <w:rsid w:val="00E568F9"/>
    <w:rsid w:val="00E64542"/>
    <w:rsid w:val="00E65747"/>
    <w:rsid w:val="00E720CB"/>
    <w:rsid w:val="00E75E9A"/>
    <w:rsid w:val="00E86877"/>
    <w:rsid w:val="00E86E4B"/>
    <w:rsid w:val="00E9653D"/>
    <w:rsid w:val="00EA11F1"/>
    <w:rsid w:val="00EA2034"/>
    <w:rsid w:val="00EA34CD"/>
    <w:rsid w:val="00EA48B1"/>
    <w:rsid w:val="00EA7B26"/>
    <w:rsid w:val="00EB03E8"/>
    <w:rsid w:val="00EB28DA"/>
    <w:rsid w:val="00EB3CAA"/>
    <w:rsid w:val="00EC6828"/>
    <w:rsid w:val="00ED07D9"/>
    <w:rsid w:val="00ED27C4"/>
    <w:rsid w:val="00EE1029"/>
    <w:rsid w:val="00EE1ED3"/>
    <w:rsid w:val="00EE208E"/>
    <w:rsid w:val="00EE3F05"/>
    <w:rsid w:val="00EE7763"/>
    <w:rsid w:val="00EE7A7D"/>
    <w:rsid w:val="00EF59E9"/>
    <w:rsid w:val="00F02374"/>
    <w:rsid w:val="00F0421C"/>
    <w:rsid w:val="00F070C8"/>
    <w:rsid w:val="00F11AC9"/>
    <w:rsid w:val="00F12A95"/>
    <w:rsid w:val="00F138A4"/>
    <w:rsid w:val="00F14F1A"/>
    <w:rsid w:val="00F167F2"/>
    <w:rsid w:val="00F21D4C"/>
    <w:rsid w:val="00F271EC"/>
    <w:rsid w:val="00F37292"/>
    <w:rsid w:val="00F40B3C"/>
    <w:rsid w:val="00F460CD"/>
    <w:rsid w:val="00F50FA5"/>
    <w:rsid w:val="00F53D1F"/>
    <w:rsid w:val="00F66553"/>
    <w:rsid w:val="00F67177"/>
    <w:rsid w:val="00F67C1A"/>
    <w:rsid w:val="00F756DC"/>
    <w:rsid w:val="00F776E7"/>
    <w:rsid w:val="00F86545"/>
    <w:rsid w:val="00F87ADB"/>
    <w:rsid w:val="00F87D44"/>
    <w:rsid w:val="00F92288"/>
    <w:rsid w:val="00F96DBE"/>
    <w:rsid w:val="00FA417D"/>
    <w:rsid w:val="00FB3E7D"/>
    <w:rsid w:val="00FB4C04"/>
    <w:rsid w:val="00FC358A"/>
    <w:rsid w:val="00FC45B9"/>
    <w:rsid w:val="00FF2210"/>
    <w:rsid w:val="00FF33E3"/>
    <w:rsid w:val="00FF4460"/>
    <w:rsid w:val="15EF9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84"/>
    <w:pPr>
      <w:spacing w:after="120"/>
      <w:jc w:val="both"/>
    </w:pPr>
    <w:rPr>
      <w:rFonts w:asciiTheme="minorHAnsi" w:hAnsiTheme="minorHAnsi"/>
      <w:color w:val="000000"/>
      <w:sz w:val="24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F2E"/>
    <w:pPr>
      <w:keepNext/>
      <w:widowControl w:val="0"/>
      <w:spacing w:before="360"/>
      <w:jc w:val="center"/>
      <w:outlineLvl w:val="0"/>
    </w:pPr>
    <w:rPr>
      <w:rFonts w:ascii="Calibri" w:eastAsia="Times New Roman" w:hAnsi="Calibri" w:cs="Times New Roman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B19FA"/>
    <w:pPr>
      <w:keepNext/>
      <w:spacing w:before="240"/>
      <w:jc w:val="center"/>
      <w:outlineLvl w:val="1"/>
    </w:pPr>
    <w:rPr>
      <w:rFonts w:eastAsia="Times New Roman" w:cs="Times New Roman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0D78"/>
    <w:pPr>
      <w:keepNext/>
      <w:keepLines/>
      <w:spacing w:before="60"/>
      <w:jc w:val="left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97AB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link w:val="Header"/>
    <w:rsid w:val="00D97ABA"/>
    <w:rPr>
      <w:color w:val="000000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D0830"/>
    <w:pPr>
      <w:tabs>
        <w:tab w:val="center" w:pos="4513"/>
        <w:tab w:val="right" w:pos="9026"/>
      </w:tabs>
      <w:spacing w:after="0"/>
    </w:pPr>
    <w:rPr>
      <w:sz w:val="20"/>
    </w:rPr>
  </w:style>
  <w:style w:type="character" w:customStyle="1" w:styleId="FooterChar">
    <w:name w:val="Footer Char"/>
    <w:link w:val="Footer"/>
    <w:uiPriority w:val="99"/>
    <w:rsid w:val="004D0830"/>
    <w:rPr>
      <w:color w:val="000000"/>
      <w:szCs w:val="22"/>
      <w:lang w:val="en-GB" w:eastAsia="en-US"/>
    </w:rPr>
  </w:style>
  <w:style w:type="character" w:customStyle="1" w:styleId="Heading2Char">
    <w:name w:val="Heading 2 Char"/>
    <w:link w:val="Heading2"/>
    <w:rsid w:val="00BB19FA"/>
    <w:rPr>
      <w:rFonts w:asciiTheme="minorHAnsi" w:eastAsia="Times New Roman" w:hAnsiTheme="minorHAnsi" w:cs="Times New Roman"/>
      <w:b/>
      <w:bCs/>
      <w:color w:val="000000"/>
      <w:sz w:val="28"/>
      <w:szCs w:val="26"/>
      <w:lang w:val="en-GB" w:eastAsia="en-US"/>
    </w:rPr>
  </w:style>
  <w:style w:type="character" w:customStyle="1" w:styleId="Heading1Char">
    <w:name w:val="Heading 1 Char"/>
    <w:link w:val="Heading1"/>
    <w:uiPriority w:val="9"/>
    <w:rsid w:val="005A6F2E"/>
    <w:rPr>
      <w:rFonts w:ascii="Calibri" w:eastAsia="Times New Roman" w:hAnsi="Calibri" w:cs="Times New Roman"/>
      <w:b/>
      <w:bCs/>
      <w:color w:val="000000"/>
      <w:sz w:val="32"/>
      <w:szCs w:val="28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C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6C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70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03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A4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343F7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43F73"/>
    <w:pPr>
      <w:jc w:val="left"/>
    </w:pPr>
    <w:rPr>
      <w:rFonts w:eastAsia="Times New Roman" w:cs="Times New Roman"/>
      <w:color w:val="auto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semiHidden/>
    <w:rsid w:val="00343F73"/>
    <w:rPr>
      <w:rFonts w:eastAsia="Times New Roman" w:cs="Times New Roman"/>
      <w:lang w:val="de-DE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A0D78"/>
    <w:rPr>
      <w:rFonts w:asciiTheme="minorHAnsi" w:eastAsiaTheme="majorEastAsia" w:hAnsiTheme="minorHAnsi" w:cstheme="majorBidi"/>
      <w:b/>
      <w:color w:val="000000" w:themeColor="text1"/>
      <w:sz w:val="22"/>
      <w:szCs w:val="24"/>
      <w:lang w:val="en-GB" w:eastAsia="en-US"/>
    </w:rPr>
  </w:style>
  <w:style w:type="paragraph" w:styleId="NoSpacing">
    <w:name w:val="No Spacing"/>
    <w:uiPriority w:val="1"/>
    <w:rsid w:val="0086523E"/>
    <w:pPr>
      <w:jc w:val="both"/>
    </w:pPr>
    <w:rPr>
      <w:color w:val="000000"/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rsid w:val="00274802"/>
    <w:pPr>
      <w:jc w:val="left"/>
    </w:pPr>
    <w:rPr>
      <w:rFonts w:eastAsia="Times New Roman" w:cs="Times New Roman"/>
      <w:color w:val="auto"/>
      <w:sz w:val="22"/>
      <w:szCs w:val="20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4802"/>
    <w:rPr>
      <w:rFonts w:asciiTheme="minorHAnsi" w:eastAsia="Times New Roman" w:hAnsiTheme="minorHAnsi" w:cs="Times New Roman"/>
      <w:sz w:val="22"/>
      <w:lang w:val="de-DE" w:eastAsia="en-US"/>
    </w:rPr>
  </w:style>
  <w:style w:type="character" w:styleId="FootnoteReference">
    <w:name w:val="footnote reference"/>
    <w:uiPriority w:val="99"/>
    <w:semiHidden/>
    <w:rsid w:val="00343F73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E7C"/>
    <w:pPr>
      <w:jc w:val="both"/>
    </w:pPr>
    <w:rPr>
      <w:rFonts w:ascii="Palatino" w:eastAsia="Calibri" w:hAnsi="Palatino" w:cs="Calibri"/>
      <w:b/>
      <w:bCs/>
      <w:color w:val="00000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E7C"/>
    <w:rPr>
      <w:rFonts w:ascii="Palatino" w:eastAsia="Times New Roman" w:hAnsi="Palatino" w:cs="Times New Roman"/>
      <w:b/>
      <w:bCs/>
      <w:color w:val="000000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03993"/>
    <w:pPr>
      <w:pBdr>
        <w:bottom w:val="single" w:sz="4" w:space="1" w:color="auto"/>
      </w:pBdr>
      <w:spacing w:after="200"/>
      <w:contextualSpacing/>
      <w:jc w:val="left"/>
    </w:pPr>
    <w:rPr>
      <w:rFonts w:asciiTheme="majorHAnsi" w:eastAsiaTheme="majorEastAsia" w:hAnsiTheme="majorHAnsi" w:cstheme="majorBidi"/>
      <w:color w:val="auto"/>
      <w:spacing w:val="5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03993"/>
    <w:rPr>
      <w:rFonts w:asciiTheme="majorHAnsi" w:eastAsiaTheme="majorEastAsia" w:hAnsiTheme="majorHAnsi" w:cstheme="majorBidi"/>
      <w:spacing w:val="5"/>
      <w:sz w:val="52"/>
      <w:szCs w:val="5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151"/>
    <w:pPr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B95151"/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/>
    </w:rPr>
  </w:style>
  <w:style w:type="paragraph" w:customStyle="1" w:styleId="Default">
    <w:name w:val="Default"/>
    <w:rsid w:val="00F776E7"/>
    <w:pPr>
      <w:autoSpaceDE w:val="0"/>
      <w:autoSpaceDN w:val="0"/>
      <w:adjustRightInd w:val="0"/>
    </w:pPr>
    <w:rPr>
      <w:rFonts w:ascii="Calibri" w:eastAsiaTheme="minorEastAsia" w:hAnsi="Calibri"/>
      <w:color w:val="000000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D5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paragraph" w:customStyle="1" w:styleId="Table">
    <w:name w:val="Table"/>
    <w:basedOn w:val="Normal"/>
    <w:qFormat/>
    <w:rsid w:val="00E9653D"/>
    <w:pPr>
      <w:spacing w:after="0"/>
      <w:jc w:val="left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D5784"/>
    <w:rPr>
      <w:rFonts w:ascii="Courier New" w:eastAsia="Times New Roman" w:hAnsi="Courier New" w:cs="Courier New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9625D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625D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625DB"/>
    <w:pPr>
      <w:spacing w:after="100"/>
      <w:ind w:left="480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40A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0;&#1090;&#1072;&#1083;&#1080;&#1081;%20&#1050;&#1086;&#1087;&#1085;&#1086;&#1074;\AppData\Roaming\Microsoft\Templates\Pro-VET_Docum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0395EDEEB774C8BBB08F4232D6BF5" ma:contentTypeVersion="8" ma:contentTypeDescription="Create a new document." ma:contentTypeScope="" ma:versionID="4770f159426b34de242e17375941b0bf">
  <xsd:schema xmlns:xsd="http://www.w3.org/2001/XMLSchema" xmlns:xs="http://www.w3.org/2001/XMLSchema" xmlns:p="http://schemas.microsoft.com/office/2006/metadata/properties" xmlns:ns2="0756f90b-c047-47d2-8def-309aca02f8a8" targetNamespace="http://schemas.microsoft.com/office/2006/metadata/properties" ma:root="true" ma:fieldsID="37d8c1ea2c86c47eea61a4510871cdbe" ns2:_="">
    <xsd:import namespace="0756f90b-c047-47d2-8def-309aca02f8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6f90b-c047-47d2-8def-309aca02f8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99E65-49AB-4F37-982E-946D11CF6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6f90b-c047-47d2-8def-309aca02f8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9697AC-3C25-4FDB-BA9A-EBFB1D97F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ADE71-FF83-4BFD-8112-738BB205F0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0D0830-0FCE-4113-82E8-B7D8A6C8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Pro-VET_Document_Template.dotx</Template>
  <TotalTime>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JAMK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 Kopnov</dc:creator>
  <cp:lastModifiedBy>Zana</cp:lastModifiedBy>
  <cp:revision>2</cp:revision>
  <cp:lastPrinted>2018-11-30T08:03:00Z</cp:lastPrinted>
  <dcterms:created xsi:type="dcterms:W3CDTF">2022-11-30T08:02:00Z</dcterms:created>
  <dcterms:modified xsi:type="dcterms:W3CDTF">2022-11-30T08:02:00Z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0x0101003720395EDEEB774C8BBB08F4232D6BF5</vt:lpwstr>
  </property>
</Properties>
</file>