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2F8C2" w14:textId="77777777" w:rsidR="00FA271B" w:rsidRDefault="00FA271B">
      <w:pPr>
        <w:spacing w:after="0"/>
        <w:jc w:val="left"/>
        <w:rPr>
          <w:lang w:val="en-US" w:eastAsia="fi-FI"/>
        </w:rPr>
      </w:pPr>
    </w:p>
    <w:p w14:paraId="60137C26" w14:textId="77777777" w:rsidR="002902CF" w:rsidRDefault="002902CF" w:rsidP="002205CC">
      <w:pPr>
        <w:jc w:val="center"/>
        <w:rPr>
          <w:rFonts w:ascii="Arial Narrow" w:hAnsi="Arial Narrow"/>
          <w:b/>
          <w:bCs/>
          <w:sz w:val="32"/>
          <w:szCs w:val="32"/>
        </w:rPr>
      </w:pPr>
      <w:r w:rsidRPr="002902CF">
        <w:rPr>
          <w:rFonts w:ascii="Arial Narrow" w:hAnsi="Arial Narrow"/>
          <w:b/>
          <w:bCs/>
          <w:sz w:val="32"/>
          <w:szCs w:val="32"/>
        </w:rPr>
        <w:t xml:space="preserve">Jean Monnet Centre of Excellence: Sustainable Agriculture for Greener Future </w:t>
      </w:r>
    </w:p>
    <w:p w14:paraId="1DE05058" w14:textId="44ADF16B" w:rsidR="002205CC" w:rsidRPr="008F432A" w:rsidRDefault="002205CC" w:rsidP="002205CC">
      <w:pPr>
        <w:jc w:val="center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>Agri</w:t>
      </w:r>
      <w:r w:rsidR="002902CF">
        <w:rPr>
          <w:rFonts w:ascii="Arial Narrow" w:hAnsi="Arial Narrow"/>
          <w:b/>
          <w:bCs/>
          <w:sz w:val="32"/>
          <w:szCs w:val="32"/>
        </w:rPr>
        <w:t>GREEN</w:t>
      </w:r>
    </w:p>
    <w:p w14:paraId="4177085A" w14:textId="43C02A6A" w:rsidR="002205CC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 xml:space="preserve">Project number </w:t>
      </w:r>
      <w:r w:rsidR="002902CF" w:rsidRPr="002902CF">
        <w:rPr>
          <w:rFonts w:ascii="Arial Narrow" w:eastAsia="Times New Roman" w:hAnsi="Arial Narrow"/>
          <w:b/>
          <w:bCs/>
          <w:szCs w:val="24"/>
          <w:lang w:eastAsia="en-GB"/>
        </w:rPr>
        <w:t>101085183</w:t>
      </w:r>
    </w:p>
    <w:p w14:paraId="1905D7F3" w14:textId="77777777" w:rsidR="006D198E" w:rsidRDefault="006D198E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0E882A02" w14:textId="598708FA" w:rsidR="002205CC" w:rsidRDefault="004D324B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>WORKSHOP 3BIR</w:t>
      </w:r>
    </w:p>
    <w:p w14:paraId="6AB2E09D" w14:textId="6F6C3C81" w:rsidR="002E2375" w:rsidRDefault="002E2375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 xml:space="preserve">Creation </w:t>
      </w:r>
      <w:r w:rsidR="001B73BF">
        <w:rPr>
          <w:rFonts w:ascii="Arial Narrow" w:eastAsia="Times New Roman" w:hAnsi="Arial Narrow"/>
          <w:b/>
          <w:bCs/>
          <w:szCs w:val="24"/>
          <w:lang w:eastAsia="en-GB"/>
        </w:rPr>
        <w:t>of questionnaires for food and beverage market research</w:t>
      </w:r>
    </w:p>
    <w:p w14:paraId="3FE9B4E2" w14:textId="0436BD6A" w:rsidR="00CB7360" w:rsidRDefault="00CB7360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>Teacher: Prof. Dr. Radenko Marić</w:t>
      </w:r>
    </w:p>
    <w:p w14:paraId="23F577CF" w14:textId="77777777" w:rsidR="00816430" w:rsidRDefault="00816430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375809B7" w14:textId="219F9B76" w:rsidR="00816430" w:rsidRDefault="00816430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>__________________________________</w:t>
      </w:r>
    </w:p>
    <w:p w14:paraId="7C53BBBD" w14:textId="77777777" w:rsidR="000F305A" w:rsidRPr="008F432A" w:rsidRDefault="000F305A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22D27567" w14:textId="4379E160" w:rsidR="002205CC" w:rsidRPr="006D198E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 w:val="28"/>
          <w:szCs w:val="28"/>
          <w:lang w:eastAsia="en-GB"/>
        </w:rPr>
      </w:pPr>
      <w:r w:rsidRPr="006D198E">
        <w:rPr>
          <w:rFonts w:ascii="Arial Narrow" w:eastAsia="Times New Roman" w:hAnsi="Arial Narrow"/>
          <w:b/>
          <w:bCs/>
          <w:sz w:val="28"/>
          <w:szCs w:val="28"/>
          <w:lang w:eastAsia="en-GB"/>
        </w:rPr>
        <w:t>ATTENDENCE LIST</w:t>
      </w:r>
    </w:p>
    <w:p w14:paraId="7EEEA4B7" w14:textId="77777777" w:rsidR="002205CC" w:rsidRPr="008F432A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36EAA92D" w14:textId="04D7F91A" w:rsidR="002205CC" w:rsidRDefault="002205CC" w:rsidP="002902CF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 w:rsidRPr="008F432A">
        <w:rPr>
          <w:rFonts w:ascii="Arial Narrow" w:eastAsia="Times New Roman" w:hAnsi="Arial Narrow"/>
          <w:b/>
          <w:bCs/>
          <w:szCs w:val="24"/>
          <w:lang w:eastAsia="en-GB"/>
        </w:rPr>
        <w:t xml:space="preserve">LOCATION: </w:t>
      </w:r>
      <w:r w:rsidR="002902CF">
        <w:rPr>
          <w:rFonts w:ascii="Arial Narrow" w:eastAsia="Times New Roman" w:hAnsi="Arial Narrow"/>
          <w:b/>
          <w:bCs/>
          <w:szCs w:val="24"/>
          <w:lang w:eastAsia="en-GB"/>
        </w:rPr>
        <w:t>University of Novi Sad, Faculty of Economics</w:t>
      </w:r>
      <w:r w:rsidR="006D198E">
        <w:rPr>
          <w:rFonts w:ascii="Arial Narrow" w:eastAsia="Times New Roman" w:hAnsi="Arial Narrow"/>
          <w:b/>
          <w:bCs/>
          <w:szCs w:val="24"/>
          <w:lang w:eastAsia="en-GB"/>
        </w:rPr>
        <w:t xml:space="preserve"> in Subotica</w:t>
      </w:r>
    </w:p>
    <w:p w14:paraId="0EAFE93D" w14:textId="77777777" w:rsidR="006D198E" w:rsidRPr="008F432A" w:rsidRDefault="006D198E" w:rsidP="002902CF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6368EA9A" w14:textId="1FBFF4FF" w:rsidR="002205CC" w:rsidRPr="008F432A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 w:rsidRPr="008F432A">
        <w:rPr>
          <w:rFonts w:ascii="Arial Narrow" w:eastAsia="Times New Roman" w:hAnsi="Arial Narrow"/>
          <w:b/>
          <w:bCs/>
          <w:szCs w:val="24"/>
          <w:lang w:eastAsia="en-GB"/>
        </w:rPr>
        <w:t>D</w:t>
      </w:r>
      <w:r w:rsidR="006D198E">
        <w:rPr>
          <w:rFonts w:ascii="Arial Narrow" w:eastAsia="Times New Roman" w:hAnsi="Arial Narrow"/>
          <w:b/>
          <w:bCs/>
          <w:szCs w:val="24"/>
          <w:lang w:eastAsia="en-GB"/>
        </w:rPr>
        <w:t>ATE</w:t>
      </w:r>
      <w:r w:rsidRPr="008F432A">
        <w:rPr>
          <w:rFonts w:ascii="Arial Narrow" w:eastAsia="Times New Roman" w:hAnsi="Arial Narrow"/>
          <w:b/>
          <w:bCs/>
          <w:szCs w:val="24"/>
          <w:lang w:eastAsia="en-GB"/>
        </w:rPr>
        <w:t xml:space="preserve">: </w:t>
      </w:r>
      <w:r w:rsidR="00CB7360">
        <w:rPr>
          <w:rFonts w:ascii="Arial Narrow" w:eastAsia="Times New Roman" w:hAnsi="Arial Narrow"/>
          <w:b/>
          <w:bCs/>
          <w:szCs w:val="24"/>
          <w:lang w:eastAsia="en-GB"/>
        </w:rPr>
        <w:t>4/9/2023</w:t>
      </w:r>
    </w:p>
    <w:p w14:paraId="4AFD0C2F" w14:textId="7A777631" w:rsidR="002205CC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53FE333B" w14:textId="5A003AF8" w:rsidR="00A35CE9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55E32272" w14:textId="05AD4DE7" w:rsidR="00A35CE9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tbl>
      <w:tblPr>
        <w:tblStyle w:val="Koordinatnamreatabele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2126"/>
        <w:gridCol w:w="2073"/>
        <w:gridCol w:w="2463"/>
        <w:gridCol w:w="2268"/>
      </w:tblGrid>
      <w:tr w:rsidR="006D198E" w14:paraId="3A252133" w14:textId="77777777" w:rsidTr="006D198E">
        <w:trPr>
          <w:jc w:val="center"/>
        </w:trPr>
        <w:tc>
          <w:tcPr>
            <w:tcW w:w="570" w:type="dxa"/>
          </w:tcPr>
          <w:p w14:paraId="3EBC8EC6" w14:textId="565D1A2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No</w:t>
            </w:r>
          </w:p>
        </w:tc>
        <w:tc>
          <w:tcPr>
            <w:tcW w:w="2126" w:type="dxa"/>
          </w:tcPr>
          <w:p w14:paraId="22454CBD" w14:textId="7980013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Name</w:t>
            </w:r>
          </w:p>
        </w:tc>
        <w:tc>
          <w:tcPr>
            <w:tcW w:w="2073" w:type="dxa"/>
          </w:tcPr>
          <w:p w14:paraId="579DBADC" w14:textId="4E92D364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Surename</w:t>
            </w:r>
          </w:p>
        </w:tc>
        <w:tc>
          <w:tcPr>
            <w:tcW w:w="2463" w:type="dxa"/>
          </w:tcPr>
          <w:p w14:paraId="79AC4A06" w14:textId="4519E47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E-mail</w:t>
            </w:r>
          </w:p>
        </w:tc>
        <w:tc>
          <w:tcPr>
            <w:tcW w:w="2268" w:type="dxa"/>
          </w:tcPr>
          <w:p w14:paraId="4F2E3146" w14:textId="706BFBEB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Signature</w:t>
            </w:r>
          </w:p>
        </w:tc>
      </w:tr>
      <w:tr w:rsidR="006D198E" w14:paraId="0BE67DB9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33FC9211" w14:textId="54CAED51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1</w:t>
            </w:r>
          </w:p>
        </w:tc>
        <w:tc>
          <w:tcPr>
            <w:tcW w:w="2126" w:type="dxa"/>
            <w:vAlign w:val="center"/>
          </w:tcPr>
          <w:p w14:paraId="3D77620B" w14:textId="62BE2775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27F90289" w14:textId="07034AA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6DD2C4C3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9C51205" w14:textId="61A0B87F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1D9C2FE7" w14:textId="6A50D33F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6E3599D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6B758E14" w14:textId="07FF12E6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2</w:t>
            </w:r>
          </w:p>
        </w:tc>
        <w:tc>
          <w:tcPr>
            <w:tcW w:w="2126" w:type="dxa"/>
            <w:vAlign w:val="center"/>
          </w:tcPr>
          <w:p w14:paraId="0DF3A9A4" w14:textId="7B7C527D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7BFBE7C" w14:textId="2B676AF8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4EB7B491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C3EF0CA" w14:textId="49D36AD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5974BAF8" w14:textId="5851268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4998550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66F71BDC" w14:textId="5F84A631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3</w:t>
            </w:r>
          </w:p>
        </w:tc>
        <w:tc>
          <w:tcPr>
            <w:tcW w:w="2126" w:type="dxa"/>
            <w:vAlign w:val="center"/>
          </w:tcPr>
          <w:p w14:paraId="11E37ECF" w14:textId="17D87B19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F84935B" w14:textId="6D089853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5577B2B7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46A1596" w14:textId="78970A6B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6E5EE587" w14:textId="55A84BA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5B9441DA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396E0976" w14:textId="7EE89F2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4</w:t>
            </w:r>
          </w:p>
        </w:tc>
        <w:tc>
          <w:tcPr>
            <w:tcW w:w="2126" w:type="dxa"/>
            <w:vAlign w:val="center"/>
          </w:tcPr>
          <w:p w14:paraId="740266B9" w14:textId="30F4C673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1B2BB31B" w14:textId="04D1556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3C54F683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5A0745FB" w14:textId="6C0FFC75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15398AF3" w14:textId="64CAFAE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5E716B39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08374D67" w14:textId="3D2FB1CE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5</w:t>
            </w:r>
          </w:p>
        </w:tc>
        <w:tc>
          <w:tcPr>
            <w:tcW w:w="2126" w:type="dxa"/>
            <w:vAlign w:val="center"/>
          </w:tcPr>
          <w:p w14:paraId="45CA0810" w14:textId="4D6DCBFB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72A4166A" w14:textId="108C399B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681DBE0C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02EC9D45" w14:textId="2281C98C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4F53D724" w14:textId="64148985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275526F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5E5B7378" w14:textId="69C4FCAE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vAlign w:val="center"/>
          </w:tcPr>
          <w:p w14:paraId="402B602B" w14:textId="4CA12D80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B153221" w14:textId="1AFF6CD8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170BFFC4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7BC0D7C6" w14:textId="5810C96B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0C0E9ACB" w14:textId="4A5A0D66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336F6EC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73EA4EB8" w14:textId="451E9F0A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7</w:t>
            </w:r>
          </w:p>
        </w:tc>
        <w:tc>
          <w:tcPr>
            <w:tcW w:w="2126" w:type="dxa"/>
            <w:vAlign w:val="center"/>
          </w:tcPr>
          <w:p w14:paraId="27BB8782" w14:textId="7569B8FA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604A59FF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768E0613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418C0382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39426B78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2F873EF8" w14:textId="42C817D4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8</w:t>
            </w:r>
          </w:p>
        </w:tc>
        <w:tc>
          <w:tcPr>
            <w:tcW w:w="2126" w:type="dxa"/>
            <w:vAlign w:val="center"/>
          </w:tcPr>
          <w:p w14:paraId="54F91531" w14:textId="7EDAEB71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72AED748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0404A8DD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41CEE560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241BCA5B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533C7915" w14:textId="1146E7A6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vAlign w:val="center"/>
          </w:tcPr>
          <w:p w14:paraId="44219B08" w14:textId="72877FBD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84563D6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0D3B4509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5D4144E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2C93DCA8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1A0DC970" w14:textId="683197A8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10</w:t>
            </w:r>
          </w:p>
        </w:tc>
        <w:tc>
          <w:tcPr>
            <w:tcW w:w="2126" w:type="dxa"/>
            <w:vAlign w:val="center"/>
          </w:tcPr>
          <w:p w14:paraId="592ECC9D" w14:textId="51FE0B8C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736C8EC7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0D10D4B2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59BC6C4E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</w:tbl>
    <w:p w14:paraId="64924C44" w14:textId="77777777" w:rsidR="00A35CE9" w:rsidRPr="008F432A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512BFD7D" w14:textId="77777777" w:rsidR="00DF34EB" w:rsidRPr="004E0146" w:rsidRDefault="00DF34EB" w:rsidP="002902CF">
      <w:pPr>
        <w:pStyle w:val="Podnaslov"/>
        <w:rPr>
          <w:lang w:eastAsia="fi-FI"/>
        </w:rPr>
      </w:pPr>
    </w:p>
    <w:sectPr w:rsidR="00DF34EB" w:rsidRPr="004E0146" w:rsidSect="00FA271B">
      <w:headerReference w:type="default" r:id="rId11"/>
      <w:footerReference w:type="default" r:id="rId12"/>
      <w:headerReference w:type="first" r:id="rId13"/>
      <w:pgSz w:w="11906" w:h="16838" w:code="9"/>
      <w:pgMar w:top="2383" w:right="1134" w:bottom="1418" w:left="1134" w:header="851" w:footer="85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CD641" w14:textId="77777777" w:rsidR="00FC3483" w:rsidRDefault="00FC3483" w:rsidP="00D111E3">
      <w:r>
        <w:separator/>
      </w:r>
    </w:p>
    <w:p w14:paraId="64946BDB" w14:textId="77777777" w:rsidR="00FC3483" w:rsidRDefault="00FC3483" w:rsidP="00D111E3"/>
    <w:p w14:paraId="2CFA8E25" w14:textId="77777777" w:rsidR="00FC3483" w:rsidRDefault="00FC3483" w:rsidP="00D111E3"/>
  </w:endnote>
  <w:endnote w:type="continuationSeparator" w:id="0">
    <w:p w14:paraId="6893337E" w14:textId="77777777" w:rsidR="00FC3483" w:rsidRDefault="00FC3483" w:rsidP="00D111E3">
      <w:r>
        <w:continuationSeparator/>
      </w:r>
    </w:p>
    <w:p w14:paraId="722B49BA" w14:textId="77777777" w:rsidR="00FC3483" w:rsidRDefault="00FC3483" w:rsidP="00D111E3"/>
    <w:p w14:paraId="01B8666D" w14:textId="77777777" w:rsidR="00FC3483" w:rsidRDefault="00FC3483" w:rsidP="00D111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04F5" w14:textId="77777777" w:rsidR="00F6367C" w:rsidRDefault="00E47BA8">
    <w:pPr>
      <w:pStyle w:val="Podnojestranice"/>
    </w:pPr>
    <w:r>
      <w:rPr>
        <w:noProof/>
        <w:lang w:val="sr-Latn-RS" w:eastAsia="sr-Latn-RS"/>
      </w:rPr>
      <w:drawing>
        <wp:anchor distT="0" distB="0" distL="114300" distR="114300" simplePos="0" relativeHeight="251659264" behindDoc="1" locked="0" layoutInCell="1" allowOverlap="1" wp14:anchorId="6E71AA8F" wp14:editId="19A90F7C">
          <wp:simplePos x="0" y="0"/>
          <wp:positionH relativeFrom="column">
            <wp:posOffset>-703385</wp:posOffset>
          </wp:positionH>
          <wp:positionV relativeFrom="paragraph">
            <wp:posOffset>-211650</wp:posOffset>
          </wp:positionV>
          <wp:extent cx="8005598" cy="2222938"/>
          <wp:effectExtent l="19050" t="0" r="0" b="0"/>
          <wp:wrapNone/>
          <wp:docPr id="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8000" contrast="-35000"/>
                  </a:blip>
                  <a:srcRect l="2936" b="2463"/>
                  <a:stretch>
                    <a:fillRect/>
                  </a:stretch>
                </pic:blipFill>
                <pic:spPr bwMode="auto">
                  <a:xfrm>
                    <a:off x="0" y="0"/>
                    <a:ext cx="8005598" cy="222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blurRad="50800" dist="50800" sx="1000" sy="1000" algn="ctr" rotWithShape="0">
                      <a:srgbClr val="000000"/>
                    </a:outerShdw>
                  </a:effec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228D6" w14:textId="77777777" w:rsidR="00FC3483" w:rsidRDefault="00FC3483" w:rsidP="00D111E3">
      <w:r>
        <w:separator/>
      </w:r>
    </w:p>
  </w:footnote>
  <w:footnote w:type="continuationSeparator" w:id="0">
    <w:p w14:paraId="79F4DF4B" w14:textId="77777777" w:rsidR="00FC3483" w:rsidRDefault="00FC3483" w:rsidP="00D111E3">
      <w:r>
        <w:continuationSeparator/>
      </w:r>
    </w:p>
    <w:p w14:paraId="4227277F" w14:textId="77777777" w:rsidR="00FC3483" w:rsidRDefault="00FC3483" w:rsidP="00D111E3"/>
    <w:p w14:paraId="732318A9" w14:textId="77777777" w:rsidR="00FC3483" w:rsidRDefault="00FC3483" w:rsidP="00D111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2B9F9" w14:textId="0B02049C" w:rsidR="00C67390" w:rsidRDefault="002902CF" w:rsidP="00030ED6">
    <w:pPr>
      <w:pStyle w:val="Zaglavljestranice"/>
      <w:tabs>
        <w:tab w:val="clear" w:pos="4513"/>
        <w:tab w:val="clear" w:pos="9026"/>
        <w:tab w:val="center" w:pos="4819"/>
        <w:tab w:val="right" w:pos="9638"/>
      </w:tabs>
      <w:jc w:val="center"/>
      <w:rPr>
        <w:rFonts w:cs="Times New Roman"/>
        <w:noProof/>
        <w:szCs w:val="20"/>
        <w:lang w:val="en-US" w:eastAsia="fi-FI"/>
      </w:rPr>
    </w:pPr>
    <w:r>
      <w:rPr>
        <w:rFonts w:cs="Times New Roman"/>
        <w:noProof/>
        <w:szCs w:val="20"/>
        <w:lang w:val="sr-Latn-RS" w:eastAsia="sr-Latn-RS"/>
      </w:rPr>
      <w:drawing>
        <wp:anchor distT="0" distB="0" distL="114300" distR="114300" simplePos="0" relativeHeight="251659776" behindDoc="0" locked="0" layoutInCell="1" allowOverlap="1" wp14:anchorId="50EE02D9" wp14:editId="0B375A59">
          <wp:simplePos x="0" y="0"/>
          <wp:positionH relativeFrom="column">
            <wp:posOffset>42545</wp:posOffset>
          </wp:positionH>
          <wp:positionV relativeFrom="paragraph">
            <wp:posOffset>35560</wp:posOffset>
          </wp:positionV>
          <wp:extent cx="1987550" cy="416560"/>
          <wp:effectExtent l="0" t="0" r="0" b="0"/>
          <wp:wrapNone/>
          <wp:docPr id="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sbeneficaireserasmusright_withthesupport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550" cy="416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Koordinatnamreatabel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36"/>
      <w:gridCol w:w="5089"/>
      <w:gridCol w:w="2403"/>
    </w:tblGrid>
    <w:tr w:rsidR="00C67390" w14:paraId="15879A0A" w14:textId="77777777" w:rsidTr="00D26F93">
      <w:tc>
        <w:tcPr>
          <w:tcW w:w="2136" w:type="dxa"/>
        </w:tcPr>
        <w:p w14:paraId="46E5485E" w14:textId="423F21D7" w:rsidR="00C67390" w:rsidRDefault="00C67390" w:rsidP="00030ED6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  <w:tc>
        <w:tcPr>
          <w:tcW w:w="5089" w:type="dxa"/>
        </w:tcPr>
        <w:p w14:paraId="65161FDA" w14:textId="77777777" w:rsidR="00C67390" w:rsidRPr="00D26F93" w:rsidRDefault="00C67390" w:rsidP="00D26F93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eastAsia="Times New Roman" w:cs="Times New Roman"/>
              <w:color w:val="auto"/>
              <w:szCs w:val="20"/>
              <w:lang w:val="en-US" w:eastAsia="fi-FI"/>
            </w:rPr>
          </w:pPr>
        </w:p>
      </w:tc>
      <w:tc>
        <w:tcPr>
          <w:tcW w:w="2403" w:type="dxa"/>
        </w:tcPr>
        <w:p w14:paraId="1CD0E901" w14:textId="3DA5F582" w:rsidR="00C67390" w:rsidRDefault="002902CF" w:rsidP="00030ED6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  <w:r>
            <w:rPr>
              <w:rFonts w:cs="Times New Roman"/>
              <w:noProof/>
              <w:szCs w:val="20"/>
              <w:lang w:val="sr-Latn-RS" w:eastAsia="sr-Latn-RS"/>
            </w:rPr>
            <w:drawing>
              <wp:anchor distT="0" distB="0" distL="114300" distR="114300" simplePos="0" relativeHeight="251656704" behindDoc="0" locked="0" layoutInCell="1" allowOverlap="1" wp14:anchorId="50B0B38B" wp14:editId="54314959">
                <wp:simplePos x="0" y="0"/>
                <wp:positionH relativeFrom="column">
                  <wp:posOffset>-941566</wp:posOffset>
                </wp:positionH>
                <wp:positionV relativeFrom="paragraph">
                  <wp:posOffset>-85419</wp:posOffset>
                </wp:positionV>
                <wp:extent cx="2445891" cy="464535"/>
                <wp:effectExtent l="0" t="0" r="0" b="0"/>
                <wp:wrapNone/>
                <wp:docPr id="8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griCOM LOGO.tif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5891" cy="464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E2D40D6" w14:textId="77777777" w:rsidR="005361C2" w:rsidRDefault="005361C2" w:rsidP="00D111E3">
    <w:pPr>
      <w:pStyle w:val="Zaglavljestranice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</w:p>
  <w:p w14:paraId="791D04FD" w14:textId="77777777" w:rsidR="00C67390" w:rsidRPr="005361C2" w:rsidRDefault="00C67390" w:rsidP="00D111E3">
    <w:pPr>
      <w:pStyle w:val="Zaglavljestranice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  <w:r w:rsidRPr="005361C2">
      <w:rPr>
        <w:rFonts w:cs="Times New Roman"/>
        <w:color w:val="7F7F7F" w:themeColor="text1" w:themeTint="80"/>
        <w:lang w:val="en-US"/>
      </w:rPr>
      <w:t>________________________________________________________________________________</w:t>
    </w:r>
  </w:p>
  <w:p w14:paraId="69556767" w14:textId="77777777" w:rsidR="00C67390" w:rsidRPr="00D111E3" w:rsidRDefault="00C67390" w:rsidP="00D111E3">
    <w:pPr>
      <w:pStyle w:val="Zaglavljestranice"/>
      <w:tabs>
        <w:tab w:val="clear" w:pos="9026"/>
        <w:tab w:val="right" w:pos="9639"/>
      </w:tabs>
      <w:rPr>
        <w:rFonts w:cs="Times New Roman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ordinatnamreatabel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36"/>
      <w:gridCol w:w="5089"/>
      <w:gridCol w:w="2403"/>
    </w:tblGrid>
    <w:tr w:rsidR="00B80888" w14:paraId="60285B8D" w14:textId="77777777" w:rsidTr="007167BF">
      <w:tc>
        <w:tcPr>
          <w:tcW w:w="2136" w:type="dxa"/>
        </w:tcPr>
        <w:p w14:paraId="3B387155" w14:textId="77777777" w:rsidR="00B80888" w:rsidRDefault="00B80888" w:rsidP="007167BF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  <w:tc>
        <w:tcPr>
          <w:tcW w:w="5089" w:type="dxa"/>
        </w:tcPr>
        <w:p w14:paraId="7F60A19E" w14:textId="77777777" w:rsidR="00B80888" w:rsidRPr="00D26F93" w:rsidRDefault="00B80888" w:rsidP="007167BF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eastAsia="Times New Roman" w:cs="Times New Roman"/>
              <w:color w:val="auto"/>
              <w:szCs w:val="20"/>
              <w:lang w:val="en-US" w:eastAsia="fi-FI"/>
            </w:rPr>
          </w:pPr>
        </w:p>
      </w:tc>
      <w:tc>
        <w:tcPr>
          <w:tcW w:w="2403" w:type="dxa"/>
        </w:tcPr>
        <w:p w14:paraId="39251F23" w14:textId="77777777" w:rsidR="00B80888" w:rsidRDefault="00B80888" w:rsidP="007167BF">
          <w:pPr>
            <w:pStyle w:val="Zaglavljestranice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</w:tr>
  </w:tbl>
  <w:p w14:paraId="074D2843" w14:textId="77777777" w:rsidR="00B80888" w:rsidRDefault="00B80888" w:rsidP="00FA271B">
    <w:pPr>
      <w:pStyle w:val="Zaglavljestranice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040C1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04D6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0F4D7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0228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6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5229F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FCA9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1A83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941E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5498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9A286B"/>
    <w:multiLevelType w:val="hybridMultilevel"/>
    <w:tmpl w:val="86D8A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F30C9B"/>
    <w:multiLevelType w:val="hybridMultilevel"/>
    <w:tmpl w:val="70A85736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0CBC4569"/>
    <w:multiLevelType w:val="hybridMultilevel"/>
    <w:tmpl w:val="2E0CDB1E"/>
    <w:lvl w:ilvl="0" w:tplc="341C952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047EDC"/>
    <w:multiLevelType w:val="hybridMultilevel"/>
    <w:tmpl w:val="D5C8F9C2"/>
    <w:lvl w:ilvl="0" w:tplc="35B2807E">
      <w:start w:val="8"/>
      <w:numFmt w:val="bullet"/>
      <w:lvlText w:val="-"/>
      <w:lvlJc w:val="left"/>
      <w:pPr>
        <w:ind w:left="1080" w:hanging="360"/>
      </w:pPr>
      <w:rPr>
        <w:rFonts w:ascii="Palatino" w:eastAsia="Calibri" w:hAnsi="Palatino" w:cs="Calibri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7C920A7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649BF"/>
    <w:multiLevelType w:val="hybridMultilevel"/>
    <w:tmpl w:val="D1B0070A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E682061"/>
    <w:multiLevelType w:val="hybridMultilevel"/>
    <w:tmpl w:val="50206D8C"/>
    <w:lvl w:ilvl="0" w:tplc="040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FD33D1"/>
    <w:multiLevelType w:val="hybridMultilevel"/>
    <w:tmpl w:val="1E143292"/>
    <w:lvl w:ilvl="0" w:tplc="E702F2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82C66"/>
    <w:multiLevelType w:val="hybridMultilevel"/>
    <w:tmpl w:val="0876D6D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5C5F71"/>
    <w:multiLevelType w:val="hybridMultilevel"/>
    <w:tmpl w:val="5FCA5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11282"/>
    <w:multiLevelType w:val="hybridMultilevel"/>
    <w:tmpl w:val="B9F8D4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67BD1"/>
    <w:multiLevelType w:val="hybridMultilevel"/>
    <w:tmpl w:val="BE08DE7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FF37DC"/>
    <w:multiLevelType w:val="hybridMultilevel"/>
    <w:tmpl w:val="719601B2"/>
    <w:lvl w:ilvl="0" w:tplc="341C9520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222" w:hanging="360"/>
      </w:pPr>
    </w:lvl>
    <w:lvl w:ilvl="2" w:tplc="040B001B" w:tentative="1">
      <w:start w:val="1"/>
      <w:numFmt w:val="lowerRoman"/>
      <w:lvlText w:val="%3."/>
      <w:lvlJc w:val="right"/>
      <w:pPr>
        <w:ind w:left="1942" w:hanging="180"/>
      </w:pPr>
    </w:lvl>
    <w:lvl w:ilvl="3" w:tplc="040B000F" w:tentative="1">
      <w:start w:val="1"/>
      <w:numFmt w:val="decimal"/>
      <w:lvlText w:val="%4."/>
      <w:lvlJc w:val="left"/>
      <w:pPr>
        <w:ind w:left="2662" w:hanging="360"/>
      </w:pPr>
    </w:lvl>
    <w:lvl w:ilvl="4" w:tplc="040B0019" w:tentative="1">
      <w:start w:val="1"/>
      <w:numFmt w:val="lowerLetter"/>
      <w:lvlText w:val="%5."/>
      <w:lvlJc w:val="left"/>
      <w:pPr>
        <w:ind w:left="3382" w:hanging="360"/>
      </w:pPr>
    </w:lvl>
    <w:lvl w:ilvl="5" w:tplc="040B001B" w:tentative="1">
      <w:start w:val="1"/>
      <w:numFmt w:val="lowerRoman"/>
      <w:lvlText w:val="%6."/>
      <w:lvlJc w:val="right"/>
      <w:pPr>
        <w:ind w:left="4102" w:hanging="180"/>
      </w:pPr>
    </w:lvl>
    <w:lvl w:ilvl="6" w:tplc="040B000F" w:tentative="1">
      <w:start w:val="1"/>
      <w:numFmt w:val="decimal"/>
      <w:lvlText w:val="%7."/>
      <w:lvlJc w:val="left"/>
      <w:pPr>
        <w:ind w:left="4822" w:hanging="360"/>
      </w:pPr>
    </w:lvl>
    <w:lvl w:ilvl="7" w:tplc="040B0019" w:tentative="1">
      <w:start w:val="1"/>
      <w:numFmt w:val="lowerLetter"/>
      <w:lvlText w:val="%8."/>
      <w:lvlJc w:val="left"/>
      <w:pPr>
        <w:ind w:left="5542" w:hanging="360"/>
      </w:pPr>
    </w:lvl>
    <w:lvl w:ilvl="8" w:tplc="040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80135BE"/>
    <w:multiLevelType w:val="hybridMultilevel"/>
    <w:tmpl w:val="E402C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C6B7E"/>
    <w:multiLevelType w:val="hybridMultilevel"/>
    <w:tmpl w:val="2E667A26"/>
    <w:lvl w:ilvl="0" w:tplc="0809000F">
      <w:start w:val="1"/>
      <w:numFmt w:val="decimal"/>
      <w:lvlText w:val="%1."/>
      <w:lvlJc w:val="left"/>
      <w:pPr>
        <w:ind w:left="1497" w:hanging="360"/>
      </w:pPr>
    </w:lvl>
    <w:lvl w:ilvl="1" w:tplc="08090019" w:tentative="1">
      <w:start w:val="1"/>
      <w:numFmt w:val="lowerLetter"/>
      <w:lvlText w:val="%2."/>
      <w:lvlJc w:val="left"/>
      <w:pPr>
        <w:ind w:left="2217" w:hanging="360"/>
      </w:pPr>
    </w:lvl>
    <w:lvl w:ilvl="2" w:tplc="0809001B" w:tentative="1">
      <w:start w:val="1"/>
      <w:numFmt w:val="lowerRoman"/>
      <w:lvlText w:val="%3."/>
      <w:lvlJc w:val="right"/>
      <w:pPr>
        <w:ind w:left="2937" w:hanging="180"/>
      </w:pPr>
    </w:lvl>
    <w:lvl w:ilvl="3" w:tplc="0809000F" w:tentative="1">
      <w:start w:val="1"/>
      <w:numFmt w:val="decimal"/>
      <w:lvlText w:val="%4."/>
      <w:lvlJc w:val="left"/>
      <w:pPr>
        <w:ind w:left="3657" w:hanging="360"/>
      </w:pPr>
    </w:lvl>
    <w:lvl w:ilvl="4" w:tplc="08090019" w:tentative="1">
      <w:start w:val="1"/>
      <w:numFmt w:val="lowerLetter"/>
      <w:lvlText w:val="%5."/>
      <w:lvlJc w:val="left"/>
      <w:pPr>
        <w:ind w:left="4377" w:hanging="360"/>
      </w:pPr>
    </w:lvl>
    <w:lvl w:ilvl="5" w:tplc="0809001B" w:tentative="1">
      <w:start w:val="1"/>
      <w:numFmt w:val="lowerRoman"/>
      <w:lvlText w:val="%6."/>
      <w:lvlJc w:val="right"/>
      <w:pPr>
        <w:ind w:left="5097" w:hanging="180"/>
      </w:pPr>
    </w:lvl>
    <w:lvl w:ilvl="6" w:tplc="0809000F" w:tentative="1">
      <w:start w:val="1"/>
      <w:numFmt w:val="decimal"/>
      <w:lvlText w:val="%7."/>
      <w:lvlJc w:val="left"/>
      <w:pPr>
        <w:ind w:left="5817" w:hanging="360"/>
      </w:pPr>
    </w:lvl>
    <w:lvl w:ilvl="7" w:tplc="08090019" w:tentative="1">
      <w:start w:val="1"/>
      <w:numFmt w:val="lowerLetter"/>
      <w:lvlText w:val="%8."/>
      <w:lvlJc w:val="left"/>
      <w:pPr>
        <w:ind w:left="6537" w:hanging="360"/>
      </w:pPr>
    </w:lvl>
    <w:lvl w:ilvl="8" w:tplc="08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5" w15:restartNumberingAfterBreak="0">
    <w:nsid w:val="3E56390C"/>
    <w:multiLevelType w:val="hybridMultilevel"/>
    <w:tmpl w:val="1834D934"/>
    <w:lvl w:ilvl="0" w:tplc="350A4D0C">
      <w:start w:val="1"/>
      <w:numFmt w:val="decimal"/>
      <w:lvlText w:val="%1)"/>
      <w:lvlJc w:val="left"/>
      <w:pPr>
        <w:ind w:left="1068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F014D42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3719E"/>
    <w:multiLevelType w:val="hybridMultilevel"/>
    <w:tmpl w:val="3A52DA00"/>
    <w:lvl w:ilvl="0" w:tplc="341C952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1A1DF4"/>
    <w:multiLevelType w:val="hybridMultilevel"/>
    <w:tmpl w:val="FA261D70"/>
    <w:lvl w:ilvl="0" w:tplc="E3D631CE">
      <w:start w:val="8"/>
      <w:numFmt w:val="bullet"/>
      <w:lvlText w:val="-"/>
      <w:lvlJc w:val="left"/>
      <w:pPr>
        <w:ind w:left="12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9" w15:restartNumberingAfterBreak="0">
    <w:nsid w:val="4DC07EB1"/>
    <w:multiLevelType w:val="hybridMultilevel"/>
    <w:tmpl w:val="39EEC77E"/>
    <w:lvl w:ilvl="0" w:tplc="040B0019">
      <w:start w:val="1"/>
      <w:numFmt w:val="lowerLetter"/>
      <w:lvlText w:val="%1."/>
      <w:lvlJc w:val="left"/>
      <w:pPr>
        <w:ind w:left="1497" w:hanging="360"/>
      </w:pPr>
    </w:lvl>
    <w:lvl w:ilvl="1" w:tplc="08090019" w:tentative="1">
      <w:start w:val="1"/>
      <w:numFmt w:val="lowerLetter"/>
      <w:lvlText w:val="%2."/>
      <w:lvlJc w:val="left"/>
      <w:pPr>
        <w:ind w:left="2217" w:hanging="360"/>
      </w:pPr>
    </w:lvl>
    <w:lvl w:ilvl="2" w:tplc="0809001B" w:tentative="1">
      <w:start w:val="1"/>
      <w:numFmt w:val="lowerRoman"/>
      <w:lvlText w:val="%3."/>
      <w:lvlJc w:val="right"/>
      <w:pPr>
        <w:ind w:left="2937" w:hanging="180"/>
      </w:pPr>
    </w:lvl>
    <w:lvl w:ilvl="3" w:tplc="0809000F" w:tentative="1">
      <w:start w:val="1"/>
      <w:numFmt w:val="decimal"/>
      <w:lvlText w:val="%4."/>
      <w:lvlJc w:val="left"/>
      <w:pPr>
        <w:ind w:left="3657" w:hanging="360"/>
      </w:pPr>
    </w:lvl>
    <w:lvl w:ilvl="4" w:tplc="08090019" w:tentative="1">
      <w:start w:val="1"/>
      <w:numFmt w:val="lowerLetter"/>
      <w:lvlText w:val="%5."/>
      <w:lvlJc w:val="left"/>
      <w:pPr>
        <w:ind w:left="4377" w:hanging="360"/>
      </w:pPr>
    </w:lvl>
    <w:lvl w:ilvl="5" w:tplc="0809001B" w:tentative="1">
      <w:start w:val="1"/>
      <w:numFmt w:val="lowerRoman"/>
      <w:lvlText w:val="%6."/>
      <w:lvlJc w:val="right"/>
      <w:pPr>
        <w:ind w:left="5097" w:hanging="180"/>
      </w:pPr>
    </w:lvl>
    <w:lvl w:ilvl="6" w:tplc="0809000F" w:tentative="1">
      <w:start w:val="1"/>
      <w:numFmt w:val="decimal"/>
      <w:lvlText w:val="%7."/>
      <w:lvlJc w:val="left"/>
      <w:pPr>
        <w:ind w:left="5817" w:hanging="360"/>
      </w:pPr>
    </w:lvl>
    <w:lvl w:ilvl="7" w:tplc="08090019" w:tentative="1">
      <w:start w:val="1"/>
      <w:numFmt w:val="lowerLetter"/>
      <w:lvlText w:val="%8."/>
      <w:lvlJc w:val="left"/>
      <w:pPr>
        <w:ind w:left="6537" w:hanging="360"/>
      </w:pPr>
    </w:lvl>
    <w:lvl w:ilvl="8" w:tplc="08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30" w15:restartNumberingAfterBreak="0">
    <w:nsid w:val="523A3DB1"/>
    <w:multiLevelType w:val="multilevel"/>
    <w:tmpl w:val="0074A9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8267ACD"/>
    <w:multiLevelType w:val="hybridMultilevel"/>
    <w:tmpl w:val="45C058C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B57FEC"/>
    <w:multiLevelType w:val="hybridMultilevel"/>
    <w:tmpl w:val="47F60270"/>
    <w:lvl w:ilvl="0" w:tplc="9FECC438">
      <w:start w:val="6"/>
      <w:numFmt w:val="bullet"/>
      <w:lvlText w:val="-"/>
      <w:lvlJc w:val="left"/>
      <w:pPr>
        <w:ind w:left="720" w:hanging="360"/>
      </w:pPr>
      <w:rPr>
        <w:rFonts w:ascii="Palatino" w:eastAsia="Calibri" w:hAnsi="Palatino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FD14CC"/>
    <w:multiLevelType w:val="hybridMultilevel"/>
    <w:tmpl w:val="78220DBC"/>
    <w:lvl w:ilvl="0" w:tplc="2D7655EA">
      <w:numFmt w:val="bullet"/>
      <w:lvlText w:val="-"/>
      <w:lvlJc w:val="left"/>
      <w:pPr>
        <w:ind w:left="720" w:hanging="360"/>
      </w:pPr>
      <w:rPr>
        <w:rFonts w:ascii="Palatino" w:eastAsia="Calibri" w:hAnsi="Palatino" w:cs="Calibri" w:hint="default"/>
        <w:b/>
        <w:color w:val="FF0000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0C290F"/>
    <w:multiLevelType w:val="multilevel"/>
    <w:tmpl w:val="C9229F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1800"/>
      </w:pPr>
      <w:rPr>
        <w:rFonts w:hint="default"/>
      </w:rPr>
    </w:lvl>
  </w:abstractNum>
  <w:abstractNum w:abstractNumId="35" w15:restartNumberingAfterBreak="0">
    <w:nsid w:val="73375AA1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046AB"/>
    <w:multiLevelType w:val="hybridMultilevel"/>
    <w:tmpl w:val="8EF6ECD8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19581B"/>
    <w:multiLevelType w:val="hybridMultilevel"/>
    <w:tmpl w:val="C69AA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411E6E"/>
    <w:multiLevelType w:val="hybridMultilevel"/>
    <w:tmpl w:val="192ADB82"/>
    <w:lvl w:ilvl="0" w:tplc="E702F2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32B5C"/>
    <w:multiLevelType w:val="hybridMultilevel"/>
    <w:tmpl w:val="D048D9B8"/>
    <w:lvl w:ilvl="0" w:tplc="39D28BA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030852"/>
    <w:multiLevelType w:val="hybridMultilevel"/>
    <w:tmpl w:val="A3F6A38A"/>
    <w:lvl w:ilvl="0" w:tplc="0809000F">
      <w:start w:val="1"/>
      <w:numFmt w:val="decimal"/>
      <w:lvlText w:val="%1."/>
      <w:lvlJc w:val="left"/>
      <w:pPr>
        <w:ind w:left="720" w:hanging="360"/>
      </w:pPr>
      <w:rPr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199849">
    <w:abstractNumId w:val="36"/>
  </w:num>
  <w:num w:numId="2" w16cid:durableId="1620645797">
    <w:abstractNumId w:val="18"/>
  </w:num>
  <w:num w:numId="3" w16cid:durableId="1808431241">
    <w:abstractNumId w:val="37"/>
  </w:num>
  <w:num w:numId="4" w16cid:durableId="1230917917">
    <w:abstractNumId w:val="20"/>
  </w:num>
  <w:num w:numId="5" w16cid:durableId="57216316">
    <w:abstractNumId w:val="16"/>
  </w:num>
  <w:num w:numId="6" w16cid:durableId="11345859">
    <w:abstractNumId w:val="31"/>
  </w:num>
  <w:num w:numId="7" w16cid:durableId="1409039812">
    <w:abstractNumId w:val="39"/>
  </w:num>
  <w:num w:numId="8" w16cid:durableId="1873109950">
    <w:abstractNumId w:val="32"/>
  </w:num>
  <w:num w:numId="9" w16cid:durableId="1238589392">
    <w:abstractNumId w:val="33"/>
  </w:num>
  <w:num w:numId="10" w16cid:durableId="1308047936">
    <w:abstractNumId w:val="13"/>
  </w:num>
  <w:num w:numId="11" w16cid:durableId="1135870996">
    <w:abstractNumId w:val="21"/>
  </w:num>
  <w:num w:numId="12" w16cid:durableId="83184521">
    <w:abstractNumId w:val="27"/>
  </w:num>
  <w:num w:numId="13" w16cid:durableId="1540976329">
    <w:abstractNumId w:val="12"/>
  </w:num>
  <w:num w:numId="14" w16cid:durableId="1980380878">
    <w:abstractNumId w:val="22"/>
  </w:num>
  <w:num w:numId="15" w16cid:durableId="1077628352">
    <w:abstractNumId w:val="40"/>
  </w:num>
  <w:num w:numId="16" w16cid:durableId="1782676713">
    <w:abstractNumId w:val="19"/>
  </w:num>
  <w:num w:numId="17" w16cid:durableId="821848253">
    <w:abstractNumId w:val="11"/>
  </w:num>
  <w:num w:numId="18" w16cid:durableId="489978500">
    <w:abstractNumId w:val="15"/>
  </w:num>
  <w:num w:numId="19" w16cid:durableId="649673495">
    <w:abstractNumId w:val="10"/>
  </w:num>
  <w:num w:numId="20" w16cid:durableId="1302928111">
    <w:abstractNumId w:val="24"/>
  </w:num>
  <w:num w:numId="21" w16cid:durableId="141850420">
    <w:abstractNumId w:val="29"/>
  </w:num>
  <w:num w:numId="22" w16cid:durableId="773406407">
    <w:abstractNumId w:val="25"/>
  </w:num>
  <w:num w:numId="23" w16cid:durableId="14771388">
    <w:abstractNumId w:val="30"/>
  </w:num>
  <w:num w:numId="24" w16cid:durableId="1952590888">
    <w:abstractNumId w:val="9"/>
  </w:num>
  <w:num w:numId="25" w16cid:durableId="321783435">
    <w:abstractNumId w:val="8"/>
  </w:num>
  <w:num w:numId="26" w16cid:durableId="445463011">
    <w:abstractNumId w:val="7"/>
  </w:num>
  <w:num w:numId="27" w16cid:durableId="1370106482">
    <w:abstractNumId w:val="6"/>
  </w:num>
  <w:num w:numId="28" w16cid:durableId="22558694">
    <w:abstractNumId w:val="5"/>
  </w:num>
  <w:num w:numId="29" w16cid:durableId="984119676">
    <w:abstractNumId w:val="4"/>
  </w:num>
  <w:num w:numId="30" w16cid:durableId="594634177">
    <w:abstractNumId w:val="3"/>
  </w:num>
  <w:num w:numId="31" w16cid:durableId="926155313">
    <w:abstractNumId w:val="2"/>
  </w:num>
  <w:num w:numId="32" w16cid:durableId="507790296">
    <w:abstractNumId w:val="1"/>
  </w:num>
  <w:num w:numId="33" w16cid:durableId="614405312">
    <w:abstractNumId w:val="0"/>
  </w:num>
  <w:num w:numId="34" w16cid:durableId="1239097800">
    <w:abstractNumId w:val="34"/>
  </w:num>
  <w:num w:numId="35" w16cid:durableId="1723407513">
    <w:abstractNumId w:val="28"/>
  </w:num>
  <w:num w:numId="36" w16cid:durableId="281765965">
    <w:abstractNumId w:val="17"/>
  </w:num>
  <w:num w:numId="37" w16cid:durableId="2087069884">
    <w:abstractNumId w:val="35"/>
  </w:num>
  <w:num w:numId="38" w16cid:durableId="1824814744">
    <w:abstractNumId w:val="38"/>
  </w:num>
  <w:num w:numId="39" w16cid:durableId="504176793">
    <w:abstractNumId w:val="26"/>
  </w:num>
  <w:num w:numId="40" w16cid:durableId="2102871396">
    <w:abstractNumId w:val="14"/>
  </w:num>
  <w:num w:numId="41" w16cid:durableId="104097687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i-FI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304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szAxsTQyMTM0NjdX0lEKTi0uzszPAykwNKgFAEeq0iQtAAAA"/>
  </w:docVars>
  <w:rsids>
    <w:rsidRoot w:val="00B95151"/>
    <w:rsid w:val="00006110"/>
    <w:rsid w:val="00010E34"/>
    <w:rsid w:val="00014FB7"/>
    <w:rsid w:val="000150D2"/>
    <w:rsid w:val="000163F2"/>
    <w:rsid w:val="00017BC9"/>
    <w:rsid w:val="000205C3"/>
    <w:rsid w:val="00021C3C"/>
    <w:rsid w:val="0002338B"/>
    <w:rsid w:val="00025D1E"/>
    <w:rsid w:val="0002617A"/>
    <w:rsid w:val="00030ED6"/>
    <w:rsid w:val="00037A51"/>
    <w:rsid w:val="00043130"/>
    <w:rsid w:val="00045825"/>
    <w:rsid w:val="00047D71"/>
    <w:rsid w:val="0005183E"/>
    <w:rsid w:val="00055572"/>
    <w:rsid w:val="00055F32"/>
    <w:rsid w:val="00071A18"/>
    <w:rsid w:val="0007548C"/>
    <w:rsid w:val="00081744"/>
    <w:rsid w:val="00091326"/>
    <w:rsid w:val="00095015"/>
    <w:rsid w:val="000A0D78"/>
    <w:rsid w:val="000A7604"/>
    <w:rsid w:val="000B58EF"/>
    <w:rsid w:val="000B65A3"/>
    <w:rsid w:val="000C0301"/>
    <w:rsid w:val="000C19B8"/>
    <w:rsid w:val="000C452D"/>
    <w:rsid w:val="000C473F"/>
    <w:rsid w:val="000C6D08"/>
    <w:rsid w:val="000D0629"/>
    <w:rsid w:val="000D164A"/>
    <w:rsid w:val="000D3A7E"/>
    <w:rsid w:val="000D508D"/>
    <w:rsid w:val="000D7263"/>
    <w:rsid w:val="000E76BB"/>
    <w:rsid w:val="000F305A"/>
    <w:rsid w:val="000F5270"/>
    <w:rsid w:val="000F7FE0"/>
    <w:rsid w:val="00101198"/>
    <w:rsid w:val="001060A5"/>
    <w:rsid w:val="001105BD"/>
    <w:rsid w:val="00111559"/>
    <w:rsid w:val="00112B55"/>
    <w:rsid w:val="001226BE"/>
    <w:rsid w:val="0012359F"/>
    <w:rsid w:val="00130819"/>
    <w:rsid w:val="0013234F"/>
    <w:rsid w:val="00142624"/>
    <w:rsid w:val="001426FC"/>
    <w:rsid w:val="00143C59"/>
    <w:rsid w:val="0014442D"/>
    <w:rsid w:val="00145B83"/>
    <w:rsid w:val="0015153B"/>
    <w:rsid w:val="00153930"/>
    <w:rsid w:val="0015427E"/>
    <w:rsid w:val="001542C1"/>
    <w:rsid w:val="00154BB0"/>
    <w:rsid w:val="00157B9B"/>
    <w:rsid w:val="00162F0C"/>
    <w:rsid w:val="00164F94"/>
    <w:rsid w:val="001666FF"/>
    <w:rsid w:val="0016789C"/>
    <w:rsid w:val="00167D2E"/>
    <w:rsid w:val="00171654"/>
    <w:rsid w:val="001723FD"/>
    <w:rsid w:val="00180E54"/>
    <w:rsid w:val="00183904"/>
    <w:rsid w:val="00186692"/>
    <w:rsid w:val="001873A7"/>
    <w:rsid w:val="001902D5"/>
    <w:rsid w:val="00193763"/>
    <w:rsid w:val="00194A99"/>
    <w:rsid w:val="001A3254"/>
    <w:rsid w:val="001A3A07"/>
    <w:rsid w:val="001B73BF"/>
    <w:rsid w:val="001C0C9B"/>
    <w:rsid w:val="001C7DFC"/>
    <w:rsid w:val="001D03C7"/>
    <w:rsid w:val="001E1287"/>
    <w:rsid w:val="001F30E1"/>
    <w:rsid w:val="001F585C"/>
    <w:rsid w:val="002031B1"/>
    <w:rsid w:val="00205082"/>
    <w:rsid w:val="00211461"/>
    <w:rsid w:val="0021740B"/>
    <w:rsid w:val="002205CC"/>
    <w:rsid w:val="00223223"/>
    <w:rsid w:val="002232D3"/>
    <w:rsid w:val="002237C8"/>
    <w:rsid w:val="002260D4"/>
    <w:rsid w:val="00227226"/>
    <w:rsid w:val="00232A9C"/>
    <w:rsid w:val="00234CEA"/>
    <w:rsid w:val="00236DCF"/>
    <w:rsid w:val="00244403"/>
    <w:rsid w:val="00247638"/>
    <w:rsid w:val="00254B89"/>
    <w:rsid w:val="002616FD"/>
    <w:rsid w:val="002729CE"/>
    <w:rsid w:val="002736C7"/>
    <w:rsid w:val="00273F2E"/>
    <w:rsid w:val="00274802"/>
    <w:rsid w:val="00275B3D"/>
    <w:rsid w:val="0027634C"/>
    <w:rsid w:val="002777AE"/>
    <w:rsid w:val="00286EA4"/>
    <w:rsid w:val="002902CF"/>
    <w:rsid w:val="00293B2A"/>
    <w:rsid w:val="00294116"/>
    <w:rsid w:val="00295C43"/>
    <w:rsid w:val="002A1C66"/>
    <w:rsid w:val="002A1F12"/>
    <w:rsid w:val="002A49DE"/>
    <w:rsid w:val="002A5CE5"/>
    <w:rsid w:val="002A6A25"/>
    <w:rsid w:val="002A704A"/>
    <w:rsid w:val="002B5C66"/>
    <w:rsid w:val="002C55FC"/>
    <w:rsid w:val="002C725D"/>
    <w:rsid w:val="002C75B2"/>
    <w:rsid w:val="002D7320"/>
    <w:rsid w:val="002E0E47"/>
    <w:rsid w:val="002E209A"/>
    <w:rsid w:val="002E2375"/>
    <w:rsid w:val="002E4FA5"/>
    <w:rsid w:val="002F2E0D"/>
    <w:rsid w:val="002F4A41"/>
    <w:rsid w:val="002F6795"/>
    <w:rsid w:val="002F72DC"/>
    <w:rsid w:val="00300757"/>
    <w:rsid w:val="0030139C"/>
    <w:rsid w:val="003024F9"/>
    <w:rsid w:val="0030424C"/>
    <w:rsid w:val="00305954"/>
    <w:rsid w:val="00311877"/>
    <w:rsid w:val="003233A6"/>
    <w:rsid w:val="0033251B"/>
    <w:rsid w:val="00334681"/>
    <w:rsid w:val="003373CC"/>
    <w:rsid w:val="00342451"/>
    <w:rsid w:val="00343F73"/>
    <w:rsid w:val="00345643"/>
    <w:rsid w:val="003556E7"/>
    <w:rsid w:val="00356F6C"/>
    <w:rsid w:val="00366407"/>
    <w:rsid w:val="003723CD"/>
    <w:rsid w:val="00373FDB"/>
    <w:rsid w:val="00381322"/>
    <w:rsid w:val="00382098"/>
    <w:rsid w:val="0039297E"/>
    <w:rsid w:val="00392F7C"/>
    <w:rsid w:val="00393B29"/>
    <w:rsid w:val="00394846"/>
    <w:rsid w:val="003A1AE2"/>
    <w:rsid w:val="003A3619"/>
    <w:rsid w:val="003B09B0"/>
    <w:rsid w:val="003B2F2D"/>
    <w:rsid w:val="003B33AD"/>
    <w:rsid w:val="003B40DB"/>
    <w:rsid w:val="003C0E57"/>
    <w:rsid w:val="003D049D"/>
    <w:rsid w:val="003D1F8D"/>
    <w:rsid w:val="003D3C64"/>
    <w:rsid w:val="003F3A73"/>
    <w:rsid w:val="003F733B"/>
    <w:rsid w:val="00401488"/>
    <w:rsid w:val="0040471F"/>
    <w:rsid w:val="00410D0F"/>
    <w:rsid w:val="00413DD0"/>
    <w:rsid w:val="004159F2"/>
    <w:rsid w:val="004201AE"/>
    <w:rsid w:val="00422D54"/>
    <w:rsid w:val="00425837"/>
    <w:rsid w:val="00426621"/>
    <w:rsid w:val="00427052"/>
    <w:rsid w:val="00440C55"/>
    <w:rsid w:val="004416C2"/>
    <w:rsid w:val="00447A7A"/>
    <w:rsid w:val="00451B53"/>
    <w:rsid w:val="00451C59"/>
    <w:rsid w:val="0045641A"/>
    <w:rsid w:val="0045763A"/>
    <w:rsid w:val="00465EEC"/>
    <w:rsid w:val="00471E4A"/>
    <w:rsid w:val="004769B4"/>
    <w:rsid w:val="00480AA3"/>
    <w:rsid w:val="00482091"/>
    <w:rsid w:val="00482249"/>
    <w:rsid w:val="00483E32"/>
    <w:rsid w:val="00490A75"/>
    <w:rsid w:val="00494606"/>
    <w:rsid w:val="0049694F"/>
    <w:rsid w:val="004A20AD"/>
    <w:rsid w:val="004A20F0"/>
    <w:rsid w:val="004A5AB6"/>
    <w:rsid w:val="004B7752"/>
    <w:rsid w:val="004C1F61"/>
    <w:rsid w:val="004C2A4C"/>
    <w:rsid w:val="004C506B"/>
    <w:rsid w:val="004D0830"/>
    <w:rsid w:val="004D324B"/>
    <w:rsid w:val="004E0146"/>
    <w:rsid w:val="004E7319"/>
    <w:rsid w:val="004F01DA"/>
    <w:rsid w:val="004F3C02"/>
    <w:rsid w:val="004F64A7"/>
    <w:rsid w:val="005012BD"/>
    <w:rsid w:val="00503AD0"/>
    <w:rsid w:val="005110D9"/>
    <w:rsid w:val="0051295D"/>
    <w:rsid w:val="00512A55"/>
    <w:rsid w:val="00521136"/>
    <w:rsid w:val="00525338"/>
    <w:rsid w:val="00532928"/>
    <w:rsid w:val="005361C2"/>
    <w:rsid w:val="00543500"/>
    <w:rsid w:val="0054487F"/>
    <w:rsid w:val="00544CB6"/>
    <w:rsid w:val="00551177"/>
    <w:rsid w:val="005575C7"/>
    <w:rsid w:val="00557EA3"/>
    <w:rsid w:val="00562D88"/>
    <w:rsid w:val="00564C1D"/>
    <w:rsid w:val="00565690"/>
    <w:rsid w:val="005675C1"/>
    <w:rsid w:val="0057342F"/>
    <w:rsid w:val="005954DF"/>
    <w:rsid w:val="005A19E4"/>
    <w:rsid w:val="005A43A9"/>
    <w:rsid w:val="005A490C"/>
    <w:rsid w:val="005A5ED7"/>
    <w:rsid w:val="005A6A23"/>
    <w:rsid w:val="005A6F2E"/>
    <w:rsid w:val="005B3256"/>
    <w:rsid w:val="005B471F"/>
    <w:rsid w:val="005B4AD4"/>
    <w:rsid w:val="005B6314"/>
    <w:rsid w:val="005B6CF3"/>
    <w:rsid w:val="005C145A"/>
    <w:rsid w:val="005D48F4"/>
    <w:rsid w:val="005E137E"/>
    <w:rsid w:val="005E3679"/>
    <w:rsid w:val="006005D6"/>
    <w:rsid w:val="0060167B"/>
    <w:rsid w:val="00605AE0"/>
    <w:rsid w:val="006103C0"/>
    <w:rsid w:val="00610B1F"/>
    <w:rsid w:val="00612A18"/>
    <w:rsid w:val="00621FB4"/>
    <w:rsid w:val="00624489"/>
    <w:rsid w:val="00626D5F"/>
    <w:rsid w:val="00645B10"/>
    <w:rsid w:val="00651273"/>
    <w:rsid w:val="00656ECC"/>
    <w:rsid w:val="006609A1"/>
    <w:rsid w:val="00661593"/>
    <w:rsid w:val="006640BA"/>
    <w:rsid w:val="00666E8C"/>
    <w:rsid w:val="00674A38"/>
    <w:rsid w:val="00691C46"/>
    <w:rsid w:val="00693340"/>
    <w:rsid w:val="00696FDA"/>
    <w:rsid w:val="006A20E8"/>
    <w:rsid w:val="006B4C48"/>
    <w:rsid w:val="006B4DC0"/>
    <w:rsid w:val="006B69A1"/>
    <w:rsid w:val="006B7834"/>
    <w:rsid w:val="006C513C"/>
    <w:rsid w:val="006D198E"/>
    <w:rsid w:val="006D3E5E"/>
    <w:rsid w:val="006D53BD"/>
    <w:rsid w:val="006D64BD"/>
    <w:rsid w:val="006D6962"/>
    <w:rsid w:val="006D786F"/>
    <w:rsid w:val="006F4A01"/>
    <w:rsid w:val="006F4D7D"/>
    <w:rsid w:val="006F65D4"/>
    <w:rsid w:val="00700B44"/>
    <w:rsid w:val="007024AD"/>
    <w:rsid w:val="00704AA0"/>
    <w:rsid w:val="00715464"/>
    <w:rsid w:val="00716677"/>
    <w:rsid w:val="00720DE8"/>
    <w:rsid w:val="0073153D"/>
    <w:rsid w:val="00735E33"/>
    <w:rsid w:val="00737772"/>
    <w:rsid w:val="00744EFC"/>
    <w:rsid w:val="00745CD8"/>
    <w:rsid w:val="007513B6"/>
    <w:rsid w:val="00754406"/>
    <w:rsid w:val="00760015"/>
    <w:rsid w:val="00760C25"/>
    <w:rsid w:val="00764EB6"/>
    <w:rsid w:val="00766C71"/>
    <w:rsid w:val="0077789A"/>
    <w:rsid w:val="007A0CBA"/>
    <w:rsid w:val="007A2E55"/>
    <w:rsid w:val="007A77B0"/>
    <w:rsid w:val="007B256E"/>
    <w:rsid w:val="007B6F04"/>
    <w:rsid w:val="007C214E"/>
    <w:rsid w:val="007C25B3"/>
    <w:rsid w:val="007C3BF0"/>
    <w:rsid w:val="007D44E5"/>
    <w:rsid w:val="007D4BAF"/>
    <w:rsid w:val="007D7847"/>
    <w:rsid w:val="007E58C0"/>
    <w:rsid w:val="007E6621"/>
    <w:rsid w:val="007F345C"/>
    <w:rsid w:val="00803993"/>
    <w:rsid w:val="00804225"/>
    <w:rsid w:val="0081033E"/>
    <w:rsid w:val="00810504"/>
    <w:rsid w:val="00816430"/>
    <w:rsid w:val="00821136"/>
    <w:rsid w:val="00833D47"/>
    <w:rsid w:val="00835600"/>
    <w:rsid w:val="00846397"/>
    <w:rsid w:val="00860A1A"/>
    <w:rsid w:val="0086523E"/>
    <w:rsid w:val="008652B1"/>
    <w:rsid w:val="008717D6"/>
    <w:rsid w:val="00875B72"/>
    <w:rsid w:val="00890755"/>
    <w:rsid w:val="00892180"/>
    <w:rsid w:val="0089546D"/>
    <w:rsid w:val="0089597C"/>
    <w:rsid w:val="008A14ED"/>
    <w:rsid w:val="008A251F"/>
    <w:rsid w:val="008A38CA"/>
    <w:rsid w:val="008B3985"/>
    <w:rsid w:val="008B6EFE"/>
    <w:rsid w:val="008B6F95"/>
    <w:rsid w:val="008C07FE"/>
    <w:rsid w:val="008D0380"/>
    <w:rsid w:val="008D650A"/>
    <w:rsid w:val="008E24CD"/>
    <w:rsid w:val="008E5B1E"/>
    <w:rsid w:val="008E7284"/>
    <w:rsid w:val="008F6E78"/>
    <w:rsid w:val="00900FC7"/>
    <w:rsid w:val="00904786"/>
    <w:rsid w:val="009127A2"/>
    <w:rsid w:val="00913C62"/>
    <w:rsid w:val="009148E9"/>
    <w:rsid w:val="00914E73"/>
    <w:rsid w:val="00916530"/>
    <w:rsid w:val="00920293"/>
    <w:rsid w:val="0092089A"/>
    <w:rsid w:val="009211F4"/>
    <w:rsid w:val="00923AC1"/>
    <w:rsid w:val="00924655"/>
    <w:rsid w:val="00927E08"/>
    <w:rsid w:val="00930FE7"/>
    <w:rsid w:val="00933B15"/>
    <w:rsid w:val="00936C7C"/>
    <w:rsid w:val="009379AD"/>
    <w:rsid w:val="009465EC"/>
    <w:rsid w:val="0094700E"/>
    <w:rsid w:val="00960F40"/>
    <w:rsid w:val="00961E3C"/>
    <w:rsid w:val="009625DB"/>
    <w:rsid w:val="009703E1"/>
    <w:rsid w:val="00976260"/>
    <w:rsid w:val="009767C8"/>
    <w:rsid w:val="009808FB"/>
    <w:rsid w:val="0098369A"/>
    <w:rsid w:val="00994BAD"/>
    <w:rsid w:val="00997EE3"/>
    <w:rsid w:val="009A278D"/>
    <w:rsid w:val="009A299D"/>
    <w:rsid w:val="009A4243"/>
    <w:rsid w:val="009A6D69"/>
    <w:rsid w:val="009B0A4A"/>
    <w:rsid w:val="009B383F"/>
    <w:rsid w:val="009C7AB0"/>
    <w:rsid w:val="009D0804"/>
    <w:rsid w:val="009D2835"/>
    <w:rsid w:val="009D3EE7"/>
    <w:rsid w:val="009D4EDD"/>
    <w:rsid w:val="009D5968"/>
    <w:rsid w:val="009D6F99"/>
    <w:rsid w:val="009E4392"/>
    <w:rsid w:val="009E441F"/>
    <w:rsid w:val="009E76A4"/>
    <w:rsid w:val="009F4F7F"/>
    <w:rsid w:val="00A04528"/>
    <w:rsid w:val="00A04BCD"/>
    <w:rsid w:val="00A05043"/>
    <w:rsid w:val="00A062F5"/>
    <w:rsid w:val="00A10DE8"/>
    <w:rsid w:val="00A11590"/>
    <w:rsid w:val="00A1200B"/>
    <w:rsid w:val="00A15E81"/>
    <w:rsid w:val="00A17518"/>
    <w:rsid w:val="00A2709C"/>
    <w:rsid w:val="00A306F2"/>
    <w:rsid w:val="00A31EE4"/>
    <w:rsid w:val="00A3235F"/>
    <w:rsid w:val="00A35CE9"/>
    <w:rsid w:val="00A36C93"/>
    <w:rsid w:val="00A46E22"/>
    <w:rsid w:val="00A572A2"/>
    <w:rsid w:val="00A57E21"/>
    <w:rsid w:val="00A636C3"/>
    <w:rsid w:val="00A64453"/>
    <w:rsid w:val="00A649FE"/>
    <w:rsid w:val="00A828E9"/>
    <w:rsid w:val="00A94A02"/>
    <w:rsid w:val="00A97E88"/>
    <w:rsid w:val="00AA2E7C"/>
    <w:rsid w:val="00AB05CD"/>
    <w:rsid w:val="00AC1108"/>
    <w:rsid w:val="00AC20F1"/>
    <w:rsid w:val="00AD04D2"/>
    <w:rsid w:val="00AD0F12"/>
    <w:rsid w:val="00AD4F0D"/>
    <w:rsid w:val="00AD561D"/>
    <w:rsid w:val="00AD5784"/>
    <w:rsid w:val="00AD7305"/>
    <w:rsid w:val="00AD780F"/>
    <w:rsid w:val="00AF67EA"/>
    <w:rsid w:val="00B015EA"/>
    <w:rsid w:val="00B02156"/>
    <w:rsid w:val="00B0473A"/>
    <w:rsid w:val="00B055F5"/>
    <w:rsid w:val="00B05C44"/>
    <w:rsid w:val="00B06AFF"/>
    <w:rsid w:val="00B07E5B"/>
    <w:rsid w:val="00B11BFE"/>
    <w:rsid w:val="00B122A6"/>
    <w:rsid w:val="00B13BC0"/>
    <w:rsid w:val="00B27597"/>
    <w:rsid w:val="00B35345"/>
    <w:rsid w:val="00B361AD"/>
    <w:rsid w:val="00B369B2"/>
    <w:rsid w:val="00B3768F"/>
    <w:rsid w:val="00B42910"/>
    <w:rsid w:val="00B42BCC"/>
    <w:rsid w:val="00B445C0"/>
    <w:rsid w:val="00B44DDF"/>
    <w:rsid w:val="00B45D55"/>
    <w:rsid w:val="00B4798B"/>
    <w:rsid w:val="00B51A75"/>
    <w:rsid w:val="00B52306"/>
    <w:rsid w:val="00B53E44"/>
    <w:rsid w:val="00B676B8"/>
    <w:rsid w:val="00B679FE"/>
    <w:rsid w:val="00B80888"/>
    <w:rsid w:val="00B95151"/>
    <w:rsid w:val="00BA0B4F"/>
    <w:rsid w:val="00BA0D9A"/>
    <w:rsid w:val="00BA152D"/>
    <w:rsid w:val="00BA5341"/>
    <w:rsid w:val="00BA5A87"/>
    <w:rsid w:val="00BA7521"/>
    <w:rsid w:val="00BB06F2"/>
    <w:rsid w:val="00BB19FA"/>
    <w:rsid w:val="00BB74B6"/>
    <w:rsid w:val="00BC00C0"/>
    <w:rsid w:val="00BC2108"/>
    <w:rsid w:val="00BC417A"/>
    <w:rsid w:val="00BC6176"/>
    <w:rsid w:val="00BC6C90"/>
    <w:rsid w:val="00BF2A8A"/>
    <w:rsid w:val="00C009C2"/>
    <w:rsid w:val="00C02A33"/>
    <w:rsid w:val="00C05811"/>
    <w:rsid w:val="00C154FC"/>
    <w:rsid w:val="00C162E3"/>
    <w:rsid w:val="00C20678"/>
    <w:rsid w:val="00C2243C"/>
    <w:rsid w:val="00C23C31"/>
    <w:rsid w:val="00C24705"/>
    <w:rsid w:val="00C30C90"/>
    <w:rsid w:val="00C32581"/>
    <w:rsid w:val="00C36401"/>
    <w:rsid w:val="00C412E1"/>
    <w:rsid w:val="00C43AF4"/>
    <w:rsid w:val="00C45899"/>
    <w:rsid w:val="00C45C13"/>
    <w:rsid w:val="00C47CD3"/>
    <w:rsid w:val="00C53A22"/>
    <w:rsid w:val="00C62065"/>
    <w:rsid w:val="00C67390"/>
    <w:rsid w:val="00C67879"/>
    <w:rsid w:val="00C73CC1"/>
    <w:rsid w:val="00C83D1B"/>
    <w:rsid w:val="00C86095"/>
    <w:rsid w:val="00C96BC9"/>
    <w:rsid w:val="00CA17C5"/>
    <w:rsid w:val="00CA1D2A"/>
    <w:rsid w:val="00CA1D99"/>
    <w:rsid w:val="00CA340E"/>
    <w:rsid w:val="00CA6F8A"/>
    <w:rsid w:val="00CB47FB"/>
    <w:rsid w:val="00CB7360"/>
    <w:rsid w:val="00CC26AE"/>
    <w:rsid w:val="00CC40D1"/>
    <w:rsid w:val="00CC4D70"/>
    <w:rsid w:val="00CD090E"/>
    <w:rsid w:val="00CD1611"/>
    <w:rsid w:val="00CD1AD8"/>
    <w:rsid w:val="00CD4C69"/>
    <w:rsid w:val="00CF139A"/>
    <w:rsid w:val="00CF5967"/>
    <w:rsid w:val="00D111E3"/>
    <w:rsid w:val="00D1305D"/>
    <w:rsid w:val="00D14497"/>
    <w:rsid w:val="00D15143"/>
    <w:rsid w:val="00D26F93"/>
    <w:rsid w:val="00D41D99"/>
    <w:rsid w:val="00D428CA"/>
    <w:rsid w:val="00D42A4F"/>
    <w:rsid w:val="00D4504C"/>
    <w:rsid w:val="00D561DC"/>
    <w:rsid w:val="00D71A6B"/>
    <w:rsid w:val="00D736B4"/>
    <w:rsid w:val="00D80747"/>
    <w:rsid w:val="00D82B45"/>
    <w:rsid w:val="00D84968"/>
    <w:rsid w:val="00D9394B"/>
    <w:rsid w:val="00D97971"/>
    <w:rsid w:val="00D97ABA"/>
    <w:rsid w:val="00DA43E2"/>
    <w:rsid w:val="00DA6593"/>
    <w:rsid w:val="00DA7B61"/>
    <w:rsid w:val="00DB5683"/>
    <w:rsid w:val="00DB7131"/>
    <w:rsid w:val="00DC4560"/>
    <w:rsid w:val="00DC608A"/>
    <w:rsid w:val="00DC62C9"/>
    <w:rsid w:val="00DC64C7"/>
    <w:rsid w:val="00DC6CB9"/>
    <w:rsid w:val="00DD0A08"/>
    <w:rsid w:val="00DD338C"/>
    <w:rsid w:val="00DD471B"/>
    <w:rsid w:val="00DD6867"/>
    <w:rsid w:val="00DE2068"/>
    <w:rsid w:val="00DE4CC1"/>
    <w:rsid w:val="00DE766C"/>
    <w:rsid w:val="00DF264A"/>
    <w:rsid w:val="00DF34EB"/>
    <w:rsid w:val="00DF4758"/>
    <w:rsid w:val="00E0136B"/>
    <w:rsid w:val="00E040AB"/>
    <w:rsid w:val="00E05F8B"/>
    <w:rsid w:val="00E06D80"/>
    <w:rsid w:val="00E1414D"/>
    <w:rsid w:val="00E206B4"/>
    <w:rsid w:val="00E22987"/>
    <w:rsid w:val="00E35381"/>
    <w:rsid w:val="00E37430"/>
    <w:rsid w:val="00E3759E"/>
    <w:rsid w:val="00E37A73"/>
    <w:rsid w:val="00E40FB5"/>
    <w:rsid w:val="00E42CBE"/>
    <w:rsid w:val="00E4395A"/>
    <w:rsid w:val="00E470CB"/>
    <w:rsid w:val="00E47BA8"/>
    <w:rsid w:val="00E568F9"/>
    <w:rsid w:val="00E65747"/>
    <w:rsid w:val="00E720CB"/>
    <w:rsid w:val="00E75E9A"/>
    <w:rsid w:val="00E779DF"/>
    <w:rsid w:val="00E86877"/>
    <w:rsid w:val="00E86E4B"/>
    <w:rsid w:val="00E9653D"/>
    <w:rsid w:val="00EA11F1"/>
    <w:rsid w:val="00EA2034"/>
    <w:rsid w:val="00EA34CD"/>
    <w:rsid w:val="00EA48B1"/>
    <w:rsid w:val="00EA4B36"/>
    <w:rsid w:val="00EA7B26"/>
    <w:rsid w:val="00EB03E8"/>
    <w:rsid w:val="00EB0C65"/>
    <w:rsid w:val="00EB28DA"/>
    <w:rsid w:val="00EB3CAA"/>
    <w:rsid w:val="00EC6828"/>
    <w:rsid w:val="00ED07D9"/>
    <w:rsid w:val="00ED27C4"/>
    <w:rsid w:val="00EE1029"/>
    <w:rsid w:val="00EE1ED3"/>
    <w:rsid w:val="00EE208E"/>
    <w:rsid w:val="00EE3F05"/>
    <w:rsid w:val="00EE7763"/>
    <w:rsid w:val="00EE7A7D"/>
    <w:rsid w:val="00EF59E9"/>
    <w:rsid w:val="00F001F7"/>
    <w:rsid w:val="00F02374"/>
    <w:rsid w:val="00F0421C"/>
    <w:rsid w:val="00F070C8"/>
    <w:rsid w:val="00F11AC9"/>
    <w:rsid w:val="00F12A95"/>
    <w:rsid w:val="00F138A4"/>
    <w:rsid w:val="00F14F1A"/>
    <w:rsid w:val="00F167F2"/>
    <w:rsid w:val="00F21D4C"/>
    <w:rsid w:val="00F271EC"/>
    <w:rsid w:val="00F37292"/>
    <w:rsid w:val="00F40B3C"/>
    <w:rsid w:val="00F420F3"/>
    <w:rsid w:val="00F460CD"/>
    <w:rsid w:val="00F50FA5"/>
    <w:rsid w:val="00F6367C"/>
    <w:rsid w:val="00F67177"/>
    <w:rsid w:val="00F67C1A"/>
    <w:rsid w:val="00F756DC"/>
    <w:rsid w:val="00F776E7"/>
    <w:rsid w:val="00F86545"/>
    <w:rsid w:val="00F87ADB"/>
    <w:rsid w:val="00F87D44"/>
    <w:rsid w:val="00F92288"/>
    <w:rsid w:val="00F96DBE"/>
    <w:rsid w:val="00FA271B"/>
    <w:rsid w:val="00FA417D"/>
    <w:rsid w:val="00FB3E7D"/>
    <w:rsid w:val="00FB4C04"/>
    <w:rsid w:val="00FC3483"/>
    <w:rsid w:val="00FC358A"/>
    <w:rsid w:val="00FC45B9"/>
    <w:rsid w:val="00FF2210"/>
    <w:rsid w:val="00FF33E3"/>
    <w:rsid w:val="00FF4460"/>
    <w:rsid w:val="15EF9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43CB7E"/>
  <w15:docId w15:val="{08F7A20F-4FA9-43F1-8C54-D17A295A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Calibri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784"/>
    <w:pPr>
      <w:spacing w:after="120"/>
      <w:jc w:val="both"/>
    </w:pPr>
    <w:rPr>
      <w:rFonts w:asciiTheme="minorHAnsi" w:hAnsiTheme="minorHAnsi"/>
      <w:color w:val="000000"/>
      <w:sz w:val="24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5A6F2E"/>
    <w:pPr>
      <w:keepNext/>
      <w:widowControl w:val="0"/>
      <w:spacing w:before="360"/>
      <w:jc w:val="center"/>
      <w:outlineLvl w:val="0"/>
    </w:pPr>
    <w:rPr>
      <w:rFonts w:ascii="Calibri" w:eastAsia="Times New Roman" w:hAnsi="Calibri" w:cs="Times New Roman"/>
      <w:b/>
      <w:bCs/>
      <w:sz w:val="32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BB19FA"/>
    <w:pPr>
      <w:keepNext/>
      <w:spacing w:before="240"/>
      <w:jc w:val="center"/>
      <w:outlineLvl w:val="1"/>
    </w:pPr>
    <w:rPr>
      <w:rFonts w:eastAsia="Times New Roman" w:cs="Times New Roman"/>
      <w:b/>
      <w:bCs/>
      <w:sz w:val="28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A0D78"/>
    <w:pPr>
      <w:keepNext/>
      <w:keepLines/>
      <w:spacing w:before="60"/>
      <w:jc w:val="left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nhideWhenUsed/>
    <w:rsid w:val="00D97ABA"/>
    <w:pPr>
      <w:tabs>
        <w:tab w:val="center" w:pos="4513"/>
        <w:tab w:val="right" w:pos="9026"/>
      </w:tabs>
      <w:spacing w:after="0"/>
    </w:pPr>
  </w:style>
  <w:style w:type="character" w:customStyle="1" w:styleId="ZaglavljestraniceChar">
    <w:name w:val="Zaglavlje stranice Char"/>
    <w:link w:val="Zaglavljestranice"/>
    <w:rsid w:val="00D97ABA"/>
    <w:rPr>
      <w:color w:val="000000"/>
      <w:sz w:val="22"/>
      <w:szCs w:val="22"/>
      <w:lang w:val="en-GB" w:eastAsia="en-US"/>
    </w:rPr>
  </w:style>
  <w:style w:type="paragraph" w:styleId="Podnojestranice">
    <w:name w:val="footer"/>
    <w:basedOn w:val="Normal"/>
    <w:link w:val="PodnojestraniceChar"/>
    <w:uiPriority w:val="99"/>
    <w:unhideWhenUsed/>
    <w:rsid w:val="004D0830"/>
    <w:pPr>
      <w:tabs>
        <w:tab w:val="center" w:pos="4513"/>
        <w:tab w:val="right" w:pos="9026"/>
      </w:tabs>
      <w:spacing w:after="0"/>
    </w:pPr>
    <w:rPr>
      <w:sz w:val="20"/>
    </w:rPr>
  </w:style>
  <w:style w:type="character" w:customStyle="1" w:styleId="PodnojestraniceChar">
    <w:name w:val="Podnožje stranice Char"/>
    <w:link w:val="Podnojestranice"/>
    <w:uiPriority w:val="99"/>
    <w:rsid w:val="004D0830"/>
    <w:rPr>
      <w:color w:val="000000"/>
      <w:szCs w:val="22"/>
      <w:lang w:val="en-GB" w:eastAsia="en-US"/>
    </w:rPr>
  </w:style>
  <w:style w:type="character" w:customStyle="1" w:styleId="Naslov2Char">
    <w:name w:val="Naslov 2 Char"/>
    <w:link w:val="Naslov2"/>
    <w:rsid w:val="00BB19FA"/>
    <w:rPr>
      <w:rFonts w:asciiTheme="minorHAnsi" w:eastAsia="Times New Roman" w:hAnsiTheme="minorHAnsi" w:cs="Times New Roman"/>
      <w:b/>
      <w:bCs/>
      <w:color w:val="000000"/>
      <w:sz w:val="28"/>
      <w:szCs w:val="26"/>
      <w:lang w:val="en-GB" w:eastAsia="en-US"/>
    </w:rPr>
  </w:style>
  <w:style w:type="character" w:customStyle="1" w:styleId="Naslov1Char">
    <w:name w:val="Naslov 1 Char"/>
    <w:link w:val="Naslov1"/>
    <w:uiPriority w:val="9"/>
    <w:rsid w:val="005A6F2E"/>
    <w:rPr>
      <w:rFonts w:ascii="Calibri" w:eastAsia="Times New Roman" w:hAnsi="Calibri" w:cs="Times New Roman"/>
      <w:b/>
      <w:bCs/>
      <w:color w:val="000000"/>
      <w:sz w:val="32"/>
      <w:szCs w:val="28"/>
      <w:lang w:val="en-GB" w:eastAsia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66C71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link w:val="Tekstubaloniu"/>
    <w:uiPriority w:val="99"/>
    <w:semiHidden/>
    <w:rsid w:val="00766C71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2A704A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81033E"/>
    <w:rPr>
      <w:color w:val="0000FF" w:themeColor="hyperlink"/>
      <w:u w:val="single"/>
    </w:rPr>
  </w:style>
  <w:style w:type="table" w:styleId="Koordinatnamreatabele">
    <w:name w:val="Table Grid"/>
    <w:basedOn w:val="Normalnatabela"/>
    <w:uiPriority w:val="39"/>
    <w:rsid w:val="005A4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semiHidden/>
    <w:rsid w:val="00343F73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rsid w:val="00343F73"/>
    <w:pPr>
      <w:jc w:val="left"/>
    </w:pPr>
    <w:rPr>
      <w:rFonts w:eastAsia="Times New Roman" w:cs="Times New Roman"/>
      <w:color w:val="auto"/>
      <w:szCs w:val="20"/>
      <w:lang w:val="de-DE"/>
    </w:rPr>
  </w:style>
  <w:style w:type="character" w:customStyle="1" w:styleId="TekstkomentaraChar">
    <w:name w:val="Tekst komentara Char"/>
    <w:basedOn w:val="Podrazumevanifontpasusa"/>
    <w:link w:val="Tekstkomentara"/>
    <w:semiHidden/>
    <w:rsid w:val="00343F73"/>
    <w:rPr>
      <w:rFonts w:eastAsia="Times New Roman" w:cs="Times New Roman"/>
      <w:lang w:val="de-DE" w:eastAsia="en-US"/>
    </w:rPr>
  </w:style>
  <w:style w:type="character" w:customStyle="1" w:styleId="Naslov3Char">
    <w:name w:val="Naslov 3 Char"/>
    <w:basedOn w:val="Podrazumevanifontpasusa"/>
    <w:link w:val="Naslov3"/>
    <w:uiPriority w:val="9"/>
    <w:rsid w:val="000A0D78"/>
    <w:rPr>
      <w:rFonts w:asciiTheme="minorHAnsi" w:eastAsiaTheme="majorEastAsia" w:hAnsiTheme="minorHAnsi" w:cstheme="majorBidi"/>
      <w:b/>
      <w:color w:val="000000" w:themeColor="text1"/>
      <w:sz w:val="22"/>
      <w:szCs w:val="24"/>
      <w:lang w:val="en-GB" w:eastAsia="en-US"/>
    </w:rPr>
  </w:style>
  <w:style w:type="paragraph" w:styleId="Bezrazmaka">
    <w:name w:val="No Spacing"/>
    <w:uiPriority w:val="1"/>
    <w:rsid w:val="0086523E"/>
    <w:pPr>
      <w:jc w:val="both"/>
    </w:pPr>
    <w:rPr>
      <w:color w:val="000000"/>
      <w:sz w:val="22"/>
      <w:szCs w:val="22"/>
      <w:lang w:val="en-GB" w:eastAsia="en-US"/>
    </w:rPr>
  </w:style>
  <w:style w:type="paragraph" w:styleId="Tekstfusnote">
    <w:name w:val="footnote text"/>
    <w:basedOn w:val="Normal"/>
    <w:link w:val="TekstfusnoteChar"/>
    <w:uiPriority w:val="99"/>
    <w:rsid w:val="00274802"/>
    <w:pPr>
      <w:jc w:val="left"/>
    </w:pPr>
    <w:rPr>
      <w:rFonts w:eastAsia="Times New Roman" w:cs="Times New Roman"/>
      <w:color w:val="auto"/>
      <w:sz w:val="22"/>
      <w:szCs w:val="20"/>
      <w:lang w:val="de-DE"/>
    </w:rPr>
  </w:style>
  <w:style w:type="character" w:customStyle="1" w:styleId="TekstfusnoteChar">
    <w:name w:val="Tekst fusnote Char"/>
    <w:basedOn w:val="Podrazumevanifontpasusa"/>
    <w:link w:val="Tekstfusnote"/>
    <w:uiPriority w:val="99"/>
    <w:rsid w:val="00274802"/>
    <w:rPr>
      <w:rFonts w:asciiTheme="minorHAnsi" w:eastAsia="Times New Roman" w:hAnsiTheme="minorHAnsi" w:cs="Times New Roman"/>
      <w:sz w:val="22"/>
      <w:lang w:val="de-DE" w:eastAsia="en-US"/>
    </w:rPr>
  </w:style>
  <w:style w:type="character" w:styleId="Referencafusnote">
    <w:name w:val="footnote reference"/>
    <w:uiPriority w:val="99"/>
    <w:semiHidden/>
    <w:rsid w:val="00343F73"/>
    <w:rPr>
      <w:vertAlign w:val="superscript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A2E7C"/>
    <w:pPr>
      <w:jc w:val="both"/>
    </w:pPr>
    <w:rPr>
      <w:rFonts w:ascii="Palatino" w:eastAsia="Calibri" w:hAnsi="Palatino" w:cs="Calibri"/>
      <w:b/>
      <w:bCs/>
      <w:color w:val="000000"/>
      <w:lang w:val="en-GB"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A2E7C"/>
    <w:rPr>
      <w:rFonts w:ascii="Palatino" w:eastAsia="Times New Roman" w:hAnsi="Palatino" w:cs="Times New Roman"/>
      <w:b/>
      <w:bCs/>
      <w:color w:val="000000"/>
      <w:lang w:val="en-GB" w:eastAsia="en-US"/>
    </w:rPr>
  </w:style>
  <w:style w:type="paragraph" w:styleId="Naslov">
    <w:name w:val="Title"/>
    <w:basedOn w:val="Normal"/>
    <w:next w:val="Normal"/>
    <w:link w:val="NaslovChar"/>
    <w:uiPriority w:val="10"/>
    <w:qFormat/>
    <w:rsid w:val="00803993"/>
    <w:pPr>
      <w:pBdr>
        <w:bottom w:val="single" w:sz="4" w:space="1" w:color="auto"/>
      </w:pBdr>
      <w:spacing w:after="200"/>
      <w:contextualSpacing/>
      <w:jc w:val="left"/>
    </w:pPr>
    <w:rPr>
      <w:rFonts w:asciiTheme="majorHAnsi" w:eastAsiaTheme="majorEastAsia" w:hAnsiTheme="majorHAnsi" w:cstheme="majorBidi"/>
      <w:color w:val="auto"/>
      <w:spacing w:val="5"/>
      <w:sz w:val="52"/>
      <w:szCs w:val="52"/>
      <w:lang w:val="en-US"/>
    </w:rPr>
  </w:style>
  <w:style w:type="character" w:customStyle="1" w:styleId="NaslovChar">
    <w:name w:val="Naslov Char"/>
    <w:basedOn w:val="Podrazumevanifontpasusa"/>
    <w:link w:val="Naslov"/>
    <w:uiPriority w:val="10"/>
    <w:rsid w:val="00803993"/>
    <w:rPr>
      <w:rFonts w:asciiTheme="majorHAnsi" w:eastAsiaTheme="majorEastAsia" w:hAnsiTheme="majorHAnsi" w:cstheme="majorBidi"/>
      <w:spacing w:val="5"/>
      <w:sz w:val="52"/>
      <w:szCs w:val="52"/>
      <w:lang w:val="en-US" w:eastAsia="en-US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95151"/>
    <w:pPr>
      <w:spacing w:after="600" w:line="276" w:lineRule="auto"/>
    </w:pPr>
    <w:rPr>
      <w:rFonts w:asciiTheme="majorHAnsi" w:eastAsiaTheme="majorEastAsia" w:hAnsiTheme="majorHAnsi" w:cstheme="majorBidi"/>
      <w:i/>
      <w:iCs/>
      <w:color w:val="auto"/>
      <w:spacing w:val="13"/>
      <w:szCs w:val="24"/>
      <w:lang w:val="en-US"/>
    </w:rPr>
  </w:style>
  <w:style w:type="character" w:customStyle="1" w:styleId="PodnaslovChar">
    <w:name w:val="Podnaslov Char"/>
    <w:basedOn w:val="Podrazumevanifontpasusa"/>
    <w:link w:val="Podnaslov"/>
    <w:uiPriority w:val="11"/>
    <w:rsid w:val="00B95151"/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/>
    </w:rPr>
  </w:style>
  <w:style w:type="paragraph" w:customStyle="1" w:styleId="Default">
    <w:name w:val="Default"/>
    <w:rsid w:val="00F776E7"/>
    <w:pPr>
      <w:autoSpaceDE w:val="0"/>
      <w:autoSpaceDN w:val="0"/>
      <w:adjustRightInd w:val="0"/>
    </w:pPr>
    <w:rPr>
      <w:rFonts w:ascii="Calibri" w:eastAsiaTheme="minorEastAsia" w:hAnsi="Calibri"/>
      <w:color w:val="000000"/>
      <w:sz w:val="24"/>
      <w:szCs w:val="24"/>
      <w:lang w:val="en-US" w:eastAsia="en-US"/>
    </w:rPr>
  </w:style>
  <w:style w:type="paragraph" w:styleId="VeoblikovaniHTML">
    <w:name w:val="HTML Preformatted"/>
    <w:basedOn w:val="Normal"/>
    <w:link w:val="VeoblikovaniHTMLChar"/>
    <w:uiPriority w:val="99"/>
    <w:unhideWhenUsed/>
    <w:rsid w:val="00AD5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color w:val="auto"/>
      <w:sz w:val="20"/>
      <w:szCs w:val="20"/>
      <w:lang w:val="ru-RU" w:eastAsia="ru-RU"/>
    </w:rPr>
  </w:style>
  <w:style w:type="paragraph" w:customStyle="1" w:styleId="Table">
    <w:name w:val="Table"/>
    <w:basedOn w:val="Normal"/>
    <w:qFormat/>
    <w:rsid w:val="00E9653D"/>
    <w:pPr>
      <w:spacing w:after="0"/>
      <w:jc w:val="left"/>
    </w:pPr>
  </w:style>
  <w:style w:type="character" w:customStyle="1" w:styleId="VeoblikovaniHTMLChar">
    <w:name w:val="Već oblikovani HTML Char"/>
    <w:basedOn w:val="Podrazumevanifontpasusa"/>
    <w:link w:val="VeoblikovaniHTML"/>
    <w:uiPriority w:val="99"/>
    <w:rsid w:val="00AD5784"/>
    <w:rPr>
      <w:rFonts w:ascii="Courier New" w:eastAsia="Times New Roman" w:hAnsi="Courier New" w:cs="Courier New"/>
      <w:lang w:val="ru-RU" w:eastAsia="ru-RU"/>
    </w:rPr>
  </w:style>
  <w:style w:type="paragraph" w:styleId="SADRAJ1">
    <w:name w:val="toc 1"/>
    <w:basedOn w:val="Normal"/>
    <w:next w:val="Normal"/>
    <w:autoRedefine/>
    <w:uiPriority w:val="39"/>
    <w:unhideWhenUsed/>
    <w:rsid w:val="009625DB"/>
    <w:pPr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9625DB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9625DB"/>
    <w:pPr>
      <w:spacing w:after="100"/>
      <w:ind w:left="480"/>
    </w:pPr>
  </w:style>
  <w:style w:type="character" w:customStyle="1" w:styleId="Nerazreenopominjanje1">
    <w:name w:val="Nerazrešeno pominjanje1"/>
    <w:basedOn w:val="Podrazumevanifontpasusa"/>
    <w:uiPriority w:val="99"/>
    <w:semiHidden/>
    <w:unhideWhenUsed/>
    <w:rsid w:val="00E040AB"/>
    <w:rPr>
      <w:color w:val="605E5C"/>
      <w:shd w:val="clear" w:color="auto" w:fill="E1DFDD"/>
    </w:rPr>
  </w:style>
  <w:style w:type="character" w:customStyle="1" w:styleId="UnresolvedMention1">
    <w:name w:val="Unresolved Mention1"/>
    <w:basedOn w:val="Podrazumevanifontpasusa"/>
    <w:uiPriority w:val="99"/>
    <w:semiHidden/>
    <w:unhideWhenUsed/>
    <w:rsid w:val="002205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2;&#1080;&#1090;&#1072;&#1083;&#1080;&#1081;%20&#1050;&#1086;&#1087;&#1085;&#1086;&#1074;\AppData\Roaming\Microsoft\Templates\Pro-VET_Documen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4cd75e8-e923-4bec-b923-b3b7f3f0cc4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89B2587D28946A539C3617503CB27" ma:contentTypeVersion="15" ma:contentTypeDescription="Create a new document." ma:contentTypeScope="" ma:versionID="a624053d6c71b6fc9f0e3d751945eb55">
  <xsd:schema xmlns:xsd="http://www.w3.org/2001/XMLSchema" xmlns:xs="http://www.w3.org/2001/XMLSchema" xmlns:p="http://schemas.microsoft.com/office/2006/metadata/properties" xmlns:ns3="24cd75e8-e923-4bec-b923-b3b7f3f0cc4e" xmlns:ns4="f3d070a7-6c82-4bf6-9efa-b50b1ab933aa" targetNamespace="http://schemas.microsoft.com/office/2006/metadata/properties" ma:root="true" ma:fieldsID="e97c02abf1bcd2ad93b4843384b99d42" ns3:_="" ns4:_="">
    <xsd:import namespace="24cd75e8-e923-4bec-b923-b3b7f3f0cc4e"/>
    <xsd:import namespace="f3d070a7-6c82-4bf6-9efa-b50b1ab933a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cd75e8-e923-4bec-b923-b3b7f3f0cc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070a7-6c82-4bf6-9efa-b50b1ab933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9697AC-3C25-4FDB-BA9A-EBFB1D97F3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EADE71-FF83-4BFD-8112-738BB205F057}">
  <ds:schemaRefs>
    <ds:schemaRef ds:uri="http://schemas.microsoft.com/office/2006/metadata/properties"/>
    <ds:schemaRef ds:uri="24cd75e8-e923-4bec-b923-b3b7f3f0cc4e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f3d070a7-6c82-4bf6-9efa-b50b1ab933aa"/>
  </ds:schemaRefs>
</ds:datastoreItem>
</file>

<file path=customXml/itemProps3.xml><?xml version="1.0" encoding="utf-8"?>
<ds:datastoreItem xmlns:ds="http://schemas.openxmlformats.org/officeDocument/2006/customXml" ds:itemID="{43FB428E-D60B-42A3-A1E3-8FD4B24A06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ECB0D7-1A5D-4BEF-A741-6E83C907A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cd75e8-e923-4bec-b923-b3b7f3f0cc4e"/>
    <ds:schemaRef ds:uri="f3d070a7-6c82-4bf6-9efa-b50b1ab933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Pro-VET_Document_Template</Template>
  <TotalTime>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JAMK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Vitaly Kopnov</dc:creator>
  <cp:lastModifiedBy>Бојан Матковски</cp:lastModifiedBy>
  <cp:revision>9</cp:revision>
  <cp:lastPrinted>2023-05-23T14:41:00Z</cp:lastPrinted>
  <dcterms:created xsi:type="dcterms:W3CDTF">2023-04-11T09:57:00Z</dcterms:created>
  <dcterms:modified xsi:type="dcterms:W3CDTF">2023-11-02T11:35:00Z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0x010100EA589B2587D28946A539C3617503CB27</vt:lpwstr>
  </property>
</Properties>
</file>