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72F8C2" w14:textId="77777777" w:rsidR="00FA271B" w:rsidRDefault="00FA271B">
      <w:pPr>
        <w:spacing w:after="0"/>
        <w:jc w:val="left"/>
        <w:rPr>
          <w:lang w:val="en-US" w:eastAsia="fi-FI"/>
        </w:rPr>
      </w:pPr>
    </w:p>
    <w:p w14:paraId="60137C26" w14:textId="77777777" w:rsidR="002902CF" w:rsidRDefault="002902CF" w:rsidP="002205CC">
      <w:pPr>
        <w:jc w:val="center"/>
        <w:rPr>
          <w:rFonts w:ascii="Arial Narrow" w:hAnsi="Arial Narrow"/>
          <w:b/>
          <w:bCs/>
          <w:sz w:val="32"/>
          <w:szCs w:val="32"/>
        </w:rPr>
      </w:pPr>
      <w:r w:rsidRPr="002902CF">
        <w:rPr>
          <w:rFonts w:ascii="Arial Narrow" w:hAnsi="Arial Narrow"/>
          <w:b/>
          <w:bCs/>
          <w:sz w:val="32"/>
          <w:szCs w:val="32"/>
        </w:rPr>
        <w:t xml:space="preserve">Jean Monnet Centre of Excellence: Sustainable Agriculture for Greener Future </w:t>
      </w:r>
    </w:p>
    <w:p w14:paraId="1DE05058" w14:textId="44ADF16B" w:rsidR="002205CC" w:rsidRPr="008F432A" w:rsidRDefault="002205CC" w:rsidP="002205CC">
      <w:pPr>
        <w:jc w:val="center"/>
        <w:rPr>
          <w:rFonts w:ascii="Arial Narrow" w:hAnsi="Arial Narrow"/>
          <w:b/>
          <w:bCs/>
          <w:sz w:val="32"/>
          <w:szCs w:val="32"/>
        </w:rPr>
      </w:pPr>
      <w:proofErr w:type="spellStart"/>
      <w:r>
        <w:rPr>
          <w:rFonts w:ascii="Arial Narrow" w:hAnsi="Arial Narrow"/>
          <w:b/>
          <w:bCs/>
          <w:sz w:val="32"/>
          <w:szCs w:val="32"/>
        </w:rPr>
        <w:t>Agri</w:t>
      </w:r>
      <w:r w:rsidR="002902CF">
        <w:rPr>
          <w:rFonts w:ascii="Arial Narrow" w:hAnsi="Arial Narrow"/>
          <w:b/>
          <w:bCs/>
          <w:sz w:val="32"/>
          <w:szCs w:val="32"/>
        </w:rPr>
        <w:t>GREEN</w:t>
      </w:r>
      <w:proofErr w:type="spellEnd"/>
    </w:p>
    <w:p w14:paraId="4177085A" w14:textId="43C02A6A" w:rsidR="002205CC" w:rsidRDefault="002205CC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  <w:r>
        <w:rPr>
          <w:rFonts w:ascii="Arial Narrow" w:eastAsia="Times New Roman" w:hAnsi="Arial Narrow"/>
          <w:b/>
          <w:bCs/>
          <w:szCs w:val="24"/>
          <w:lang w:eastAsia="en-GB"/>
        </w:rPr>
        <w:t xml:space="preserve">Project number </w:t>
      </w:r>
      <w:r w:rsidR="002902CF" w:rsidRPr="002902CF">
        <w:rPr>
          <w:rFonts w:ascii="Arial Narrow" w:eastAsia="Times New Roman" w:hAnsi="Arial Narrow"/>
          <w:b/>
          <w:bCs/>
          <w:szCs w:val="24"/>
          <w:lang w:eastAsia="en-GB"/>
        </w:rPr>
        <w:t>101085183</w:t>
      </w:r>
    </w:p>
    <w:p w14:paraId="1905D7F3" w14:textId="77777777" w:rsidR="006D198E" w:rsidRDefault="006D198E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2546CE49" w14:textId="4588270C" w:rsidR="006D198E" w:rsidRDefault="0075204D" w:rsidP="002205CC">
      <w:pPr>
        <w:spacing w:after="0"/>
        <w:jc w:val="center"/>
        <w:rPr>
          <w:rFonts w:ascii="Arial Narrow" w:eastAsia="Times New Roman" w:hAnsi="Arial Narrow"/>
          <w:b/>
          <w:bCs/>
          <w:sz w:val="40"/>
          <w:szCs w:val="40"/>
          <w:lang w:eastAsia="en-GB"/>
        </w:rPr>
      </w:pPr>
      <w:r w:rsidRPr="0075204D">
        <w:rPr>
          <w:rFonts w:ascii="Arial Narrow" w:eastAsia="Times New Roman" w:hAnsi="Arial Narrow"/>
          <w:b/>
          <w:bCs/>
          <w:sz w:val="40"/>
          <w:szCs w:val="40"/>
          <w:lang w:eastAsia="en-GB"/>
        </w:rPr>
        <w:t>PANEL DISCUSSION</w:t>
      </w:r>
    </w:p>
    <w:p w14:paraId="0936FB87" w14:textId="77777777" w:rsidR="001B43C4" w:rsidRDefault="001B43C4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0E882A02" w14:textId="5670D18A" w:rsidR="002205CC" w:rsidRDefault="001B43C4" w:rsidP="002205CC">
      <w:pPr>
        <w:spacing w:after="0"/>
        <w:jc w:val="center"/>
        <w:rPr>
          <w:rFonts w:ascii="Arial Narrow" w:eastAsia="Times New Roman" w:hAnsi="Arial Narrow"/>
          <w:b/>
          <w:bCs/>
          <w:i/>
          <w:sz w:val="36"/>
          <w:szCs w:val="36"/>
          <w:lang w:eastAsia="en-GB"/>
        </w:rPr>
      </w:pPr>
      <w:r w:rsidRPr="001B43C4">
        <w:rPr>
          <w:rFonts w:ascii="Arial Narrow" w:eastAsia="Times New Roman" w:hAnsi="Arial Narrow"/>
          <w:b/>
          <w:bCs/>
          <w:i/>
          <w:sz w:val="36"/>
          <w:szCs w:val="36"/>
          <w:lang w:eastAsia="en-GB"/>
        </w:rPr>
        <w:t>The future of organic agriculture in Serbia</w:t>
      </w:r>
    </w:p>
    <w:p w14:paraId="72EDBD16" w14:textId="77777777" w:rsidR="001B43C4" w:rsidRPr="008F432A" w:rsidRDefault="001B43C4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22D27567" w14:textId="4379E160" w:rsidR="002205CC" w:rsidRPr="006D198E" w:rsidRDefault="00A35CE9" w:rsidP="002205CC">
      <w:pPr>
        <w:spacing w:after="0"/>
        <w:jc w:val="center"/>
        <w:rPr>
          <w:rFonts w:ascii="Arial Narrow" w:eastAsia="Times New Roman" w:hAnsi="Arial Narrow"/>
          <w:b/>
          <w:bCs/>
          <w:sz w:val="28"/>
          <w:szCs w:val="28"/>
          <w:lang w:eastAsia="en-GB"/>
        </w:rPr>
      </w:pPr>
      <w:r w:rsidRPr="006D198E">
        <w:rPr>
          <w:rFonts w:ascii="Arial Narrow" w:eastAsia="Times New Roman" w:hAnsi="Arial Narrow"/>
          <w:b/>
          <w:bCs/>
          <w:sz w:val="28"/>
          <w:szCs w:val="28"/>
          <w:lang w:eastAsia="en-GB"/>
        </w:rPr>
        <w:t>ATTENDENCE LIST</w:t>
      </w:r>
    </w:p>
    <w:p w14:paraId="7EEEA4B7" w14:textId="77777777" w:rsidR="002205CC" w:rsidRPr="008F432A" w:rsidRDefault="002205CC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36EAA92D" w14:textId="04D7F91A" w:rsidR="002205CC" w:rsidRDefault="002205CC" w:rsidP="002902CF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  <w:r w:rsidRPr="008F432A">
        <w:rPr>
          <w:rFonts w:ascii="Arial Narrow" w:eastAsia="Times New Roman" w:hAnsi="Arial Narrow"/>
          <w:b/>
          <w:bCs/>
          <w:szCs w:val="24"/>
          <w:lang w:eastAsia="en-GB"/>
        </w:rPr>
        <w:t xml:space="preserve">LOCATION: </w:t>
      </w:r>
      <w:r w:rsidR="002902CF">
        <w:rPr>
          <w:rFonts w:ascii="Arial Narrow" w:eastAsia="Times New Roman" w:hAnsi="Arial Narrow"/>
          <w:b/>
          <w:bCs/>
          <w:szCs w:val="24"/>
          <w:lang w:eastAsia="en-GB"/>
        </w:rPr>
        <w:t>University of Novi Sad, Faculty of Economics</w:t>
      </w:r>
      <w:r w:rsidR="006D198E">
        <w:rPr>
          <w:rFonts w:ascii="Arial Narrow" w:eastAsia="Times New Roman" w:hAnsi="Arial Narrow"/>
          <w:b/>
          <w:bCs/>
          <w:szCs w:val="24"/>
          <w:lang w:eastAsia="en-GB"/>
        </w:rPr>
        <w:t xml:space="preserve"> in Subotica</w:t>
      </w:r>
    </w:p>
    <w:p w14:paraId="0EAFE93D" w14:textId="77777777" w:rsidR="006D198E" w:rsidRPr="008F432A" w:rsidRDefault="006D198E" w:rsidP="002902CF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6368EA9A" w14:textId="1A1C2A1C" w:rsidR="002205CC" w:rsidRPr="008F432A" w:rsidRDefault="002205CC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  <w:r w:rsidRPr="008F432A">
        <w:rPr>
          <w:rFonts w:ascii="Arial Narrow" w:eastAsia="Times New Roman" w:hAnsi="Arial Narrow"/>
          <w:b/>
          <w:bCs/>
          <w:szCs w:val="24"/>
          <w:lang w:eastAsia="en-GB"/>
        </w:rPr>
        <w:t>D</w:t>
      </w:r>
      <w:r w:rsidR="006D198E">
        <w:rPr>
          <w:rFonts w:ascii="Arial Narrow" w:eastAsia="Times New Roman" w:hAnsi="Arial Narrow"/>
          <w:b/>
          <w:bCs/>
          <w:szCs w:val="24"/>
          <w:lang w:eastAsia="en-GB"/>
        </w:rPr>
        <w:t>ATE</w:t>
      </w:r>
      <w:r w:rsidRPr="008F432A">
        <w:rPr>
          <w:rFonts w:ascii="Arial Narrow" w:eastAsia="Times New Roman" w:hAnsi="Arial Narrow"/>
          <w:b/>
          <w:bCs/>
          <w:szCs w:val="24"/>
          <w:lang w:eastAsia="en-GB"/>
        </w:rPr>
        <w:t xml:space="preserve">: </w:t>
      </w:r>
      <w:r w:rsidR="001B43C4">
        <w:rPr>
          <w:rFonts w:ascii="Arial Narrow" w:eastAsia="Times New Roman" w:hAnsi="Arial Narrow"/>
          <w:b/>
          <w:bCs/>
          <w:szCs w:val="24"/>
          <w:lang w:eastAsia="en-GB"/>
        </w:rPr>
        <w:t>17.05.2024.</w:t>
      </w:r>
    </w:p>
    <w:p w14:paraId="4AFD0C2F" w14:textId="7A777631" w:rsidR="002205CC" w:rsidRDefault="002205CC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53FE333B" w14:textId="5A003AF8" w:rsidR="00A35CE9" w:rsidRDefault="00A35CE9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55E32272" w14:textId="05AD4DE7" w:rsidR="00A35CE9" w:rsidRDefault="00A35CE9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70"/>
        <w:gridCol w:w="2126"/>
        <w:gridCol w:w="2073"/>
        <w:gridCol w:w="2463"/>
        <w:gridCol w:w="2268"/>
      </w:tblGrid>
      <w:tr w:rsidR="006D198E" w14:paraId="3A252133" w14:textId="77777777" w:rsidTr="006D198E">
        <w:trPr>
          <w:jc w:val="center"/>
        </w:trPr>
        <w:tc>
          <w:tcPr>
            <w:tcW w:w="570" w:type="dxa"/>
          </w:tcPr>
          <w:p w14:paraId="3EBC8EC6" w14:textId="565D1A20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No</w:t>
            </w:r>
          </w:p>
        </w:tc>
        <w:tc>
          <w:tcPr>
            <w:tcW w:w="2126" w:type="dxa"/>
          </w:tcPr>
          <w:p w14:paraId="22454CBD" w14:textId="7980013E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Name</w:t>
            </w:r>
          </w:p>
        </w:tc>
        <w:tc>
          <w:tcPr>
            <w:tcW w:w="2073" w:type="dxa"/>
          </w:tcPr>
          <w:p w14:paraId="579DBADC" w14:textId="4E92D364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proofErr w:type="spellStart"/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Surename</w:t>
            </w:r>
            <w:proofErr w:type="spellEnd"/>
          </w:p>
        </w:tc>
        <w:tc>
          <w:tcPr>
            <w:tcW w:w="2463" w:type="dxa"/>
          </w:tcPr>
          <w:p w14:paraId="79AC4A06" w14:textId="4519E47E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E-mail</w:t>
            </w:r>
          </w:p>
        </w:tc>
        <w:tc>
          <w:tcPr>
            <w:tcW w:w="2268" w:type="dxa"/>
          </w:tcPr>
          <w:p w14:paraId="4F2E3146" w14:textId="706BFBEB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  <w:r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  <w:t>Signature</w:t>
            </w:r>
          </w:p>
        </w:tc>
      </w:tr>
      <w:tr w:rsidR="006D198E" w14:paraId="0BE67DB9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33FC9211" w14:textId="522E25D5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126" w:type="dxa"/>
            <w:vAlign w:val="center"/>
          </w:tcPr>
          <w:p w14:paraId="3D77620B" w14:textId="62BE2775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27F90289" w14:textId="07034AA0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6DD2C4C3" w14:textId="77777777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39C51205" w14:textId="61A0B87F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  <w:p w14:paraId="1D9C2FE7" w14:textId="6A50D33F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6E3599D4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6B758E14" w14:textId="4F6E4E32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126" w:type="dxa"/>
            <w:vAlign w:val="center"/>
          </w:tcPr>
          <w:p w14:paraId="0DF3A9A4" w14:textId="7B7C527D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57BFBE7C" w14:textId="2B676AF8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4EB7B491" w14:textId="77777777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3C3EF0CA" w14:textId="49D36ADE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  <w:p w14:paraId="5974BAF8" w14:textId="58512680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49985504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66F71BDC" w14:textId="55BAAAA1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126" w:type="dxa"/>
            <w:vAlign w:val="center"/>
          </w:tcPr>
          <w:p w14:paraId="11E37ECF" w14:textId="17D87B19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5F84935B" w14:textId="6D089853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5577B2B7" w14:textId="77777777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346A1596" w14:textId="78970A6B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  <w:p w14:paraId="6E5EE587" w14:textId="55A84BA0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5B9441DA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396E0976" w14:textId="7530D3DA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126" w:type="dxa"/>
            <w:vAlign w:val="center"/>
          </w:tcPr>
          <w:p w14:paraId="740266B9" w14:textId="30F4C673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1B2BB31B" w14:textId="04D15567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3C54F683" w14:textId="77777777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5A0745FB" w14:textId="6C0FFC75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  <w:p w14:paraId="15398AF3" w14:textId="64CAFAE0" w:rsidR="006D198E" w:rsidRDefault="006D198E" w:rsidP="002205CC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5E716B39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08374D67" w14:textId="6D3C4B94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126" w:type="dxa"/>
            <w:vAlign w:val="center"/>
          </w:tcPr>
          <w:p w14:paraId="45CA0810" w14:textId="4D6DCBFB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72A4166A" w14:textId="108C399B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681DBE0C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02EC9D45" w14:textId="2281C98C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  <w:p w14:paraId="4F53D724" w14:textId="64148985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275526F4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5E5B7378" w14:textId="3D2C507F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126" w:type="dxa"/>
            <w:vAlign w:val="center"/>
          </w:tcPr>
          <w:p w14:paraId="402B602B" w14:textId="4CA12D80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5B153221" w14:textId="1AFF6CD8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170BFFC4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7BC0D7C6" w14:textId="5810C96B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  <w:p w14:paraId="0C0E9ACB" w14:textId="4A5A0D66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336F6EC4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73EA4EB8" w14:textId="6818E8FB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126" w:type="dxa"/>
            <w:vAlign w:val="center"/>
          </w:tcPr>
          <w:p w14:paraId="27BB8782" w14:textId="7569B8FA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604A59FF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768E0613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418C0382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39426B78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2F873EF8" w14:textId="1EAEE503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126" w:type="dxa"/>
            <w:vAlign w:val="center"/>
          </w:tcPr>
          <w:p w14:paraId="54F91531" w14:textId="7EDAEB71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72AED748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0404A8DD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41CEE560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241BCA5B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533C7915" w14:textId="36947949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126" w:type="dxa"/>
            <w:vAlign w:val="center"/>
          </w:tcPr>
          <w:p w14:paraId="44219B08" w14:textId="72877FBD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584563D6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0D3B4509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35D4144E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  <w:tr w:rsidR="006D198E" w14:paraId="2C93DCA8" w14:textId="77777777" w:rsidTr="006D198E">
        <w:trPr>
          <w:trHeight w:hRule="exact" w:val="567"/>
          <w:jc w:val="center"/>
        </w:trPr>
        <w:tc>
          <w:tcPr>
            <w:tcW w:w="570" w:type="dxa"/>
          </w:tcPr>
          <w:p w14:paraId="1A0DC970" w14:textId="78FDAD26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126" w:type="dxa"/>
            <w:vAlign w:val="center"/>
          </w:tcPr>
          <w:p w14:paraId="592ECC9D" w14:textId="51FE0B8C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073" w:type="dxa"/>
            <w:vAlign w:val="center"/>
          </w:tcPr>
          <w:p w14:paraId="736C8EC7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463" w:type="dxa"/>
          </w:tcPr>
          <w:p w14:paraId="0D10D4B2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14:paraId="59BC6C4E" w14:textId="77777777" w:rsidR="006D198E" w:rsidRDefault="006D198E" w:rsidP="00A35CE9">
            <w:pPr>
              <w:spacing w:after="0"/>
              <w:jc w:val="center"/>
              <w:rPr>
                <w:rFonts w:ascii="Arial Narrow" w:eastAsia="Times New Roman" w:hAnsi="Arial Narrow"/>
                <w:b/>
                <w:bCs/>
                <w:szCs w:val="24"/>
                <w:lang w:eastAsia="en-GB"/>
              </w:rPr>
            </w:pPr>
          </w:p>
        </w:tc>
      </w:tr>
    </w:tbl>
    <w:p w14:paraId="64924C44" w14:textId="77777777" w:rsidR="00A35CE9" w:rsidRPr="008F432A" w:rsidRDefault="00A35CE9" w:rsidP="002205CC">
      <w:pPr>
        <w:spacing w:after="0"/>
        <w:jc w:val="center"/>
        <w:rPr>
          <w:rFonts w:ascii="Arial Narrow" w:eastAsia="Times New Roman" w:hAnsi="Arial Narrow"/>
          <w:b/>
          <w:bCs/>
          <w:szCs w:val="24"/>
          <w:lang w:eastAsia="en-GB"/>
        </w:rPr>
      </w:pPr>
    </w:p>
    <w:p w14:paraId="512BFD7D" w14:textId="77777777" w:rsidR="00DF34EB" w:rsidRPr="004E0146" w:rsidRDefault="00DF34EB" w:rsidP="002902CF">
      <w:pPr>
        <w:pStyle w:val="Subtitle"/>
        <w:rPr>
          <w:lang w:eastAsia="fi-FI"/>
        </w:rPr>
      </w:pPr>
    </w:p>
    <w:sectPr w:rsidR="00DF34EB" w:rsidRPr="004E0146" w:rsidSect="00FA271B">
      <w:headerReference w:type="default" r:id="rId11"/>
      <w:footerReference w:type="default" r:id="rId12"/>
      <w:headerReference w:type="first" r:id="rId13"/>
      <w:pgSz w:w="11906" w:h="16838" w:code="9"/>
      <w:pgMar w:top="2383" w:right="1134" w:bottom="1418" w:left="1134" w:header="851" w:footer="851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478746" w14:textId="77777777" w:rsidR="0087091E" w:rsidRDefault="0087091E" w:rsidP="00D111E3">
      <w:r>
        <w:separator/>
      </w:r>
    </w:p>
    <w:p w14:paraId="1B1D69B0" w14:textId="77777777" w:rsidR="0087091E" w:rsidRDefault="0087091E" w:rsidP="00D111E3"/>
    <w:p w14:paraId="526C55EF" w14:textId="77777777" w:rsidR="0087091E" w:rsidRDefault="0087091E" w:rsidP="00D111E3"/>
  </w:endnote>
  <w:endnote w:type="continuationSeparator" w:id="0">
    <w:p w14:paraId="53E81305" w14:textId="77777777" w:rsidR="0087091E" w:rsidRDefault="0087091E" w:rsidP="00D111E3">
      <w:r>
        <w:continuationSeparator/>
      </w:r>
    </w:p>
    <w:p w14:paraId="092E9590" w14:textId="77777777" w:rsidR="0087091E" w:rsidRDefault="0087091E" w:rsidP="00D111E3"/>
    <w:p w14:paraId="5B2C7A9F" w14:textId="77777777" w:rsidR="0087091E" w:rsidRDefault="0087091E" w:rsidP="00D111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804F5" w14:textId="77777777" w:rsidR="00F6367C" w:rsidRDefault="00E47BA8">
    <w:pPr>
      <w:pStyle w:val="Footer"/>
    </w:pPr>
    <w:r>
      <w:rPr>
        <w:noProof/>
        <w:lang w:val="sr-Latn-RS" w:eastAsia="sr-Latn-RS"/>
      </w:rPr>
      <w:drawing>
        <wp:anchor distT="0" distB="0" distL="114300" distR="114300" simplePos="0" relativeHeight="251659264" behindDoc="1" locked="0" layoutInCell="1" allowOverlap="1" wp14:anchorId="6E71AA8F" wp14:editId="19A90F7C">
          <wp:simplePos x="0" y="0"/>
          <wp:positionH relativeFrom="column">
            <wp:posOffset>-703385</wp:posOffset>
          </wp:positionH>
          <wp:positionV relativeFrom="paragraph">
            <wp:posOffset>-211650</wp:posOffset>
          </wp:positionV>
          <wp:extent cx="8005598" cy="2222938"/>
          <wp:effectExtent l="19050" t="0" r="0" b="0"/>
          <wp:wrapNone/>
          <wp:docPr id="3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28000" contrast="-35000"/>
                  </a:blip>
                  <a:srcRect l="2936" b="2463"/>
                  <a:stretch>
                    <a:fillRect/>
                  </a:stretch>
                </pic:blipFill>
                <pic:spPr bwMode="auto">
                  <a:xfrm>
                    <a:off x="0" y="0"/>
                    <a:ext cx="8005598" cy="22229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outerShdw blurRad="50800" dist="50800" sx="1000" sy="1000" algn="ctr" rotWithShape="0">
                      <a:srgbClr val="000000"/>
                    </a:outerShdw>
                  </a:effec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088EA9" w14:textId="77777777" w:rsidR="0087091E" w:rsidRDefault="0087091E" w:rsidP="00D111E3">
      <w:r>
        <w:separator/>
      </w:r>
    </w:p>
  </w:footnote>
  <w:footnote w:type="continuationSeparator" w:id="0">
    <w:p w14:paraId="55BD2E2C" w14:textId="77777777" w:rsidR="0087091E" w:rsidRDefault="0087091E" w:rsidP="00D111E3">
      <w:r>
        <w:continuationSeparator/>
      </w:r>
    </w:p>
    <w:p w14:paraId="55A1268C" w14:textId="77777777" w:rsidR="0087091E" w:rsidRDefault="0087091E" w:rsidP="00D111E3"/>
    <w:p w14:paraId="2250BD86" w14:textId="77777777" w:rsidR="0087091E" w:rsidRDefault="0087091E" w:rsidP="00D111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2B9F9" w14:textId="0B02049C" w:rsidR="00C67390" w:rsidRDefault="002902CF" w:rsidP="00030ED6">
    <w:pPr>
      <w:pStyle w:val="Header"/>
      <w:tabs>
        <w:tab w:val="clear" w:pos="4513"/>
        <w:tab w:val="clear" w:pos="9026"/>
        <w:tab w:val="center" w:pos="4819"/>
        <w:tab w:val="right" w:pos="9638"/>
      </w:tabs>
      <w:jc w:val="center"/>
      <w:rPr>
        <w:rFonts w:cs="Times New Roman"/>
        <w:noProof/>
        <w:szCs w:val="20"/>
        <w:lang w:val="en-US" w:eastAsia="fi-FI"/>
      </w:rPr>
    </w:pPr>
    <w:r>
      <w:rPr>
        <w:rFonts w:cs="Times New Roman"/>
        <w:noProof/>
        <w:szCs w:val="20"/>
        <w:lang w:val="sr-Latn-RS" w:eastAsia="sr-Latn-RS"/>
      </w:rPr>
      <w:drawing>
        <wp:anchor distT="0" distB="0" distL="114300" distR="114300" simplePos="0" relativeHeight="251659776" behindDoc="0" locked="0" layoutInCell="1" allowOverlap="1" wp14:anchorId="50EE02D9" wp14:editId="0B375A59">
          <wp:simplePos x="0" y="0"/>
          <wp:positionH relativeFrom="column">
            <wp:posOffset>42545</wp:posOffset>
          </wp:positionH>
          <wp:positionV relativeFrom="paragraph">
            <wp:posOffset>35560</wp:posOffset>
          </wp:positionV>
          <wp:extent cx="1987550" cy="416560"/>
          <wp:effectExtent l="0" t="0" r="0" b="0"/>
          <wp:wrapNone/>
          <wp:docPr id="9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sbeneficaireserasmusright_withthesupport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550" cy="416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36"/>
      <w:gridCol w:w="5089"/>
      <w:gridCol w:w="2403"/>
    </w:tblGrid>
    <w:tr w:rsidR="00C67390" w14:paraId="15879A0A" w14:textId="77777777" w:rsidTr="00D26F93">
      <w:tc>
        <w:tcPr>
          <w:tcW w:w="2136" w:type="dxa"/>
        </w:tcPr>
        <w:p w14:paraId="46E5485E" w14:textId="423F21D7" w:rsidR="00C67390" w:rsidRDefault="00C67390" w:rsidP="00030ED6">
          <w:pPr>
            <w:pStyle w:val="Header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cs="Times New Roman"/>
              <w:noProof/>
              <w:szCs w:val="20"/>
              <w:lang w:val="en-US" w:eastAsia="fi-FI"/>
            </w:rPr>
          </w:pPr>
        </w:p>
      </w:tc>
      <w:tc>
        <w:tcPr>
          <w:tcW w:w="5089" w:type="dxa"/>
        </w:tcPr>
        <w:p w14:paraId="65161FDA" w14:textId="77777777" w:rsidR="00C67390" w:rsidRPr="00D26F93" w:rsidRDefault="00C67390" w:rsidP="00D26F93">
          <w:pPr>
            <w:pStyle w:val="Header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eastAsia="Times New Roman" w:cs="Times New Roman"/>
              <w:color w:val="auto"/>
              <w:szCs w:val="20"/>
              <w:lang w:val="en-US" w:eastAsia="fi-FI"/>
            </w:rPr>
          </w:pPr>
        </w:p>
      </w:tc>
      <w:tc>
        <w:tcPr>
          <w:tcW w:w="2403" w:type="dxa"/>
        </w:tcPr>
        <w:p w14:paraId="1CD0E901" w14:textId="3DA5F582" w:rsidR="00C67390" w:rsidRDefault="002902CF" w:rsidP="00030ED6">
          <w:pPr>
            <w:pStyle w:val="Header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cs="Times New Roman"/>
              <w:noProof/>
              <w:szCs w:val="20"/>
              <w:lang w:val="en-US" w:eastAsia="fi-FI"/>
            </w:rPr>
          </w:pPr>
          <w:r>
            <w:rPr>
              <w:rFonts w:cs="Times New Roman"/>
              <w:noProof/>
              <w:szCs w:val="20"/>
              <w:lang w:val="sr-Latn-RS" w:eastAsia="sr-Latn-RS"/>
            </w:rPr>
            <w:drawing>
              <wp:anchor distT="0" distB="0" distL="114300" distR="114300" simplePos="0" relativeHeight="251656704" behindDoc="0" locked="0" layoutInCell="1" allowOverlap="1" wp14:anchorId="50B0B38B" wp14:editId="54314959">
                <wp:simplePos x="0" y="0"/>
                <wp:positionH relativeFrom="column">
                  <wp:posOffset>-941566</wp:posOffset>
                </wp:positionH>
                <wp:positionV relativeFrom="paragraph">
                  <wp:posOffset>-85419</wp:posOffset>
                </wp:positionV>
                <wp:extent cx="2445891" cy="464535"/>
                <wp:effectExtent l="0" t="0" r="0" b="0"/>
                <wp:wrapNone/>
                <wp:docPr id="8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griCOM LOGO.tif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45891" cy="4645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E2D40D6" w14:textId="77777777" w:rsidR="005361C2" w:rsidRDefault="005361C2" w:rsidP="00D111E3">
    <w:pPr>
      <w:pStyle w:val="Header"/>
      <w:tabs>
        <w:tab w:val="clear" w:pos="9026"/>
        <w:tab w:val="right" w:pos="9639"/>
      </w:tabs>
      <w:rPr>
        <w:rFonts w:cs="Times New Roman"/>
        <w:color w:val="7F7F7F" w:themeColor="text1" w:themeTint="80"/>
        <w:lang w:val="en-US"/>
      </w:rPr>
    </w:pPr>
  </w:p>
  <w:p w14:paraId="791D04FD" w14:textId="77777777" w:rsidR="00C67390" w:rsidRPr="005361C2" w:rsidRDefault="00C67390" w:rsidP="00D111E3">
    <w:pPr>
      <w:pStyle w:val="Header"/>
      <w:tabs>
        <w:tab w:val="clear" w:pos="9026"/>
        <w:tab w:val="right" w:pos="9639"/>
      </w:tabs>
      <w:rPr>
        <w:rFonts w:cs="Times New Roman"/>
        <w:color w:val="7F7F7F" w:themeColor="text1" w:themeTint="80"/>
        <w:lang w:val="en-US"/>
      </w:rPr>
    </w:pPr>
    <w:r w:rsidRPr="005361C2">
      <w:rPr>
        <w:rFonts w:cs="Times New Roman"/>
        <w:color w:val="7F7F7F" w:themeColor="text1" w:themeTint="80"/>
        <w:lang w:val="en-US"/>
      </w:rPr>
      <w:t>________________________________________________________________________________</w:t>
    </w:r>
  </w:p>
  <w:p w14:paraId="69556767" w14:textId="77777777" w:rsidR="00C67390" w:rsidRPr="00D111E3" w:rsidRDefault="00C67390" w:rsidP="00D111E3">
    <w:pPr>
      <w:pStyle w:val="Header"/>
      <w:tabs>
        <w:tab w:val="clear" w:pos="9026"/>
        <w:tab w:val="right" w:pos="9639"/>
      </w:tabs>
      <w:rPr>
        <w:rFonts w:cs="Times New Roman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36"/>
      <w:gridCol w:w="5089"/>
      <w:gridCol w:w="2403"/>
    </w:tblGrid>
    <w:tr w:rsidR="00B80888" w14:paraId="60285B8D" w14:textId="77777777" w:rsidTr="007167BF">
      <w:tc>
        <w:tcPr>
          <w:tcW w:w="2136" w:type="dxa"/>
        </w:tcPr>
        <w:p w14:paraId="3B387155" w14:textId="77777777" w:rsidR="00B80888" w:rsidRDefault="00B80888" w:rsidP="007167BF">
          <w:pPr>
            <w:pStyle w:val="Header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cs="Times New Roman"/>
              <w:noProof/>
              <w:szCs w:val="20"/>
              <w:lang w:val="en-US" w:eastAsia="fi-FI"/>
            </w:rPr>
          </w:pPr>
        </w:p>
      </w:tc>
      <w:tc>
        <w:tcPr>
          <w:tcW w:w="5089" w:type="dxa"/>
        </w:tcPr>
        <w:p w14:paraId="7F60A19E" w14:textId="77777777" w:rsidR="00B80888" w:rsidRPr="00D26F93" w:rsidRDefault="00B80888" w:rsidP="007167BF">
          <w:pPr>
            <w:pStyle w:val="Header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eastAsia="Times New Roman" w:cs="Times New Roman"/>
              <w:color w:val="auto"/>
              <w:szCs w:val="20"/>
              <w:lang w:val="en-US" w:eastAsia="fi-FI"/>
            </w:rPr>
          </w:pPr>
        </w:p>
      </w:tc>
      <w:tc>
        <w:tcPr>
          <w:tcW w:w="2403" w:type="dxa"/>
        </w:tcPr>
        <w:p w14:paraId="39251F23" w14:textId="77777777" w:rsidR="00B80888" w:rsidRDefault="00B80888" w:rsidP="007167BF">
          <w:pPr>
            <w:pStyle w:val="Header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cs="Times New Roman"/>
              <w:noProof/>
              <w:szCs w:val="20"/>
              <w:lang w:val="en-US" w:eastAsia="fi-FI"/>
            </w:rPr>
          </w:pPr>
        </w:p>
      </w:tc>
    </w:tr>
  </w:tbl>
  <w:p w14:paraId="074D2843" w14:textId="77777777" w:rsidR="00B80888" w:rsidRDefault="00B80888" w:rsidP="00FA271B">
    <w:pPr>
      <w:pStyle w:val="Header"/>
      <w:tabs>
        <w:tab w:val="clear" w:pos="9026"/>
        <w:tab w:val="right" w:pos="9639"/>
      </w:tabs>
      <w:rPr>
        <w:rFonts w:cs="Times New Roman"/>
        <w:color w:val="7F7F7F" w:themeColor="text1" w:themeTint="8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040C1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604D6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0F4D7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0228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5466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5229F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8FCA9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D1A83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941E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5498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9A286B"/>
    <w:multiLevelType w:val="hybridMultilevel"/>
    <w:tmpl w:val="86D8AB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F30C9B"/>
    <w:multiLevelType w:val="hybridMultilevel"/>
    <w:tmpl w:val="70A85736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0CBC4569"/>
    <w:multiLevelType w:val="hybridMultilevel"/>
    <w:tmpl w:val="2E0CDB1E"/>
    <w:lvl w:ilvl="0" w:tplc="341C952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047EDC"/>
    <w:multiLevelType w:val="hybridMultilevel"/>
    <w:tmpl w:val="D5C8F9C2"/>
    <w:lvl w:ilvl="0" w:tplc="35B2807E">
      <w:start w:val="8"/>
      <w:numFmt w:val="bullet"/>
      <w:lvlText w:val="-"/>
      <w:lvlJc w:val="left"/>
      <w:pPr>
        <w:ind w:left="1080" w:hanging="360"/>
      </w:pPr>
      <w:rPr>
        <w:rFonts w:ascii="Palatino" w:eastAsia="Calibri" w:hAnsi="Palatino" w:cs="Calibri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7C920A7"/>
    <w:multiLevelType w:val="hybridMultilevel"/>
    <w:tmpl w:val="49F6D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6649BF"/>
    <w:multiLevelType w:val="hybridMultilevel"/>
    <w:tmpl w:val="D1B0070A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1E682061"/>
    <w:multiLevelType w:val="hybridMultilevel"/>
    <w:tmpl w:val="50206D8C"/>
    <w:lvl w:ilvl="0" w:tplc="040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FD33D1"/>
    <w:multiLevelType w:val="hybridMultilevel"/>
    <w:tmpl w:val="1E143292"/>
    <w:lvl w:ilvl="0" w:tplc="E702F2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C82C66"/>
    <w:multiLevelType w:val="hybridMultilevel"/>
    <w:tmpl w:val="0876D6D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5C5F71"/>
    <w:multiLevelType w:val="hybridMultilevel"/>
    <w:tmpl w:val="5FCA5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C11282"/>
    <w:multiLevelType w:val="hybridMultilevel"/>
    <w:tmpl w:val="B9F8D4C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67BD1"/>
    <w:multiLevelType w:val="hybridMultilevel"/>
    <w:tmpl w:val="BE08DE70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1FF37DC"/>
    <w:multiLevelType w:val="hybridMultilevel"/>
    <w:tmpl w:val="719601B2"/>
    <w:lvl w:ilvl="0" w:tplc="341C9520">
      <w:start w:val="1"/>
      <w:numFmt w:val="lowerLetter"/>
      <w:lvlText w:val="(%1)"/>
      <w:lvlJc w:val="left"/>
      <w:pPr>
        <w:ind w:left="502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222" w:hanging="360"/>
      </w:pPr>
    </w:lvl>
    <w:lvl w:ilvl="2" w:tplc="040B001B" w:tentative="1">
      <w:start w:val="1"/>
      <w:numFmt w:val="lowerRoman"/>
      <w:lvlText w:val="%3."/>
      <w:lvlJc w:val="right"/>
      <w:pPr>
        <w:ind w:left="1942" w:hanging="180"/>
      </w:pPr>
    </w:lvl>
    <w:lvl w:ilvl="3" w:tplc="040B000F" w:tentative="1">
      <w:start w:val="1"/>
      <w:numFmt w:val="decimal"/>
      <w:lvlText w:val="%4."/>
      <w:lvlJc w:val="left"/>
      <w:pPr>
        <w:ind w:left="2662" w:hanging="360"/>
      </w:pPr>
    </w:lvl>
    <w:lvl w:ilvl="4" w:tplc="040B0019" w:tentative="1">
      <w:start w:val="1"/>
      <w:numFmt w:val="lowerLetter"/>
      <w:lvlText w:val="%5."/>
      <w:lvlJc w:val="left"/>
      <w:pPr>
        <w:ind w:left="3382" w:hanging="360"/>
      </w:pPr>
    </w:lvl>
    <w:lvl w:ilvl="5" w:tplc="040B001B" w:tentative="1">
      <w:start w:val="1"/>
      <w:numFmt w:val="lowerRoman"/>
      <w:lvlText w:val="%6."/>
      <w:lvlJc w:val="right"/>
      <w:pPr>
        <w:ind w:left="4102" w:hanging="180"/>
      </w:pPr>
    </w:lvl>
    <w:lvl w:ilvl="6" w:tplc="040B000F" w:tentative="1">
      <w:start w:val="1"/>
      <w:numFmt w:val="decimal"/>
      <w:lvlText w:val="%7."/>
      <w:lvlJc w:val="left"/>
      <w:pPr>
        <w:ind w:left="4822" w:hanging="360"/>
      </w:pPr>
    </w:lvl>
    <w:lvl w:ilvl="7" w:tplc="040B0019" w:tentative="1">
      <w:start w:val="1"/>
      <w:numFmt w:val="lowerLetter"/>
      <w:lvlText w:val="%8."/>
      <w:lvlJc w:val="left"/>
      <w:pPr>
        <w:ind w:left="5542" w:hanging="360"/>
      </w:pPr>
    </w:lvl>
    <w:lvl w:ilvl="8" w:tplc="040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380135BE"/>
    <w:multiLevelType w:val="hybridMultilevel"/>
    <w:tmpl w:val="E402C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FC6B7E"/>
    <w:multiLevelType w:val="hybridMultilevel"/>
    <w:tmpl w:val="2E667A26"/>
    <w:lvl w:ilvl="0" w:tplc="0809000F">
      <w:start w:val="1"/>
      <w:numFmt w:val="decimal"/>
      <w:lvlText w:val="%1."/>
      <w:lvlJc w:val="left"/>
      <w:pPr>
        <w:ind w:left="1497" w:hanging="360"/>
      </w:pPr>
    </w:lvl>
    <w:lvl w:ilvl="1" w:tplc="08090019" w:tentative="1">
      <w:start w:val="1"/>
      <w:numFmt w:val="lowerLetter"/>
      <w:lvlText w:val="%2."/>
      <w:lvlJc w:val="left"/>
      <w:pPr>
        <w:ind w:left="2217" w:hanging="360"/>
      </w:pPr>
    </w:lvl>
    <w:lvl w:ilvl="2" w:tplc="0809001B" w:tentative="1">
      <w:start w:val="1"/>
      <w:numFmt w:val="lowerRoman"/>
      <w:lvlText w:val="%3."/>
      <w:lvlJc w:val="right"/>
      <w:pPr>
        <w:ind w:left="2937" w:hanging="180"/>
      </w:pPr>
    </w:lvl>
    <w:lvl w:ilvl="3" w:tplc="0809000F" w:tentative="1">
      <w:start w:val="1"/>
      <w:numFmt w:val="decimal"/>
      <w:lvlText w:val="%4."/>
      <w:lvlJc w:val="left"/>
      <w:pPr>
        <w:ind w:left="3657" w:hanging="360"/>
      </w:pPr>
    </w:lvl>
    <w:lvl w:ilvl="4" w:tplc="08090019" w:tentative="1">
      <w:start w:val="1"/>
      <w:numFmt w:val="lowerLetter"/>
      <w:lvlText w:val="%5."/>
      <w:lvlJc w:val="left"/>
      <w:pPr>
        <w:ind w:left="4377" w:hanging="360"/>
      </w:pPr>
    </w:lvl>
    <w:lvl w:ilvl="5" w:tplc="0809001B" w:tentative="1">
      <w:start w:val="1"/>
      <w:numFmt w:val="lowerRoman"/>
      <w:lvlText w:val="%6."/>
      <w:lvlJc w:val="right"/>
      <w:pPr>
        <w:ind w:left="5097" w:hanging="180"/>
      </w:pPr>
    </w:lvl>
    <w:lvl w:ilvl="6" w:tplc="0809000F" w:tentative="1">
      <w:start w:val="1"/>
      <w:numFmt w:val="decimal"/>
      <w:lvlText w:val="%7."/>
      <w:lvlJc w:val="left"/>
      <w:pPr>
        <w:ind w:left="5817" w:hanging="360"/>
      </w:pPr>
    </w:lvl>
    <w:lvl w:ilvl="7" w:tplc="08090019" w:tentative="1">
      <w:start w:val="1"/>
      <w:numFmt w:val="lowerLetter"/>
      <w:lvlText w:val="%8."/>
      <w:lvlJc w:val="left"/>
      <w:pPr>
        <w:ind w:left="6537" w:hanging="360"/>
      </w:pPr>
    </w:lvl>
    <w:lvl w:ilvl="8" w:tplc="0809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25" w15:restartNumberingAfterBreak="0">
    <w:nsid w:val="3E56390C"/>
    <w:multiLevelType w:val="hybridMultilevel"/>
    <w:tmpl w:val="1834D934"/>
    <w:lvl w:ilvl="0" w:tplc="350A4D0C">
      <w:start w:val="1"/>
      <w:numFmt w:val="decimal"/>
      <w:lvlText w:val="%1)"/>
      <w:lvlJc w:val="left"/>
      <w:pPr>
        <w:ind w:left="1068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F014D42"/>
    <w:multiLevelType w:val="hybridMultilevel"/>
    <w:tmpl w:val="49F6D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93719E"/>
    <w:multiLevelType w:val="hybridMultilevel"/>
    <w:tmpl w:val="3A52DA00"/>
    <w:lvl w:ilvl="0" w:tplc="341C952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A1A1DF4"/>
    <w:multiLevelType w:val="hybridMultilevel"/>
    <w:tmpl w:val="FA261D70"/>
    <w:lvl w:ilvl="0" w:tplc="E3D631CE">
      <w:start w:val="8"/>
      <w:numFmt w:val="bullet"/>
      <w:lvlText w:val="-"/>
      <w:lvlJc w:val="left"/>
      <w:pPr>
        <w:ind w:left="12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29" w15:restartNumberingAfterBreak="0">
    <w:nsid w:val="4DC07EB1"/>
    <w:multiLevelType w:val="hybridMultilevel"/>
    <w:tmpl w:val="39EEC77E"/>
    <w:lvl w:ilvl="0" w:tplc="040B0019">
      <w:start w:val="1"/>
      <w:numFmt w:val="lowerLetter"/>
      <w:lvlText w:val="%1."/>
      <w:lvlJc w:val="left"/>
      <w:pPr>
        <w:ind w:left="1497" w:hanging="360"/>
      </w:pPr>
    </w:lvl>
    <w:lvl w:ilvl="1" w:tplc="08090019" w:tentative="1">
      <w:start w:val="1"/>
      <w:numFmt w:val="lowerLetter"/>
      <w:lvlText w:val="%2."/>
      <w:lvlJc w:val="left"/>
      <w:pPr>
        <w:ind w:left="2217" w:hanging="360"/>
      </w:pPr>
    </w:lvl>
    <w:lvl w:ilvl="2" w:tplc="0809001B" w:tentative="1">
      <w:start w:val="1"/>
      <w:numFmt w:val="lowerRoman"/>
      <w:lvlText w:val="%3."/>
      <w:lvlJc w:val="right"/>
      <w:pPr>
        <w:ind w:left="2937" w:hanging="180"/>
      </w:pPr>
    </w:lvl>
    <w:lvl w:ilvl="3" w:tplc="0809000F" w:tentative="1">
      <w:start w:val="1"/>
      <w:numFmt w:val="decimal"/>
      <w:lvlText w:val="%4."/>
      <w:lvlJc w:val="left"/>
      <w:pPr>
        <w:ind w:left="3657" w:hanging="360"/>
      </w:pPr>
    </w:lvl>
    <w:lvl w:ilvl="4" w:tplc="08090019" w:tentative="1">
      <w:start w:val="1"/>
      <w:numFmt w:val="lowerLetter"/>
      <w:lvlText w:val="%5."/>
      <w:lvlJc w:val="left"/>
      <w:pPr>
        <w:ind w:left="4377" w:hanging="360"/>
      </w:pPr>
    </w:lvl>
    <w:lvl w:ilvl="5" w:tplc="0809001B" w:tentative="1">
      <w:start w:val="1"/>
      <w:numFmt w:val="lowerRoman"/>
      <w:lvlText w:val="%6."/>
      <w:lvlJc w:val="right"/>
      <w:pPr>
        <w:ind w:left="5097" w:hanging="180"/>
      </w:pPr>
    </w:lvl>
    <w:lvl w:ilvl="6" w:tplc="0809000F" w:tentative="1">
      <w:start w:val="1"/>
      <w:numFmt w:val="decimal"/>
      <w:lvlText w:val="%7."/>
      <w:lvlJc w:val="left"/>
      <w:pPr>
        <w:ind w:left="5817" w:hanging="360"/>
      </w:pPr>
    </w:lvl>
    <w:lvl w:ilvl="7" w:tplc="08090019" w:tentative="1">
      <w:start w:val="1"/>
      <w:numFmt w:val="lowerLetter"/>
      <w:lvlText w:val="%8."/>
      <w:lvlJc w:val="left"/>
      <w:pPr>
        <w:ind w:left="6537" w:hanging="360"/>
      </w:pPr>
    </w:lvl>
    <w:lvl w:ilvl="8" w:tplc="0809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30" w15:restartNumberingAfterBreak="0">
    <w:nsid w:val="523A3DB1"/>
    <w:multiLevelType w:val="multilevel"/>
    <w:tmpl w:val="0074A9F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8267ACD"/>
    <w:multiLevelType w:val="hybridMultilevel"/>
    <w:tmpl w:val="45C058C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B57FEC"/>
    <w:multiLevelType w:val="hybridMultilevel"/>
    <w:tmpl w:val="47F60270"/>
    <w:lvl w:ilvl="0" w:tplc="9FECC438">
      <w:start w:val="6"/>
      <w:numFmt w:val="bullet"/>
      <w:lvlText w:val="-"/>
      <w:lvlJc w:val="left"/>
      <w:pPr>
        <w:ind w:left="720" w:hanging="360"/>
      </w:pPr>
      <w:rPr>
        <w:rFonts w:ascii="Palatino" w:eastAsia="Calibri" w:hAnsi="Palatino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FD14CC"/>
    <w:multiLevelType w:val="hybridMultilevel"/>
    <w:tmpl w:val="78220DBC"/>
    <w:lvl w:ilvl="0" w:tplc="2D7655EA">
      <w:numFmt w:val="bullet"/>
      <w:lvlText w:val="-"/>
      <w:lvlJc w:val="left"/>
      <w:pPr>
        <w:ind w:left="720" w:hanging="360"/>
      </w:pPr>
      <w:rPr>
        <w:rFonts w:ascii="Palatino" w:eastAsia="Calibri" w:hAnsi="Palatino" w:cs="Calibri" w:hint="default"/>
        <w:b/>
        <w:color w:val="FF0000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0C290F"/>
    <w:multiLevelType w:val="multilevel"/>
    <w:tmpl w:val="C9229F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60" w:hanging="1800"/>
      </w:pPr>
      <w:rPr>
        <w:rFonts w:hint="default"/>
      </w:rPr>
    </w:lvl>
  </w:abstractNum>
  <w:abstractNum w:abstractNumId="35" w15:restartNumberingAfterBreak="0">
    <w:nsid w:val="73375AA1"/>
    <w:multiLevelType w:val="hybridMultilevel"/>
    <w:tmpl w:val="49F6D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046AB"/>
    <w:multiLevelType w:val="hybridMultilevel"/>
    <w:tmpl w:val="8EF6ECD8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19581B"/>
    <w:multiLevelType w:val="hybridMultilevel"/>
    <w:tmpl w:val="C69AA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411E6E"/>
    <w:multiLevelType w:val="hybridMultilevel"/>
    <w:tmpl w:val="192ADB82"/>
    <w:lvl w:ilvl="0" w:tplc="E702F2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632B5C"/>
    <w:multiLevelType w:val="hybridMultilevel"/>
    <w:tmpl w:val="D048D9B8"/>
    <w:lvl w:ilvl="0" w:tplc="39D28BA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030852"/>
    <w:multiLevelType w:val="hybridMultilevel"/>
    <w:tmpl w:val="A3F6A38A"/>
    <w:lvl w:ilvl="0" w:tplc="0809000F">
      <w:start w:val="1"/>
      <w:numFmt w:val="decimal"/>
      <w:lvlText w:val="%1."/>
      <w:lvlJc w:val="left"/>
      <w:pPr>
        <w:ind w:left="720" w:hanging="360"/>
      </w:pPr>
      <w:rPr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7594372">
    <w:abstractNumId w:val="36"/>
  </w:num>
  <w:num w:numId="2" w16cid:durableId="2081513720">
    <w:abstractNumId w:val="18"/>
  </w:num>
  <w:num w:numId="3" w16cid:durableId="1908756588">
    <w:abstractNumId w:val="37"/>
  </w:num>
  <w:num w:numId="4" w16cid:durableId="488442749">
    <w:abstractNumId w:val="20"/>
  </w:num>
  <w:num w:numId="5" w16cid:durableId="1209337094">
    <w:abstractNumId w:val="16"/>
  </w:num>
  <w:num w:numId="6" w16cid:durableId="1231227941">
    <w:abstractNumId w:val="31"/>
  </w:num>
  <w:num w:numId="7" w16cid:durableId="1487631270">
    <w:abstractNumId w:val="39"/>
  </w:num>
  <w:num w:numId="8" w16cid:durableId="1613856207">
    <w:abstractNumId w:val="32"/>
  </w:num>
  <w:num w:numId="9" w16cid:durableId="277238">
    <w:abstractNumId w:val="33"/>
  </w:num>
  <w:num w:numId="10" w16cid:durableId="1756440598">
    <w:abstractNumId w:val="13"/>
  </w:num>
  <w:num w:numId="11" w16cid:durableId="1998876367">
    <w:abstractNumId w:val="21"/>
  </w:num>
  <w:num w:numId="12" w16cid:durableId="718475543">
    <w:abstractNumId w:val="27"/>
  </w:num>
  <w:num w:numId="13" w16cid:durableId="976030946">
    <w:abstractNumId w:val="12"/>
  </w:num>
  <w:num w:numId="14" w16cid:durableId="773063258">
    <w:abstractNumId w:val="22"/>
  </w:num>
  <w:num w:numId="15" w16cid:durableId="876351932">
    <w:abstractNumId w:val="40"/>
  </w:num>
  <w:num w:numId="16" w16cid:durableId="861553963">
    <w:abstractNumId w:val="19"/>
  </w:num>
  <w:num w:numId="17" w16cid:durableId="657422849">
    <w:abstractNumId w:val="11"/>
  </w:num>
  <w:num w:numId="18" w16cid:durableId="198786461">
    <w:abstractNumId w:val="15"/>
  </w:num>
  <w:num w:numId="19" w16cid:durableId="850339039">
    <w:abstractNumId w:val="10"/>
  </w:num>
  <w:num w:numId="20" w16cid:durableId="72971539">
    <w:abstractNumId w:val="24"/>
  </w:num>
  <w:num w:numId="21" w16cid:durableId="1897275232">
    <w:abstractNumId w:val="29"/>
  </w:num>
  <w:num w:numId="22" w16cid:durableId="643047984">
    <w:abstractNumId w:val="25"/>
  </w:num>
  <w:num w:numId="23" w16cid:durableId="2082096769">
    <w:abstractNumId w:val="30"/>
  </w:num>
  <w:num w:numId="24" w16cid:durableId="267667056">
    <w:abstractNumId w:val="9"/>
  </w:num>
  <w:num w:numId="25" w16cid:durableId="184641441">
    <w:abstractNumId w:val="8"/>
  </w:num>
  <w:num w:numId="26" w16cid:durableId="263803609">
    <w:abstractNumId w:val="7"/>
  </w:num>
  <w:num w:numId="27" w16cid:durableId="280571408">
    <w:abstractNumId w:val="6"/>
  </w:num>
  <w:num w:numId="28" w16cid:durableId="240413465">
    <w:abstractNumId w:val="5"/>
  </w:num>
  <w:num w:numId="29" w16cid:durableId="1638952944">
    <w:abstractNumId w:val="4"/>
  </w:num>
  <w:num w:numId="30" w16cid:durableId="1727216080">
    <w:abstractNumId w:val="3"/>
  </w:num>
  <w:num w:numId="31" w16cid:durableId="230040426">
    <w:abstractNumId w:val="2"/>
  </w:num>
  <w:num w:numId="32" w16cid:durableId="1824665480">
    <w:abstractNumId w:val="1"/>
  </w:num>
  <w:num w:numId="33" w16cid:durableId="1761364361">
    <w:abstractNumId w:val="0"/>
  </w:num>
  <w:num w:numId="34" w16cid:durableId="1400513685">
    <w:abstractNumId w:val="34"/>
  </w:num>
  <w:num w:numId="35" w16cid:durableId="197356932">
    <w:abstractNumId w:val="28"/>
  </w:num>
  <w:num w:numId="36" w16cid:durableId="1151211098">
    <w:abstractNumId w:val="17"/>
  </w:num>
  <w:num w:numId="37" w16cid:durableId="568150722">
    <w:abstractNumId w:val="35"/>
  </w:num>
  <w:num w:numId="38" w16cid:durableId="804737846">
    <w:abstractNumId w:val="38"/>
  </w:num>
  <w:num w:numId="39" w16cid:durableId="10572714">
    <w:abstractNumId w:val="26"/>
  </w:num>
  <w:num w:numId="40" w16cid:durableId="437527639">
    <w:abstractNumId w:val="14"/>
  </w:num>
  <w:num w:numId="41" w16cid:durableId="75413256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i-FI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0"/>
  <w:activeWritingStyle w:appName="MSWord" w:lang="ru-RU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304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xszAxsTQyMTM0NjdX0lEKTi0uzszPAykwrwUAAwtUNywAAAA="/>
  </w:docVars>
  <w:rsids>
    <w:rsidRoot w:val="00B95151"/>
    <w:rsid w:val="00006110"/>
    <w:rsid w:val="00010E34"/>
    <w:rsid w:val="00014FB7"/>
    <w:rsid w:val="000150D2"/>
    <w:rsid w:val="000163F2"/>
    <w:rsid w:val="00017BC9"/>
    <w:rsid w:val="000205C3"/>
    <w:rsid w:val="00021C3C"/>
    <w:rsid w:val="0002338B"/>
    <w:rsid w:val="00025D1E"/>
    <w:rsid w:val="0002617A"/>
    <w:rsid w:val="00030ED6"/>
    <w:rsid w:val="00037A51"/>
    <w:rsid w:val="00043130"/>
    <w:rsid w:val="00045825"/>
    <w:rsid w:val="00047D71"/>
    <w:rsid w:val="0005183E"/>
    <w:rsid w:val="00055572"/>
    <w:rsid w:val="00055F32"/>
    <w:rsid w:val="00071A18"/>
    <w:rsid w:val="0007548C"/>
    <w:rsid w:val="00081744"/>
    <w:rsid w:val="00091326"/>
    <w:rsid w:val="00095015"/>
    <w:rsid w:val="000A0D78"/>
    <w:rsid w:val="000A7604"/>
    <w:rsid w:val="000B58EF"/>
    <w:rsid w:val="000B65A3"/>
    <w:rsid w:val="000C0301"/>
    <w:rsid w:val="000C19B8"/>
    <w:rsid w:val="000C452D"/>
    <w:rsid w:val="000C473F"/>
    <w:rsid w:val="000C6D08"/>
    <w:rsid w:val="000D0629"/>
    <w:rsid w:val="000D164A"/>
    <w:rsid w:val="000D3A7E"/>
    <w:rsid w:val="000D508D"/>
    <w:rsid w:val="000D7263"/>
    <w:rsid w:val="000E76BB"/>
    <w:rsid w:val="000F5270"/>
    <w:rsid w:val="000F7FE0"/>
    <w:rsid w:val="00101198"/>
    <w:rsid w:val="001060A5"/>
    <w:rsid w:val="001105BD"/>
    <w:rsid w:val="00111559"/>
    <w:rsid w:val="00112B55"/>
    <w:rsid w:val="001226BE"/>
    <w:rsid w:val="0012359F"/>
    <w:rsid w:val="00130819"/>
    <w:rsid w:val="0013234F"/>
    <w:rsid w:val="00142624"/>
    <w:rsid w:val="001426FC"/>
    <w:rsid w:val="00143C59"/>
    <w:rsid w:val="0014442D"/>
    <w:rsid w:val="00145B83"/>
    <w:rsid w:val="0015153B"/>
    <w:rsid w:val="00153930"/>
    <w:rsid w:val="0015427E"/>
    <w:rsid w:val="001542C1"/>
    <w:rsid w:val="00154BB0"/>
    <w:rsid w:val="00157B9B"/>
    <w:rsid w:val="00162F0C"/>
    <w:rsid w:val="00164F94"/>
    <w:rsid w:val="001666FF"/>
    <w:rsid w:val="0016789C"/>
    <w:rsid w:val="00167D2E"/>
    <w:rsid w:val="00171654"/>
    <w:rsid w:val="001723FD"/>
    <w:rsid w:val="00180E54"/>
    <w:rsid w:val="00183904"/>
    <w:rsid w:val="00186692"/>
    <w:rsid w:val="001873A7"/>
    <w:rsid w:val="001902D5"/>
    <w:rsid w:val="00193763"/>
    <w:rsid w:val="00194A99"/>
    <w:rsid w:val="001A3254"/>
    <w:rsid w:val="001A3A07"/>
    <w:rsid w:val="001B43C4"/>
    <w:rsid w:val="001C0C9B"/>
    <w:rsid w:val="001C7DFC"/>
    <w:rsid w:val="001D03C7"/>
    <w:rsid w:val="001E1287"/>
    <w:rsid w:val="001F30E1"/>
    <w:rsid w:val="001F585C"/>
    <w:rsid w:val="002031B1"/>
    <w:rsid w:val="00205082"/>
    <w:rsid w:val="00211461"/>
    <w:rsid w:val="0021740B"/>
    <w:rsid w:val="002205CC"/>
    <w:rsid w:val="00223223"/>
    <w:rsid w:val="002232D3"/>
    <w:rsid w:val="002237C8"/>
    <w:rsid w:val="002260D4"/>
    <w:rsid w:val="00227226"/>
    <w:rsid w:val="00232A9C"/>
    <w:rsid w:val="00234CEA"/>
    <w:rsid w:val="00236DCF"/>
    <w:rsid w:val="00244403"/>
    <w:rsid w:val="00247638"/>
    <w:rsid w:val="00254B89"/>
    <w:rsid w:val="002616FD"/>
    <w:rsid w:val="002729CE"/>
    <w:rsid w:val="002736C7"/>
    <w:rsid w:val="00273F2E"/>
    <w:rsid w:val="00274802"/>
    <w:rsid w:val="00275B3D"/>
    <w:rsid w:val="0027634C"/>
    <w:rsid w:val="002777AE"/>
    <w:rsid w:val="00286EA4"/>
    <w:rsid w:val="002902CF"/>
    <w:rsid w:val="00293B2A"/>
    <w:rsid w:val="00294116"/>
    <w:rsid w:val="00295C43"/>
    <w:rsid w:val="002A1C66"/>
    <w:rsid w:val="002A1F12"/>
    <w:rsid w:val="002A49DE"/>
    <w:rsid w:val="002A5CE5"/>
    <w:rsid w:val="002A6A25"/>
    <w:rsid w:val="002A704A"/>
    <w:rsid w:val="002C55FC"/>
    <w:rsid w:val="002C725D"/>
    <w:rsid w:val="002C75B2"/>
    <w:rsid w:val="002D7320"/>
    <w:rsid w:val="002E0E47"/>
    <w:rsid w:val="002E209A"/>
    <w:rsid w:val="002E4FA5"/>
    <w:rsid w:val="002F2E0D"/>
    <w:rsid w:val="002F4A41"/>
    <w:rsid w:val="002F6795"/>
    <w:rsid w:val="002F72DC"/>
    <w:rsid w:val="00300757"/>
    <w:rsid w:val="0030139C"/>
    <w:rsid w:val="003024F9"/>
    <w:rsid w:val="0030424C"/>
    <w:rsid w:val="00305954"/>
    <w:rsid w:val="00311877"/>
    <w:rsid w:val="003233A6"/>
    <w:rsid w:val="0033251B"/>
    <w:rsid w:val="00334681"/>
    <w:rsid w:val="003373CC"/>
    <w:rsid w:val="00342451"/>
    <w:rsid w:val="00343F73"/>
    <w:rsid w:val="00345643"/>
    <w:rsid w:val="003556E7"/>
    <w:rsid w:val="00356F6C"/>
    <w:rsid w:val="00366407"/>
    <w:rsid w:val="003723CD"/>
    <w:rsid w:val="00373FDB"/>
    <w:rsid w:val="00381322"/>
    <w:rsid w:val="00382098"/>
    <w:rsid w:val="0039297E"/>
    <w:rsid w:val="00392F7C"/>
    <w:rsid w:val="00393B29"/>
    <w:rsid w:val="00394846"/>
    <w:rsid w:val="003A1AE2"/>
    <w:rsid w:val="003A3619"/>
    <w:rsid w:val="003B09B0"/>
    <w:rsid w:val="003B2F2D"/>
    <w:rsid w:val="003B33AD"/>
    <w:rsid w:val="003B40DB"/>
    <w:rsid w:val="003C0E57"/>
    <w:rsid w:val="003D049D"/>
    <w:rsid w:val="003D1F8D"/>
    <w:rsid w:val="003D3C64"/>
    <w:rsid w:val="003F3A73"/>
    <w:rsid w:val="003F733B"/>
    <w:rsid w:val="00401488"/>
    <w:rsid w:val="0040471F"/>
    <w:rsid w:val="00410D0F"/>
    <w:rsid w:val="00413DD0"/>
    <w:rsid w:val="004159F2"/>
    <w:rsid w:val="004201AE"/>
    <w:rsid w:val="00422D54"/>
    <w:rsid w:val="00425837"/>
    <w:rsid w:val="00426621"/>
    <w:rsid w:val="00427052"/>
    <w:rsid w:val="00440C55"/>
    <w:rsid w:val="004416C2"/>
    <w:rsid w:val="00447A7A"/>
    <w:rsid w:val="00451B53"/>
    <w:rsid w:val="00451C59"/>
    <w:rsid w:val="0045641A"/>
    <w:rsid w:val="0045763A"/>
    <w:rsid w:val="00465EEC"/>
    <w:rsid w:val="00471E4A"/>
    <w:rsid w:val="004769B4"/>
    <w:rsid w:val="00480AA3"/>
    <w:rsid w:val="00482091"/>
    <w:rsid w:val="00482249"/>
    <w:rsid w:val="00483E32"/>
    <w:rsid w:val="00490A75"/>
    <w:rsid w:val="00494606"/>
    <w:rsid w:val="0049694F"/>
    <w:rsid w:val="004A20AD"/>
    <w:rsid w:val="004A20F0"/>
    <w:rsid w:val="004A5AB6"/>
    <w:rsid w:val="004B7752"/>
    <w:rsid w:val="004C1F61"/>
    <w:rsid w:val="004C2A4C"/>
    <w:rsid w:val="004C506B"/>
    <w:rsid w:val="004D0830"/>
    <w:rsid w:val="004E0146"/>
    <w:rsid w:val="004E7319"/>
    <w:rsid w:val="004F01DA"/>
    <w:rsid w:val="004F3C02"/>
    <w:rsid w:val="004F64A7"/>
    <w:rsid w:val="005012BD"/>
    <w:rsid w:val="00503AD0"/>
    <w:rsid w:val="005110D9"/>
    <w:rsid w:val="0051295D"/>
    <w:rsid w:val="00512A55"/>
    <w:rsid w:val="00521136"/>
    <w:rsid w:val="00525338"/>
    <w:rsid w:val="00532928"/>
    <w:rsid w:val="005361C2"/>
    <w:rsid w:val="00543500"/>
    <w:rsid w:val="0054487F"/>
    <w:rsid w:val="00544CB6"/>
    <w:rsid w:val="00551177"/>
    <w:rsid w:val="005575C7"/>
    <w:rsid w:val="00557EA3"/>
    <w:rsid w:val="00562D88"/>
    <w:rsid w:val="00564C1D"/>
    <w:rsid w:val="00565690"/>
    <w:rsid w:val="005675C1"/>
    <w:rsid w:val="0057342F"/>
    <w:rsid w:val="005954DF"/>
    <w:rsid w:val="005A19E4"/>
    <w:rsid w:val="005A43A9"/>
    <w:rsid w:val="005A490C"/>
    <w:rsid w:val="005A5ED7"/>
    <w:rsid w:val="005A6A23"/>
    <w:rsid w:val="005A6F2E"/>
    <w:rsid w:val="005B3256"/>
    <w:rsid w:val="005B471F"/>
    <w:rsid w:val="005B4AD4"/>
    <w:rsid w:val="005B6314"/>
    <w:rsid w:val="005B6CF3"/>
    <w:rsid w:val="005C145A"/>
    <w:rsid w:val="005D48F4"/>
    <w:rsid w:val="005E137E"/>
    <w:rsid w:val="005E3679"/>
    <w:rsid w:val="006005D6"/>
    <w:rsid w:val="0060167B"/>
    <w:rsid w:val="00605AE0"/>
    <w:rsid w:val="006103C0"/>
    <w:rsid w:val="00610B1F"/>
    <w:rsid w:val="00612A18"/>
    <w:rsid w:val="00621FB4"/>
    <w:rsid w:val="00624489"/>
    <w:rsid w:val="00626D5F"/>
    <w:rsid w:val="00645B10"/>
    <w:rsid w:val="00651273"/>
    <w:rsid w:val="00656ECC"/>
    <w:rsid w:val="00661593"/>
    <w:rsid w:val="006640BA"/>
    <w:rsid w:val="00666E8C"/>
    <w:rsid w:val="00674A38"/>
    <w:rsid w:val="00691C46"/>
    <w:rsid w:val="00693340"/>
    <w:rsid w:val="00696FDA"/>
    <w:rsid w:val="006A20E8"/>
    <w:rsid w:val="006B4C48"/>
    <w:rsid w:val="006B4DC0"/>
    <w:rsid w:val="006B69A1"/>
    <w:rsid w:val="006B7834"/>
    <w:rsid w:val="006C513C"/>
    <w:rsid w:val="006D198E"/>
    <w:rsid w:val="006D3E5E"/>
    <w:rsid w:val="006D53BD"/>
    <w:rsid w:val="006D64BD"/>
    <w:rsid w:val="006D6962"/>
    <w:rsid w:val="006D786F"/>
    <w:rsid w:val="006F4A01"/>
    <w:rsid w:val="006F4D7D"/>
    <w:rsid w:val="006F65D4"/>
    <w:rsid w:val="00700B44"/>
    <w:rsid w:val="007024AD"/>
    <w:rsid w:val="00704AA0"/>
    <w:rsid w:val="00715464"/>
    <w:rsid w:val="00716677"/>
    <w:rsid w:val="00720DE8"/>
    <w:rsid w:val="0073153D"/>
    <w:rsid w:val="00735E33"/>
    <w:rsid w:val="00737772"/>
    <w:rsid w:val="00744EFC"/>
    <w:rsid w:val="00745CD8"/>
    <w:rsid w:val="007513B6"/>
    <w:rsid w:val="0075204D"/>
    <w:rsid w:val="00754406"/>
    <w:rsid w:val="00760015"/>
    <w:rsid w:val="00760C25"/>
    <w:rsid w:val="00764EB6"/>
    <w:rsid w:val="00766C71"/>
    <w:rsid w:val="0077789A"/>
    <w:rsid w:val="007A0CBA"/>
    <w:rsid w:val="007A2E55"/>
    <w:rsid w:val="007A77B0"/>
    <w:rsid w:val="007B256E"/>
    <w:rsid w:val="007B6F04"/>
    <w:rsid w:val="007C214E"/>
    <w:rsid w:val="007C25B3"/>
    <w:rsid w:val="007C3BF0"/>
    <w:rsid w:val="007D44E5"/>
    <w:rsid w:val="007D4BAF"/>
    <w:rsid w:val="007D7847"/>
    <w:rsid w:val="007E58C0"/>
    <w:rsid w:val="007E6621"/>
    <w:rsid w:val="007F345C"/>
    <w:rsid w:val="00803993"/>
    <w:rsid w:val="00804225"/>
    <w:rsid w:val="0081033E"/>
    <w:rsid w:val="00810504"/>
    <w:rsid w:val="00821136"/>
    <w:rsid w:val="00833D47"/>
    <w:rsid w:val="00835600"/>
    <w:rsid w:val="00846397"/>
    <w:rsid w:val="00860A1A"/>
    <w:rsid w:val="0086523E"/>
    <w:rsid w:val="008652B1"/>
    <w:rsid w:val="0087091E"/>
    <w:rsid w:val="008717D6"/>
    <w:rsid w:val="00875B72"/>
    <w:rsid w:val="00890755"/>
    <w:rsid w:val="00892180"/>
    <w:rsid w:val="0089546D"/>
    <w:rsid w:val="0089597C"/>
    <w:rsid w:val="008A14ED"/>
    <w:rsid w:val="008A251F"/>
    <w:rsid w:val="008A38CA"/>
    <w:rsid w:val="008B3985"/>
    <w:rsid w:val="008B6EFE"/>
    <w:rsid w:val="008B6F95"/>
    <w:rsid w:val="008C07FE"/>
    <w:rsid w:val="008D0380"/>
    <w:rsid w:val="008D650A"/>
    <w:rsid w:val="008E24CD"/>
    <w:rsid w:val="008E5B1E"/>
    <w:rsid w:val="008E7284"/>
    <w:rsid w:val="008F6E78"/>
    <w:rsid w:val="00900FC7"/>
    <w:rsid w:val="00904786"/>
    <w:rsid w:val="009127A2"/>
    <w:rsid w:val="00913C62"/>
    <w:rsid w:val="009148E9"/>
    <w:rsid w:val="00914E73"/>
    <w:rsid w:val="00916530"/>
    <w:rsid w:val="00916FD3"/>
    <w:rsid w:val="00920293"/>
    <w:rsid w:val="0092089A"/>
    <w:rsid w:val="009211F4"/>
    <w:rsid w:val="00923AC1"/>
    <w:rsid w:val="00924655"/>
    <w:rsid w:val="00927E08"/>
    <w:rsid w:val="00930FE7"/>
    <w:rsid w:val="00933B15"/>
    <w:rsid w:val="00936C7C"/>
    <w:rsid w:val="009379AD"/>
    <w:rsid w:val="009465EC"/>
    <w:rsid w:val="0094700E"/>
    <w:rsid w:val="00960F40"/>
    <w:rsid w:val="00961E3C"/>
    <w:rsid w:val="009625DB"/>
    <w:rsid w:val="009703E1"/>
    <w:rsid w:val="00976260"/>
    <w:rsid w:val="009767C8"/>
    <w:rsid w:val="009808FB"/>
    <w:rsid w:val="0098369A"/>
    <w:rsid w:val="00983D6B"/>
    <w:rsid w:val="00994BAD"/>
    <w:rsid w:val="00997EE3"/>
    <w:rsid w:val="009A278D"/>
    <w:rsid w:val="009A299D"/>
    <w:rsid w:val="009A4243"/>
    <w:rsid w:val="009A6D69"/>
    <w:rsid w:val="009B0A4A"/>
    <w:rsid w:val="009B383F"/>
    <w:rsid w:val="009C7AB0"/>
    <w:rsid w:val="009D0804"/>
    <w:rsid w:val="009D2835"/>
    <w:rsid w:val="009D3EE7"/>
    <w:rsid w:val="009D4EDD"/>
    <w:rsid w:val="009D5968"/>
    <w:rsid w:val="009D6F99"/>
    <w:rsid w:val="009E4392"/>
    <w:rsid w:val="009E441F"/>
    <w:rsid w:val="009E76A4"/>
    <w:rsid w:val="009F4F7F"/>
    <w:rsid w:val="00A04528"/>
    <w:rsid w:val="00A04BCD"/>
    <w:rsid w:val="00A05043"/>
    <w:rsid w:val="00A062F5"/>
    <w:rsid w:val="00A10DE8"/>
    <w:rsid w:val="00A11590"/>
    <w:rsid w:val="00A1200B"/>
    <w:rsid w:val="00A15E81"/>
    <w:rsid w:val="00A17518"/>
    <w:rsid w:val="00A2709C"/>
    <w:rsid w:val="00A306F2"/>
    <w:rsid w:val="00A31EE4"/>
    <w:rsid w:val="00A3235F"/>
    <w:rsid w:val="00A35CE9"/>
    <w:rsid w:val="00A36C93"/>
    <w:rsid w:val="00A46E22"/>
    <w:rsid w:val="00A572A2"/>
    <w:rsid w:val="00A57E21"/>
    <w:rsid w:val="00A636C3"/>
    <w:rsid w:val="00A64453"/>
    <w:rsid w:val="00A649FE"/>
    <w:rsid w:val="00A828E9"/>
    <w:rsid w:val="00A94A02"/>
    <w:rsid w:val="00A97E88"/>
    <w:rsid w:val="00AA2E7C"/>
    <w:rsid w:val="00AB05CD"/>
    <w:rsid w:val="00AC1108"/>
    <w:rsid w:val="00AC20F1"/>
    <w:rsid w:val="00AD04D2"/>
    <w:rsid w:val="00AD0F12"/>
    <w:rsid w:val="00AD4F0D"/>
    <w:rsid w:val="00AD561D"/>
    <w:rsid w:val="00AD5784"/>
    <w:rsid w:val="00AD7305"/>
    <w:rsid w:val="00AD780F"/>
    <w:rsid w:val="00AF67EA"/>
    <w:rsid w:val="00B015EA"/>
    <w:rsid w:val="00B02156"/>
    <w:rsid w:val="00B0473A"/>
    <w:rsid w:val="00B055F5"/>
    <w:rsid w:val="00B05C44"/>
    <w:rsid w:val="00B06AFF"/>
    <w:rsid w:val="00B07E5B"/>
    <w:rsid w:val="00B11BFE"/>
    <w:rsid w:val="00B122A6"/>
    <w:rsid w:val="00B13BC0"/>
    <w:rsid w:val="00B27597"/>
    <w:rsid w:val="00B35345"/>
    <w:rsid w:val="00B361AD"/>
    <w:rsid w:val="00B369B2"/>
    <w:rsid w:val="00B3768F"/>
    <w:rsid w:val="00B42910"/>
    <w:rsid w:val="00B42BCC"/>
    <w:rsid w:val="00B445C0"/>
    <w:rsid w:val="00B44DDF"/>
    <w:rsid w:val="00B45D55"/>
    <w:rsid w:val="00B4798B"/>
    <w:rsid w:val="00B51A75"/>
    <w:rsid w:val="00B52306"/>
    <w:rsid w:val="00B53E44"/>
    <w:rsid w:val="00B676B8"/>
    <w:rsid w:val="00B679FE"/>
    <w:rsid w:val="00B80888"/>
    <w:rsid w:val="00B95151"/>
    <w:rsid w:val="00BA0B4F"/>
    <w:rsid w:val="00BA0D9A"/>
    <w:rsid w:val="00BA152D"/>
    <w:rsid w:val="00BA5341"/>
    <w:rsid w:val="00BA5A87"/>
    <w:rsid w:val="00BA7521"/>
    <w:rsid w:val="00BB06F2"/>
    <w:rsid w:val="00BB19FA"/>
    <w:rsid w:val="00BB74B6"/>
    <w:rsid w:val="00BC00C0"/>
    <w:rsid w:val="00BC2108"/>
    <w:rsid w:val="00BC417A"/>
    <w:rsid w:val="00BC6176"/>
    <w:rsid w:val="00BC6C90"/>
    <w:rsid w:val="00BF2A8A"/>
    <w:rsid w:val="00C009C2"/>
    <w:rsid w:val="00C02A33"/>
    <w:rsid w:val="00C05811"/>
    <w:rsid w:val="00C154FC"/>
    <w:rsid w:val="00C162E3"/>
    <w:rsid w:val="00C20678"/>
    <w:rsid w:val="00C2243C"/>
    <w:rsid w:val="00C23C31"/>
    <w:rsid w:val="00C24705"/>
    <w:rsid w:val="00C30C90"/>
    <w:rsid w:val="00C32581"/>
    <w:rsid w:val="00C36401"/>
    <w:rsid w:val="00C412E1"/>
    <w:rsid w:val="00C43AF4"/>
    <w:rsid w:val="00C45899"/>
    <w:rsid w:val="00C45C13"/>
    <w:rsid w:val="00C47CD3"/>
    <w:rsid w:val="00C53A22"/>
    <w:rsid w:val="00C62065"/>
    <w:rsid w:val="00C67390"/>
    <w:rsid w:val="00C67879"/>
    <w:rsid w:val="00C73CC1"/>
    <w:rsid w:val="00C83D1B"/>
    <w:rsid w:val="00C86095"/>
    <w:rsid w:val="00C96BC9"/>
    <w:rsid w:val="00CA17C5"/>
    <w:rsid w:val="00CA1D2A"/>
    <w:rsid w:val="00CA1D99"/>
    <w:rsid w:val="00CA340E"/>
    <w:rsid w:val="00CA6F8A"/>
    <w:rsid w:val="00CB47FB"/>
    <w:rsid w:val="00CC26AE"/>
    <w:rsid w:val="00CC40D1"/>
    <w:rsid w:val="00CC4D70"/>
    <w:rsid w:val="00CD090E"/>
    <w:rsid w:val="00CD1611"/>
    <w:rsid w:val="00CD1AD8"/>
    <w:rsid w:val="00CD4C69"/>
    <w:rsid w:val="00CF139A"/>
    <w:rsid w:val="00CF5967"/>
    <w:rsid w:val="00D111E3"/>
    <w:rsid w:val="00D1305D"/>
    <w:rsid w:val="00D14497"/>
    <w:rsid w:val="00D15143"/>
    <w:rsid w:val="00D26F93"/>
    <w:rsid w:val="00D41D99"/>
    <w:rsid w:val="00D428CA"/>
    <w:rsid w:val="00D42A4F"/>
    <w:rsid w:val="00D4504C"/>
    <w:rsid w:val="00D561DC"/>
    <w:rsid w:val="00D71A6B"/>
    <w:rsid w:val="00D736B4"/>
    <w:rsid w:val="00D80747"/>
    <w:rsid w:val="00D82B45"/>
    <w:rsid w:val="00D84968"/>
    <w:rsid w:val="00D9394B"/>
    <w:rsid w:val="00D97971"/>
    <w:rsid w:val="00D97ABA"/>
    <w:rsid w:val="00DA43E2"/>
    <w:rsid w:val="00DA6593"/>
    <w:rsid w:val="00DA7B61"/>
    <w:rsid w:val="00DB5683"/>
    <w:rsid w:val="00DB7131"/>
    <w:rsid w:val="00DC4560"/>
    <w:rsid w:val="00DC608A"/>
    <w:rsid w:val="00DC62C9"/>
    <w:rsid w:val="00DC64C7"/>
    <w:rsid w:val="00DC6CB9"/>
    <w:rsid w:val="00DD0A08"/>
    <w:rsid w:val="00DD338C"/>
    <w:rsid w:val="00DD471B"/>
    <w:rsid w:val="00DD6867"/>
    <w:rsid w:val="00DE2068"/>
    <w:rsid w:val="00DE4CC1"/>
    <w:rsid w:val="00DE766C"/>
    <w:rsid w:val="00DF264A"/>
    <w:rsid w:val="00DF34EB"/>
    <w:rsid w:val="00DF4758"/>
    <w:rsid w:val="00E0136B"/>
    <w:rsid w:val="00E040AB"/>
    <w:rsid w:val="00E05F8B"/>
    <w:rsid w:val="00E06D80"/>
    <w:rsid w:val="00E1414D"/>
    <w:rsid w:val="00E206B4"/>
    <w:rsid w:val="00E22987"/>
    <w:rsid w:val="00E35381"/>
    <w:rsid w:val="00E37430"/>
    <w:rsid w:val="00E3759E"/>
    <w:rsid w:val="00E37A73"/>
    <w:rsid w:val="00E40FB5"/>
    <w:rsid w:val="00E42CBE"/>
    <w:rsid w:val="00E4395A"/>
    <w:rsid w:val="00E470CB"/>
    <w:rsid w:val="00E47BA8"/>
    <w:rsid w:val="00E568F9"/>
    <w:rsid w:val="00E65747"/>
    <w:rsid w:val="00E720CB"/>
    <w:rsid w:val="00E75E9A"/>
    <w:rsid w:val="00E779DF"/>
    <w:rsid w:val="00E86877"/>
    <w:rsid w:val="00E86E4B"/>
    <w:rsid w:val="00E9653D"/>
    <w:rsid w:val="00EA11F1"/>
    <w:rsid w:val="00EA2034"/>
    <w:rsid w:val="00EA34CD"/>
    <w:rsid w:val="00EA48B1"/>
    <w:rsid w:val="00EA4B36"/>
    <w:rsid w:val="00EA7B26"/>
    <w:rsid w:val="00EB03E8"/>
    <w:rsid w:val="00EB0C65"/>
    <w:rsid w:val="00EB28DA"/>
    <w:rsid w:val="00EB3CAA"/>
    <w:rsid w:val="00EB52FB"/>
    <w:rsid w:val="00EC6828"/>
    <w:rsid w:val="00ED07D9"/>
    <w:rsid w:val="00ED27C4"/>
    <w:rsid w:val="00EE1029"/>
    <w:rsid w:val="00EE1ED3"/>
    <w:rsid w:val="00EE208E"/>
    <w:rsid w:val="00EE3F05"/>
    <w:rsid w:val="00EE7763"/>
    <w:rsid w:val="00EE7A7D"/>
    <w:rsid w:val="00EF59E9"/>
    <w:rsid w:val="00F001F7"/>
    <w:rsid w:val="00F02374"/>
    <w:rsid w:val="00F0421C"/>
    <w:rsid w:val="00F070C8"/>
    <w:rsid w:val="00F11AC9"/>
    <w:rsid w:val="00F12A95"/>
    <w:rsid w:val="00F138A4"/>
    <w:rsid w:val="00F14F1A"/>
    <w:rsid w:val="00F167F2"/>
    <w:rsid w:val="00F21D4C"/>
    <w:rsid w:val="00F271EC"/>
    <w:rsid w:val="00F37292"/>
    <w:rsid w:val="00F40B3C"/>
    <w:rsid w:val="00F420F3"/>
    <w:rsid w:val="00F460CD"/>
    <w:rsid w:val="00F50FA5"/>
    <w:rsid w:val="00F6367C"/>
    <w:rsid w:val="00F67177"/>
    <w:rsid w:val="00F67C1A"/>
    <w:rsid w:val="00F756DC"/>
    <w:rsid w:val="00F776E7"/>
    <w:rsid w:val="00F86545"/>
    <w:rsid w:val="00F87ADB"/>
    <w:rsid w:val="00F87D44"/>
    <w:rsid w:val="00F92288"/>
    <w:rsid w:val="00F96DBE"/>
    <w:rsid w:val="00FA271B"/>
    <w:rsid w:val="00FA417D"/>
    <w:rsid w:val="00FB3E7D"/>
    <w:rsid w:val="00FB4C04"/>
    <w:rsid w:val="00FC3483"/>
    <w:rsid w:val="00FC358A"/>
    <w:rsid w:val="00FC45B9"/>
    <w:rsid w:val="00FF2210"/>
    <w:rsid w:val="00FF33E3"/>
    <w:rsid w:val="00FF4460"/>
    <w:rsid w:val="15EF9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3CB7E"/>
  <w15:docId w15:val="{08F7A20F-4FA9-43F1-8C54-D17A295A4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Calibri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5784"/>
    <w:pPr>
      <w:spacing w:after="120"/>
      <w:jc w:val="both"/>
    </w:pPr>
    <w:rPr>
      <w:rFonts w:asciiTheme="minorHAnsi" w:hAnsiTheme="minorHAnsi"/>
      <w:color w:val="000000"/>
      <w:sz w:val="24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6F2E"/>
    <w:pPr>
      <w:keepNext/>
      <w:widowControl w:val="0"/>
      <w:spacing w:before="360"/>
      <w:jc w:val="center"/>
      <w:outlineLvl w:val="0"/>
    </w:pPr>
    <w:rPr>
      <w:rFonts w:ascii="Calibri" w:eastAsia="Times New Roman" w:hAnsi="Calibri" w:cs="Times New Roman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BB19FA"/>
    <w:pPr>
      <w:keepNext/>
      <w:spacing w:before="240"/>
      <w:jc w:val="center"/>
      <w:outlineLvl w:val="1"/>
    </w:pPr>
    <w:rPr>
      <w:rFonts w:eastAsia="Times New Roman" w:cs="Times New Roman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A0D78"/>
    <w:pPr>
      <w:keepNext/>
      <w:keepLines/>
      <w:spacing w:before="60"/>
      <w:jc w:val="left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97AB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link w:val="Header"/>
    <w:rsid w:val="00D97ABA"/>
    <w:rPr>
      <w:color w:val="000000"/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4D0830"/>
    <w:pPr>
      <w:tabs>
        <w:tab w:val="center" w:pos="4513"/>
        <w:tab w:val="right" w:pos="9026"/>
      </w:tabs>
      <w:spacing w:after="0"/>
    </w:pPr>
    <w:rPr>
      <w:sz w:val="20"/>
    </w:rPr>
  </w:style>
  <w:style w:type="character" w:customStyle="1" w:styleId="FooterChar">
    <w:name w:val="Footer Char"/>
    <w:link w:val="Footer"/>
    <w:uiPriority w:val="99"/>
    <w:rsid w:val="004D0830"/>
    <w:rPr>
      <w:color w:val="000000"/>
      <w:szCs w:val="22"/>
      <w:lang w:val="en-GB" w:eastAsia="en-US"/>
    </w:rPr>
  </w:style>
  <w:style w:type="character" w:customStyle="1" w:styleId="Heading2Char">
    <w:name w:val="Heading 2 Char"/>
    <w:link w:val="Heading2"/>
    <w:rsid w:val="00BB19FA"/>
    <w:rPr>
      <w:rFonts w:asciiTheme="minorHAnsi" w:eastAsia="Times New Roman" w:hAnsiTheme="minorHAnsi" w:cs="Times New Roman"/>
      <w:b/>
      <w:bCs/>
      <w:color w:val="000000"/>
      <w:sz w:val="28"/>
      <w:szCs w:val="26"/>
      <w:lang w:val="en-GB" w:eastAsia="en-US"/>
    </w:rPr>
  </w:style>
  <w:style w:type="character" w:customStyle="1" w:styleId="Heading1Char">
    <w:name w:val="Heading 1 Char"/>
    <w:link w:val="Heading1"/>
    <w:uiPriority w:val="9"/>
    <w:rsid w:val="005A6F2E"/>
    <w:rPr>
      <w:rFonts w:ascii="Calibri" w:eastAsia="Times New Roman" w:hAnsi="Calibri" w:cs="Times New Roman"/>
      <w:b/>
      <w:bCs/>
      <w:color w:val="000000"/>
      <w:sz w:val="32"/>
      <w:szCs w:val="28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6C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6C7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A704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033E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5A4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343F7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43F73"/>
    <w:pPr>
      <w:jc w:val="left"/>
    </w:pPr>
    <w:rPr>
      <w:rFonts w:eastAsia="Times New Roman" w:cs="Times New Roman"/>
      <w:color w:val="auto"/>
      <w:szCs w:val="20"/>
      <w:lang w:val="de-DE"/>
    </w:rPr>
  </w:style>
  <w:style w:type="character" w:customStyle="1" w:styleId="CommentTextChar">
    <w:name w:val="Comment Text Char"/>
    <w:basedOn w:val="DefaultParagraphFont"/>
    <w:link w:val="CommentText"/>
    <w:semiHidden/>
    <w:rsid w:val="00343F73"/>
    <w:rPr>
      <w:rFonts w:eastAsia="Times New Roman" w:cs="Times New Roman"/>
      <w:lang w:val="de-DE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A0D78"/>
    <w:rPr>
      <w:rFonts w:asciiTheme="minorHAnsi" w:eastAsiaTheme="majorEastAsia" w:hAnsiTheme="minorHAnsi" w:cstheme="majorBidi"/>
      <w:b/>
      <w:color w:val="000000" w:themeColor="text1"/>
      <w:sz w:val="22"/>
      <w:szCs w:val="24"/>
      <w:lang w:val="en-GB" w:eastAsia="en-US"/>
    </w:rPr>
  </w:style>
  <w:style w:type="paragraph" w:styleId="NoSpacing">
    <w:name w:val="No Spacing"/>
    <w:uiPriority w:val="1"/>
    <w:rsid w:val="0086523E"/>
    <w:pPr>
      <w:jc w:val="both"/>
    </w:pPr>
    <w:rPr>
      <w:color w:val="000000"/>
      <w:sz w:val="22"/>
      <w:szCs w:val="22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rsid w:val="00274802"/>
    <w:pPr>
      <w:jc w:val="left"/>
    </w:pPr>
    <w:rPr>
      <w:rFonts w:eastAsia="Times New Roman" w:cs="Times New Roman"/>
      <w:color w:val="auto"/>
      <w:sz w:val="22"/>
      <w:szCs w:val="20"/>
      <w:lang w:val="de-D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74802"/>
    <w:rPr>
      <w:rFonts w:asciiTheme="minorHAnsi" w:eastAsia="Times New Roman" w:hAnsiTheme="minorHAnsi" w:cs="Times New Roman"/>
      <w:sz w:val="22"/>
      <w:lang w:val="de-DE" w:eastAsia="en-US"/>
    </w:rPr>
  </w:style>
  <w:style w:type="character" w:styleId="FootnoteReference">
    <w:name w:val="footnote reference"/>
    <w:uiPriority w:val="99"/>
    <w:semiHidden/>
    <w:rsid w:val="00343F73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E7C"/>
    <w:pPr>
      <w:jc w:val="both"/>
    </w:pPr>
    <w:rPr>
      <w:rFonts w:ascii="Palatino" w:eastAsia="Calibri" w:hAnsi="Palatino" w:cs="Calibri"/>
      <w:b/>
      <w:bCs/>
      <w:color w:val="000000"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2E7C"/>
    <w:rPr>
      <w:rFonts w:ascii="Palatino" w:eastAsia="Times New Roman" w:hAnsi="Palatino" w:cs="Times New Roman"/>
      <w:b/>
      <w:bCs/>
      <w:color w:val="000000"/>
      <w:lang w:val="en-GB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803993"/>
    <w:pPr>
      <w:pBdr>
        <w:bottom w:val="single" w:sz="4" w:space="1" w:color="auto"/>
      </w:pBdr>
      <w:spacing w:after="200"/>
      <w:contextualSpacing/>
      <w:jc w:val="left"/>
    </w:pPr>
    <w:rPr>
      <w:rFonts w:asciiTheme="majorHAnsi" w:eastAsiaTheme="majorEastAsia" w:hAnsiTheme="majorHAnsi" w:cstheme="majorBidi"/>
      <w:color w:val="auto"/>
      <w:spacing w:val="5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803993"/>
    <w:rPr>
      <w:rFonts w:asciiTheme="majorHAnsi" w:eastAsiaTheme="majorEastAsia" w:hAnsiTheme="majorHAnsi" w:cstheme="majorBidi"/>
      <w:spacing w:val="5"/>
      <w:sz w:val="52"/>
      <w:szCs w:val="5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5151"/>
    <w:pPr>
      <w:spacing w:after="600" w:line="276" w:lineRule="auto"/>
    </w:pPr>
    <w:rPr>
      <w:rFonts w:asciiTheme="majorHAnsi" w:eastAsiaTheme="majorEastAsia" w:hAnsiTheme="majorHAnsi" w:cstheme="majorBidi"/>
      <w:i/>
      <w:iCs/>
      <w:color w:val="auto"/>
      <w:spacing w:val="13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B95151"/>
    <w:rPr>
      <w:rFonts w:asciiTheme="majorHAnsi" w:eastAsiaTheme="majorEastAsia" w:hAnsiTheme="majorHAnsi" w:cstheme="majorBidi"/>
      <w:i/>
      <w:iCs/>
      <w:spacing w:val="13"/>
      <w:sz w:val="24"/>
      <w:szCs w:val="24"/>
      <w:lang w:val="en-US" w:eastAsia="en-US"/>
    </w:rPr>
  </w:style>
  <w:style w:type="paragraph" w:customStyle="1" w:styleId="Default">
    <w:name w:val="Default"/>
    <w:rsid w:val="00F776E7"/>
    <w:pPr>
      <w:autoSpaceDE w:val="0"/>
      <w:autoSpaceDN w:val="0"/>
      <w:adjustRightInd w:val="0"/>
    </w:pPr>
    <w:rPr>
      <w:rFonts w:ascii="Calibri" w:eastAsiaTheme="minorEastAsia" w:hAnsi="Calibri"/>
      <w:color w:val="000000"/>
      <w:sz w:val="24"/>
      <w:szCs w:val="24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D57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Times New Roman" w:hAnsi="Courier New" w:cs="Courier New"/>
      <w:color w:val="auto"/>
      <w:sz w:val="20"/>
      <w:szCs w:val="20"/>
      <w:lang w:val="ru-RU" w:eastAsia="ru-RU"/>
    </w:rPr>
  </w:style>
  <w:style w:type="paragraph" w:customStyle="1" w:styleId="Table">
    <w:name w:val="Table"/>
    <w:basedOn w:val="Normal"/>
    <w:qFormat/>
    <w:rsid w:val="00E9653D"/>
    <w:pPr>
      <w:spacing w:after="0"/>
      <w:jc w:val="left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D5784"/>
    <w:rPr>
      <w:rFonts w:ascii="Courier New" w:eastAsia="Times New Roman" w:hAnsi="Courier New" w:cs="Courier New"/>
      <w:lang w:val="ru-RU" w:eastAsia="ru-RU"/>
    </w:rPr>
  </w:style>
  <w:style w:type="paragraph" w:styleId="TOC1">
    <w:name w:val="toc 1"/>
    <w:basedOn w:val="Normal"/>
    <w:next w:val="Normal"/>
    <w:autoRedefine/>
    <w:uiPriority w:val="39"/>
    <w:unhideWhenUsed/>
    <w:rsid w:val="009625D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625DB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9625DB"/>
    <w:pPr>
      <w:spacing w:after="100"/>
      <w:ind w:left="480"/>
    </w:pPr>
  </w:style>
  <w:style w:type="character" w:customStyle="1" w:styleId="Nerazreenopominjanje1">
    <w:name w:val="Nerazrešeno pominjanje1"/>
    <w:basedOn w:val="DefaultParagraphFont"/>
    <w:uiPriority w:val="99"/>
    <w:semiHidden/>
    <w:unhideWhenUsed/>
    <w:rsid w:val="00E040AB"/>
    <w:rPr>
      <w:color w:val="605E5C"/>
      <w:shd w:val="clear" w:color="auto" w:fill="E1DFDD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205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9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2;&#1080;&#1090;&#1072;&#1083;&#1080;&#1081;%20&#1050;&#1086;&#1087;&#1085;&#1086;&#1074;\AppData\Roaming\Microsoft\Templates\Pro-VET_Documen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d78464-3192-4f6e-8383-799de5007262">
      <Terms xmlns="http://schemas.microsoft.com/office/infopath/2007/PartnerControls"/>
    </lcf76f155ced4ddcb4097134ff3c332f>
    <TaxCatchAll xmlns="59e1666c-1480-4aca-aacc-8fd0a3e3c6f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9020E2B751E84794201084C625E96B" ma:contentTypeVersion="13" ma:contentTypeDescription="Create a new document." ma:contentTypeScope="" ma:versionID="11767721fe0dfa6f8e2d95941a908bb1">
  <xsd:schema xmlns:xsd="http://www.w3.org/2001/XMLSchema" xmlns:xs="http://www.w3.org/2001/XMLSchema" xmlns:p="http://schemas.microsoft.com/office/2006/metadata/properties" xmlns:ns2="4dd78464-3192-4f6e-8383-799de5007262" xmlns:ns3="59e1666c-1480-4aca-aacc-8fd0a3e3c6f7" targetNamespace="http://schemas.microsoft.com/office/2006/metadata/properties" ma:root="true" ma:fieldsID="3360af3694d7e7fd6c84f464a77dee11" ns2:_="" ns3:_="">
    <xsd:import namespace="4dd78464-3192-4f6e-8383-799de5007262"/>
    <xsd:import namespace="59e1666c-1480-4aca-aacc-8fd0a3e3c6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78464-3192-4f6e-8383-799de50072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5a7fb6f-2df3-4765-889c-429d5e91dc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e1666c-1480-4aca-aacc-8fd0a3e3c6f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1e43299-7eb3-4cca-b8ec-1b2fec691988}" ma:internalName="TaxCatchAll" ma:showField="CatchAllData" ma:web="59e1666c-1480-4aca-aacc-8fd0a3e3c6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F0610B-A6A1-437D-9287-BDCB843148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EADE71-FF83-4BFD-8112-738BB205F057}">
  <ds:schemaRefs>
    <ds:schemaRef ds:uri="http://schemas.microsoft.com/office/2006/metadata/properties"/>
    <ds:schemaRef ds:uri="http://schemas.microsoft.com/office/infopath/2007/PartnerControls"/>
    <ds:schemaRef ds:uri="4dd78464-3192-4f6e-8383-799de5007262"/>
    <ds:schemaRef ds:uri="59e1666c-1480-4aca-aacc-8fd0a3e3c6f7"/>
  </ds:schemaRefs>
</ds:datastoreItem>
</file>

<file path=customXml/itemProps3.xml><?xml version="1.0" encoding="utf-8"?>
<ds:datastoreItem xmlns:ds="http://schemas.openxmlformats.org/officeDocument/2006/customXml" ds:itemID="{E33CE570-381A-4D78-9B92-62993D484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d78464-3192-4f6e-8383-799de5007262"/>
    <ds:schemaRef ds:uri="59e1666c-1480-4aca-aacc-8fd0a3e3c6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9697AC-3C25-4FDB-BA9A-EBFB1D97F3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Pro-VET_Document_Template</Template>
  <TotalTime>372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JAMK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Vitaly Kopnov</dc:creator>
  <cp:lastModifiedBy>Данило Ђокић</cp:lastModifiedBy>
  <cp:revision>23</cp:revision>
  <cp:lastPrinted>2023-03-20T09:13:00Z</cp:lastPrinted>
  <dcterms:created xsi:type="dcterms:W3CDTF">2020-12-28T12:33:00Z</dcterms:created>
  <dcterms:modified xsi:type="dcterms:W3CDTF">2024-05-16T08:58:00Z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0x010100D49020E2B751E84794201084C625E96B</vt:lpwstr>
  </property>
</Properties>
</file>