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3F266" w14:textId="77777777" w:rsidR="00FA67B4" w:rsidRPr="00905F3D" w:rsidRDefault="00FA67B4" w:rsidP="00552FFE">
      <w:pPr>
        <w:ind w:left="720"/>
        <w:rPr>
          <w:rFonts w:ascii="Palatino Linotype" w:hAnsi="Palatino Linotype"/>
          <w:lang w:val="sr-Cyrl-RS"/>
        </w:rPr>
      </w:pPr>
    </w:p>
    <w:p w14:paraId="27C71B22" w14:textId="77777777" w:rsidR="00552FFE" w:rsidRPr="00905F3D" w:rsidRDefault="00552FFE" w:rsidP="00552FFE">
      <w:pPr>
        <w:ind w:left="720"/>
        <w:rPr>
          <w:rFonts w:ascii="Palatino Linotype" w:hAnsi="Palatino Linotype"/>
          <w:lang w:val="sr-Cyrl-RS"/>
        </w:rPr>
      </w:pPr>
    </w:p>
    <w:p w14:paraId="1C68A64B" w14:textId="77777777" w:rsidR="00552FFE" w:rsidRPr="00905F3D" w:rsidRDefault="00552FFE" w:rsidP="00552FFE">
      <w:pPr>
        <w:ind w:left="720"/>
        <w:rPr>
          <w:rFonts w:ascii="Palatino Linotype" w:hAnsi="Palatino Linotype"/>
          <w:lang w:val="sr-Cyrl-RS"/>
        </w:rPr>
      </w:pPr>
    </w:p>
    <w:p w14:paraId="75C054E6" w14:textId="77777777" w:rsidR="00552FFE" w:rsidRPr="00905F3D" w:rsidRDefault="00552FFE" w:rsidP="00552FFE">
      <w:pPr>
        <w:ind w:left="720"/>
        <w:rPr>
          <w:rFonts w:ascii="Palatino Linotype" w:hAnsi="Palatino Linotype"/>
          <w:lang w:val="sr-Cyrl-RS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9288"/>
      </w:tblGrid>
      <w:tr w:rsidR="00F60223" w:rsidRPr="005F24E9" w14:paraId="2285D0EA" w14:textId="77777777" w:rsidTr="005F24E9">
        <w:trPr>
          <w:trHeight w:val="583"/>
        </w:trPr>
        <w:tc>
          <w:tcPr>
            <w:tcW w:w="9288" w:type="dxa"/>
            <w:tcBorders>
              <w:bottom w:val="single" w:sz="12" w:space="0" w:color="666666"/>
            </w:tcBorders>
            <w:shd w:val="clear" w:color="auto" w:fill="auto"/>
          </w:tcPr>
          <w:p w14:paraId="6E85EA99" w14:textId="77777777" w:rsidR="00FA67B4" w:rsidRPr="005F24E9" w:rsidRDefault="00FA67B4" w:rsidP="005F24E9">
            <w:pPr>
              <w:spacing w:before="180" w:after="120"/>
              <w:jc w:val="center"/>
              <w:rPr>
                <w:rFonts w:ascii="Palatino Linotype" w:eastAsia="Calibri" w:hAnsi="Palatino Linotype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/>
                <w:b/>
                <w:bCs/>
                <w:color w:val="595959"/>
                <w:sz w:val="22"/>
                <w:szCs w:val="22"/>
                <w:lang w:val="sr-Latn-RS"/>
              </w:rPr>
              <w:t>Naziv projekta (do 250 karaktera)</w:t>
            </w:r>
          </w:p>
        </w:tc>
      </w:tr>
      <w:tr w:rsidR="00F60223" w:rsidRPr="005F24E9" w14:paraId="2DACAB9C" w14:textId="77777777" w:rsidTr="005F24E9">
        <w:tc>
          <w:tcPr>
            <w:tcW w:w="9288" w:type="dxa"/>
            <w:shd w:val="clear" w:color="auto" w:fill="auto"/>
          </w:tcPr>
          <w:p w14:paraId="02AC790D" w14:textId="77777777" w:rsidR="00FA67B4" w:rsidRPr="005F24E9" w:rsidRDefault="00141400" w:rsidP="00141400">
            <w:pPr>
              <w:spacing w:before="180" w:after="120"/>
              <w:ind w:left="720"/>
              <w:rPr>
                <w:rFonts w:ascii="Palatino Linotype" w:eastAsia="Calibri" w:hAnsi="Palatino Linotype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/>
                <w:color w:val="595959"/>
                <w:sz w:val="22"/>
                <w:szCs w:val="22"/>
                <w:lang w:val="sr-Latn-RS"/>
              </w:rPr>
              <w:t>Nivo svesti javnosti o kvalitetu vode</w:t>
            </w:r>
          </w:p>
        </w:tc>
      </w:tr>
    </w:tbl>
    <w:p w14:paraId="544048E1" w14:textId="77777777" w:rsidR="007414D2" w:rsidRPr="00905F3D" w:rsidRDefault="007414D2" w:rsidP="00552FFE">
      <w:pPr>
        <w:ind w:left="720"/>
        <w:rPr>
          <w:rFonts w:ascii="Palatino Linotype" w:hAnsi="Palatino Linotype"/>
          <w:lang w:val="sr-Cyrl-RS"/>
        </w:rPr>
      </w:pPr>
    </w:p>
    <w:p w14:paraId="4138BBFA" w14:textId="77777777" w:rsidR="00FA67B4" w:rsidRPr="00905F3D" w:rsidRDefault="00FA67B4" w:rsidP="00FA67B4">
      <w:pPr>
        <w:rPr>
          <w:rFonts w:ascii="Palatino Linotype" w:hAnsi="Palatino Linotype"/>
          <w:lang w:val="sr-Cyrl-RS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9288"/>
      </w:tblGrid>
      <w:tr w:rsidR="00F60223" w:rsidRPr="005F24E9" w14:paraId="0E99C295" w14:textId="77777777" w:rsidTr="005F24E9">
        <w:trPr>
          <w:trHeight w:val="583"/>
        </w:trPr>
        <w:tc>
          <w:tcPr>
            <w:tcW w:w="9288" w:type="dxa"/>
            <w:tcBorders>
              <w:bottom w:val="single" w:sz="12" w:space="0" w:color="666666"/>
            </w:tcBorders>
            <w:shd w:val="clear" w:color="auto" w:fill="auto"/>
          </w:tcPr>
          <w:p w14:paraId="3890304D" w14:textId="77777777" w:rsidR="00FA67B4" w:rsidRPr="005F24E9" w:rsidRDefault="00FA67B4" w:rsidP="005F24E9">
            <w:pPr>
              <w:spacing w:before="180" w:after="120"/>
              <w:jc w:val="center"/>
              <w:rPr>
                <w:rFonts w:ascii="Palatino Linotype" w:eastAsia="Calibri" w:hAnsi="Palatino Linotype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/>
                <w:b/>
                <w:bCs/>
                <w:color w:val="595959"/>
                <w:sz w:val="22"/>
                <w:szCs w:val="22"/>
                <w:lang w:val="sr-Latn-RS"/>
              </w:rPr>
              <w:t>Akronim projekta (do 20</w:t>
            </w:r>
            <w:r w:rsidR="00EE1E95" w:rsidRPr="005F24E9">
              <w:rPr>
                <w:rFonts w:ascii="Palatino Linotype" w:eastAsia="Calibri" w:hAnsi="Palatino Linotype"/>
                <w:b/>
                <w:bCs/>
                <w:color w:val="595959"/>
                <w:sz w:val="22"/>
                <w:szCs w:val="22"/>
                <w:lang w:val="sr-Latn-RS"/>
              </w:rPr>
              <w:t xml:space="preserve"> karaktera</w:t>
            </w:r>
            <w:r w:rsidRPr="005F24E9">
              <w:rPr>
                <w:rFonts w:ascii="Palatino Linotype" w:eastAsia="Calibri" w:hAnsi="Palatino Linotype"/>
                <w:b/>
                <w:bCs/>
                <w:color w:val="595959"/>
                <w:sz w:val="22"/>
                <w:szCs w:val="22"/>
                <w:lang w:val="sr-Latn-RS"/>
              </w:rPr>
              <w:t>)</w:t>
            </w:r>
          </w:p>
        </w:tc>
      </w:tr>
      <w:tr w:rsidR="00F60223" w:rsidRPr="005F24E9" w14:paraId="62E94855" w14:textId="77777777" w:rsidTr="005F24E9">
        <w:tc>
          <w:tcPr>
            <w:tcW w:w="9288" w:type="dxa"/>
            <w:shd w:val="clear" w:color="auto" w:fill="auto"/>
          </w:tcPr>
          <w:p w14:paraId="3BCA81FB" w14:textId="77777777" w:rsidR="00FA67B4" w:rsidRPr="005F24E9" w:rsidRDefault="00141400" w:rsidP="00141400">
            <w:pPr>
              <w:spacing w:before="180" w:after="120"/>
              <w:ind w:left="720"/>
              <w:rPr>
                <w:rFonts w:ascii="Palatino Linotype" w:eastAsia="Calibri" w:hAnsi="Palatino Linotype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/>
                <w:color w:val="595959"/>
                <w:sz w:val="22"/>
                <w:szCs w:val="22"/>
                <w:lang w:val="sr-Latn-RS"/>
              </w:rPr>
              <w:t>AQUALITY</w:t>
            </w:r>
          </w:p>
        </w:tc>
      </w:tr>
    </w:tbl>
    <w:p w14:paraId="2A88D007" w14:textId="77777777" w:rsidR="00FA67B4" w:rsidRPr="00141400" w:rsidRDefault="00FA67B4" w:rsidP="00FA67B4">
      <w:pPr>
        <w:rPr>
          <w:rFonts w:ascii="Palatino Linotype" w:hAnsi="Palatino Linotype"/>
        </w:rPr>
      </w:pPr>
    </w:p>
    <w:p w14:paraId="5DA16CA4" w14:textId="77777777" w:rsidR="00964839" w:rsidRPr="00905F3D" w:rsidRDefault="00964839" w:rsidP="00D9272C">
      <w:pPr>
        <w:rPr>
          <w:rFonts w:ascii="Palatino Linotype" w:hAnsi="Palatino Linotype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9288"/>
      </w:tblGrid>
      <w:tr w:rsidR="00F60223" w:rsidRPr="005F24E9" w14:paraId="4B5D1408" w14:textId="77777777" w:rsidTr="005F24E9">
        <w:trPr>
          <w:trHeight w:val="583"/>
        </w:trPr>
        <w:tc>
          <w:tcPr>
            <w:tcW w:w="9288" w:type="dxa"/>
            <w:tcBorders>
              <w:bottom w:val="single" w:sz="12" w:space="0" w:color="666666"/>
            </w:tcBorders>
            <w:shd w:val="clear" w:color="auto" w:fill="auto"/>
          </w:tcPr>
          <w:p w14:paraId="14D1B017" w14:textId="77777777" w:rsidR="00EA7507" w:rsidRPr="005F24E9" w:rsidRDefault="001D7323" w:rsidP="005F24E9">
            <w:pPr>
              <w:spacing w:before="180" w:after="120"/>
              <w:jc w:val="center"/>
              <w:rPr>
                <w:rFonts w:ascii="Palatino Linotype" w:eastAsia="Calibri" w:hAnsi="Palatino Linotype"/>
                <w:color w:val="595959"/>
                <w:sz w:val="22"/>
                <w:szCs w:val="22"/>
                <w:lang w:val="sr-Latn-RS"/>
              </w:rPr>
            </w:pPr>
            <w:bookmarkStart w:id="0" w:name="_Hlk148947823"/>
            <w:r w:rsidRPr="005F24E9">
              <w:rPr>
                <w:rFonts w:ascii="Palatino Linotype" w:eastAsia="Calibri" w:hAnsi="Palatino Linotype"/>
                <w:b/>
                <w:bCs/>
                <w:color w:val="595959"/>
                <w:sz w:val="22"/>
                <w:szCs w:val="22"/>
                <w:lang w:val="sr-Latn-RS"/>
              </w:rPr>
              <w:t>Apstrakt</w:t>
            </w:r>
            <w:r w:rsidR="00EA7507" w:rsidRPr="005F24E9">
              <w:rPr>
                <w:rFonts w:ascii="Palatino Linotype" w:eastAsia="Calibri" w:hAnsi="Palatino Linotype"/>
                <w:b/>
                <w:bCs/>
                <w:color w:val="595959"/>
                <w:sz w:val="22"/>
                <w:szCs w:val="22"/>
                <w:lang w:val="sr-Latn-RS"/>
              </w:rPr>
              <w:t xml:space="preserve"> (do </w:t>
            </w:r>
            <w:r w:rsidRPr="005F24E9">
              <w:rPr>
                <w:rFonts w:ascii="Palatino Linotype" w:eastAsia="Calibri" w:hAnsi="Palatino Linotype"/>
                <w:b/>
                <w:bCs/>
                <w:color w:val="595959"/>
                <w:sz w:val="22"/>
                <w:szCs w:val="22"/>
                <w:lang w:val="sr-Latn-RS"/>
              </w:rPr>
              <w:t>300</w:t>
            </w:r>
            <w:r w:rsidR="00EA7507" w:rsidRPr="005F24E9">
              <w:rPr>
                <w:rFonts w:ascii="Palatino Linotype" w:eastAsia="Calibri" w:hAnsi="Palatino Linotype"/>
                <w:b/>
                <w:bCs/>
                <w:color w:val="595959"/>
                <w:sz w:val="22"/>
                <w:szCs w:val="22"/>
                <w:lang w:val="sr-Latn-RS"/>
              </w:rPr>
              <w:t xml:space="preserve"> </w:t>
            </w:r>
            <w:r w:rsidRPr="005F24E9">
              <w:rPr>
                <w:rFonts w:ascii="Palatino Linotype" w:eastAsia="Calibri" w:hAnsi="Palatino Linotype"/>
                <w:b/>
                <w:bCs/>
                <w:color w:val="595959"/>
                <w:sz w:val="22"/>
                <w:szCs w:val="22"/>
                <w:lang w:val="sr-Latn-RS"/>
              </w:rPr>
              <w:t>reči</w:t>
            </w:r>
            <w:r w:rsidR="00EA7507" w:rsidRPr="005F24E9">
              <w:rPr>
                <w:rFonts w:ascii="Palatino Linotype" w:eastAsia="Calibri" w:hAnsi="Palatino Linotype"/>
                <w:b/>
                <w:bCs/>
                <w:color w:val="595959"/>
                <w:sz w:val="22"/>
                <w:szCs w:val="22"/>
                <w:lang w:val="sr-Latn-RS"/>
              </w:rPr>
              <w:t>)</w:t>
            </w:r>
          </w:p>
        </w:tc>
      </w:tr>
      <w:tr w:rsidR="00F60223" w:rsidRPr="005F24E9" w14:paraId="335E3657" w14:textId="77777777" w:rsidTr="005F24E9">
        <w:tc>
          <w:tcPr>
            <w:tcW w:w="9288" w:type="dxa"/>
            <w:shd w:val="clear" w:color="auto" w:fill="auto"/>
          </w:tcPr>
          <w:p w14:paraId="4CD66127" w14:textId="77777777" w:rsidR="00400500" w:rsidRPr="005F24E9" w:rsidRDefault="00400500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/>
                <w:color w:val="595959"/>
                <w:sz w:val="22"/>
                <w:szCs w:val="22"/>
                <w:highlight w:val="yellow"/>
                <w:lang w:val="sr-Latn-RS"/>
              </w:rPr>
            </w:pPr>
            <w:r w:rsidRPr="005F24E9">
              <w:rPr>
                <w:rFonts w:ascii="Palatino Linotype" w:eastAsia="Calibri" w:hAnsi="Palatino Linotype"/>
                <w:bCs/>
                <w:color w:val="595959"/>
                <w:sz w:val="22"/>
                <w:szCs w:val="22"/>
                <w:highlight w:val="yellow"/>
                <w:lang w:val="sr-Latn-RS"/>
              </w:rPr>
              <w:t>Apstrakt pisati kada se završe ostali elementi</w:t>
            </w:r>
          </w:p>
          <w:p w14:paraId="575A04BC" w14:textId="77777777" w:rsidR="00EA7507" w:rsidRPr="005F24E9" w:rsidRDefault="003D5CED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/>
                <w:bCs/>
                <w:color w:val="595959"/>
                <w:sz w:val="22"/>
                <w:szCs w:val="22"/>
                <w:lang w:val="sr-Latn-RS"/>
              </w:rPr>
              <w:t>Opis uočenog problema</w:t>
            </w:r>
          </w:p>
          <w:p w14:paraId="33748BE5" w14:textId="77777777" w:rsidR="003D5CED" w:rsidRPr="005F24E9" w:rsidRDefault="003D5CED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/>
                <w:bCs/>
                <w:color w:val="595959"/>
                <w:sz w:val="22"/>
                <w:szCs w:val="22"/>
                <w:lang w:val="sr-Latn-RS"/>
              </w:rPr>
              <w:t>Očekivani rezultati projekta</w:t>
            </w:r>
          </w:p>
          <w:p w14:paraId="1927A3BD" w14:textId="77777777" w:rsidR="003D5CED" w:rsidRPr="005F24E9" w:rsidRDefault="003D5CED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/>
                <w:bCs/>
                <w:color w:val="595959"/>
                <w:sz w:val="22"/>
                <w:szCs w:val="22"/>
                <w:lang w:val="sr-Latn-RS"/>
              </w:rPr>
              <w:t>Očekivani uticaj projekta</w:t>
            </w:r>
          </w:p>
          <w:p w14:paraId="20C15172" w14:textId="77777777" w:rsidR="003D5CED" w:rsidRPr="005F24E9" w:rsidRDefault="00552FFE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/>
                <w:bCs/>
                <w:color w:val="595959"/>
                <w:sz w:val="22"/>
                <w:szCs w:val="22"/>
                <w:lang w:val="sr-Latn-RS"/>
              </w:rPr>
              <w:t>Ukupna zahtevana sredstva (budžet)</w:t>
            </w:r>
          </w:p>
        </w:tc>
      </w:tr>
      <w:bookmarkEnd w:id="0"/>
    </w:tbl>
    <w:p w14:paraId="40577CB9" w14:textId="77777777" w:rsidR="00964839" w:rsidRPr="00905F3D" w:rsidRDefault="00964839" w:rsidP="00D9272C">
      <w:pPr>
        <w:rPr>
          <w:rFonts w:ascii="Palatino Linotype" w:hAnsi="Palatino Linotype"/>
        </w:rPr>
        <w:sectPr w:rsidR="00964839" w:rsidRPr="00905F3D" w:rsidSect="007A2C7F">
          <w:headerReference w:type="default" r:id="rId10"/>
          <w:pgSz w:w="11909" w:h="16834" w:code="9"/>
          <w:pgMar w:top="1138" w:right="1138" w:bottom="1138" w:left="1138" w:header="720" w:footer="720" w:gutter="0"/>
          <w:cols w:space="720"/>
          <w:docGrid w:linePitch="360"/>
        </w:sectPr>
      </w:pPr>
    </w:p>
    <w:p w14:paraId="7758AC3B" w14:textId="77777777" w:rsidR="00094CC2" w:rsidRPr="00905F3D" w:rsidRDefault="00094CC2" w:rsidP="00905F3D">
      <w:pPr>
        <w:pStyle w:val="Heading2"/>
      </w:pPr>
    </w:p>
    <w:p w14:paraId="1FD44A46" w14:textId="77777777" w:rsidR="00964839" w:rsidRPr="00905F3D" w:rsidRDefault="00D447AD" w:rsidP="00905F3D">
      <w:pPr>
        <w:pStyle w:val="Heading2"/>
      </w:pPr>
      <w:r w:rsidRPr="00905F3D">
        <w:t>Opis projekta</w:t>
      </w:r>
    </w:p>
    <w:p w14:paraId="2E321634" w14:textId="77777777" w:rsidR="00964839" w:rsidRPr="00905F3D" w:rsidRDefault="00EE1E95" w:rsidP="00905F3D">
      <w:pPr>
        <w:pStyle w:val="Heading2"/>
        <w:numPr>
          <w:ilvl w:val="0"/>
          <w:numId w:val="31"/>
        </w:numPr>
        <w:rPr>
          <w:lang w:val="sr-Cyrl-RS"/>
        </w:rPr>
      </w:pPr>
      <w:r w:rsidRPr="00905F3D">
        <w:t>Izvrsnost</w:t>
      </w:r>
    </w:p>
    <w:p w14:paraId="528A9A43" w14:textId="77777777" w:rsidR="00EE1E95" w:rsidRPr="00905F3D" w:rsidRDefault="00EE1E95" w:rsidP="00EE1E95">
      <w:pPr>
        <w:rPr>
          <w:rFonts w:ascii="Palatino Linotype" w:hAnsi="Palatino Linotype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60223" w:rsidRPr="005F24E9" w14:paraId="6242A30D" w14:textId="77777777" w:rsidTr="005F24E9">
        <w:trPr>
          <w:trHeight w:val="583"/>
        </w:trPr>
        <w:tc>
          <w:tcPr>
            <w:tcW w:w="9288" w:type="dxa"/>
            <w:shd w:val="clear" w:color="auto" w:fill="auto"/>
          </w:tcPr>
          <w:p w14:paraId="2A4CE039" w14:textId="77777777" w:rsidR="00EE1E95" w:rsidRPr="005F24E9" w:rsidRDefault="00EE1E95" w:rsidP="005F24E9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Relevantnost projekta</w:t>
            </w:r>
            <w:r w:rsidR="00597AE7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 ( do 1.000 reči)</w:t>
            </w:r>
            <w:r w:rsidR="00094CC2"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:</w:t>
            </w:r>
          </w:p>
        </w:tc>
      </w:tr>
      <w:tr w:rsidR="00F60223" w:rsidRPr="005F24E9" w14:paraId="4E5540D7" w14:textId="77777777" w:rsidTr="005F24E9">
        <w:tc>
          <w:tcPr>
            <w:tcW w:w="9288" w:type="dxa"/>
            <w:shd w:val="clear" w:color="auto" w:fill="auto"/>
          </w:tcPr>
          <w:p w14:paraId="31761A57" w14:textId="77777777" w:rsidR="009D2BB4" w:rsidRDefault="00025789" w:rsidP="009D2BB4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Sve brzi razvoj industrije u celom</w:t>
            </w:r>
            <w:r w:rsidR="0028084C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 xml:space="preserve"> svetu dovodi do veceg zagadjenja</w:t>
            </w: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 xml:space="preserve"> cije je poreklo iz same industrije</w:t>
            </w:r>
          </w:p>
          <w:p w14:paraId="1ADD55AC" w14:textId="77777777" w:rsidR="00531681" w:rsidRDefault="00531681" w:rsidP="009D2BB4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Pogorsanje kvaliteta vode na globalnom nivou</w:t>
            </w:r>
            <w:r w:rsidR="00025789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 xml:space="preserve"> koje je povezano sa regionalnim nivoom</w:t>
            </w:r>
          </w:p>
          <w:p w14:paraId="382C67B3" w14:textId="77777777" w:rsidR="00531681" w:rsidRDefault="00025789" w:rsidP="009D2BB4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lastRenderedPageBreak/>
              <w:t>Prekomerna kolicina otpada od plastike i drugih otpadnih materijala koji zavrse u vodi i pogorsavaju njen kvalitet</w:t>
            </w:r>
          </w:p>
          <w:p w14:paraId="1A930B0E" w14:textId="77777777" w:rsidR="00025789" w:rsidRDefault="00025789" w:rsidP="009D2BB4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Povecanje bolesti usled koriscenja vode za pice kod gradjana</w:t>
            </w:r>
          </w:p>
          <w:p w14:paraId="161BE770" w14:textId="77777777" w:rsidR="00025789" w:rsidRDefault="00025789" w:rsidP="0002578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Velika urbanizacija</w:t>
            </w:r>
          </w:p>
          <w:p w14:paraId="478A74E0" w14:textId="77777777" w:rsidR="0028084C" w:rsidRPr="0028084C" w:rsidRDefault="00025789" w:rsidP="0028084C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Faktor nemarnosti i ne obrazovanosti o bitnosti ocuvanja vode kod stanovnistva.</w:t>
            </w:r>
          </w:p>
          <w:p w14:paraId="25B29044" w14:textId="77777777" w:rsidR="00EE1E95" w:rsidRPr="009D2BB4" w:rsidRDefault="00EE1E95" w:rsidP="009D2BB4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Opišite zbog čega je vaš projekat značajan</w:t>
            </w:r>
            <w:r w:rsidR="005A1DDD"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 za održivi razvoj </w:t>
            </w:r>
            <w:r w:rsidR="009D2BB4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!</w:t>
            </w:r>
          </w:p>
        </w:tc>
      </w:tr>
      <w:tr w:rsidR="00F60223" w:rsidRPr="005F24E9" w14:paraId="5F0E6283" w14:textId="77777777" w:rsidTr="005F24E9">
        <w:trPr>
          <w:trHeight w:val="583"/>
        </w:trPr>
        <w:tc>
          <w:tcPr>
            <w:tcW w:w="9288" w:type="dxa"/>
            <w:shd w:val="clear" w:color="auto" w:fill="auto"/>
          </w:tcPr>
          <w:p w14:paraId="37A56487" w14:textId="77777777" w:rsidR="00EE1E95" w:rsidRPr="005F24E9" w:rsidRDefault="00EE1E95" w:rsidP="005F24E9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lastRenderedPageBreak/>
              <w:t>Ciljevi projekta</w:t>
            </w:r>
            <w:r w:rsidR="00597AE7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 </w:t>
            </w:r>
            <w:r w:rsidR="00597AE7" w:rsidRPr="00597AE7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( do 1.000 reči):</w:t>
            </w:r>
          </w:p>
        </w:tc>
      </w:tr>
      <w:tr w:rsidR="00F60223" w:rsidRPr="005F24E9" w14:paraId="1C531DBF" w14:textId="77777777" w:rsidTr="005F24E9">
        <w:tc>
          <w:tcPr>
            <w:tcW w:w="9288" w:type="dxa"/>
            <w:shd w:val="clear" w:color="auto" w:fill="auto"/>
          </w:tcPr>
          <w:p w14:paraId="45E622C4" w14:textId="77777777" w:rsidR="00141400" w:rsidRPr="00141400" w:rsidRDefault="00141400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Ciljevi projekta:</w:t>
            </w:r>
          </w:p>
          <w:p w14:paraId="28D0979D" w14:textId="77777777" w:rsidR="00EE1E95" w:rsidRPr="005F24E9" w:rsidRDefault="00141400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lastRenderedPageBreak/>
              <w:t>Utvrdjivanje kvaliteta vode po kriticnim regionima</w:t>
            </w:r>
          </w:p>
          <w:p w14:paraId="655536C7" w14:textId="77777777" w:rsidR="00EE1E95" w:rsidRDefault="00141400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Odredjivanje faktora koji uticu na kvalitet vode</w:t>
            </w:r>
          </w:p>
          <w:p w14:paraId="11235AD8" w14:textId="77777777" w:rsidR="00141400" w:rsidRDefault="00141400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Podizanje svesti i edukacija o kvalitetu vode</w:t>
            </w:r>
          </w:p>
          <w:p w14:paraId="1460CF30" w14:textId="77777777" w:rsidR="00E55BBE" w:rsidRDefault="00E55BBE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Kreiranje preporuka za ministarstvo zdravlja</w:t>
            </w:r>
          </w:p>
          <w:p w14:paraId="60F9192F" w14:textId="77777777" w:rsidR="00E55BBE" w:rsidRDefault="00E55BBE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Projekat ,,AQUALITY’’ utice na ciljeve odrzivog razvoja kao sto su:</w:t>
            </w:r>
          </w:p>
          <w:p w14:paraId="4F481B7B" w14:textId="77777777" w:rsidR="00E55BBE" w:rsidRPr="005F24E9" w:rsidRDefault="00E55BBE" w:rsidP="00E55BBE">
            <w:pPr>
              <w:spacing w:before="180" w:after="120"/>
              <w:ind w:left="36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Dobro zdravlje, cista voda i sanitarni uslovi</w:t>
            </w:r>
            <w:r w:rsidR="00A50081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.</w:t>
            </w:r>
          </w:p>
        </w:tc>
      </w:tr>
    </w:tbl>
    <w:p w14:paraId="3BA8D69E" w14:textId="77777777" w:rsidR="00964839" w:rsidRPr="00905F3D" w:rsidRDefault="00905F3D" w:rsidP="00905F3D">
      <w:pPr>
        <w:pStyle w:val="Heading2"/>
      </w:pPr>
      <w:r>
        <w:lastRenderedPageBreak/>
        <w:t xml:space="preserve">2. </w:t>
      </w:r>
      <w:r w:rsidR="003F3A74" w:rsidRPr="00905F3D">
        <w:t>Uticaj</w:t>
      </w:r>
    </w:p>
    <w:p w14:paraId="573E4802" w14:textId="77777777" w:rsidR="003F3A74" w:rsidRPr="00905F3D" w:rsidRDefault="003F3A74" w:rsidP="003F3A74">
      <w:pPr>
        <w:rPr>
          <w:rFonts w:ascii="Palatino Linotype" w:hAnsi="Palatino Linotype"/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60223" w:rsidRPr="005F24E9" w14:paraId="188740BA" w14:textId="77777777" w:rsidTr="005F24E9">
        <w:trPr>
          <w:trHeight w:val="583"/>
        </w:trPr>
        <w:tc>
          <w:tcPr>
            <w:tcW w:w="9288" w:type="dxa"/>
            <w:shd w:val="clear" w:color="auto" w:fill="auto"/>
          </w:tcPr>
          <w:p w14:paraId="0B5D620D" w14:textId="77777777" w:rsidR="003F3A74" w:rsidRPr="005F24E9" w:rsidRDefault="003F3A74" w:rsidP="005F24E9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lastRenderedPageBreak/>
              <w:t>Očekivani uticaj</w:t>
            </w:r>
            <w:r w:rsidR="00597AE7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 xml:space="preserve"> </w:t>
            </w:r>
            <w:r w:rsidR="00597AE7" w:rsidRPr="00597AE7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( do 1.000 reči):</w:t>
            </w:r>
          </w:p>
        </w:tc>
      </w:tr>
      <w:tr w:rsidR="00F60223" w:rsidRPr="005F24E9" w14:paraId="762DAC90" w14:textId="77777777" w:rsidTr="005F24E9">
        <w:tc>
          <w:tcPr>
            <w:tcW w:w="9288" w:type="dxa"/>
            <w:shd w:val="clear" w:color="auto" w:fill="auto"/>
          </w:tcPr>
          <w:p w14:paraId="71454A5F" w14:textId="77777777" w:rsidR="00302C7B" w:rsidRDefault="00302C7B" w:rsidP="00302C7B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Podizanje svesti i edukacija društva o kvalitetu vode </w:t>
            </w:r>
          </w:p>
          <w:p w14:paraId="0A430697" w14:textId="77777777" w:rsidR="00302C7B" w:rsidRDefault="00302C7B" w:rsidP="00302C7B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Naš projekat bi davao određen nivo obrazovanja svim generacijama o tome kakav je kvalitet naše vode u domaćinstvima i oko nas </w:t>
            </w:r>
          </w:p>
          <w:p w14:paraId="48608DDF" w14:textId="77777777" w:rsidR="00302C7B" w:rsidRDefault="00302C7B" w:rsidP="00302C7B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Ciljna grupa nije uže definisana, projekat  se odnosi na edukaciju celokupnog stanovništva, bez obzira na njihove godine, finansijski status ili nivo obrazovanja.</w:t>
            </w:r>
          </w:p>
          <w:p w14:paraId="3B2F74A3" w14:textId="77777777" w:rsidR="00302C7B" w:rsidRDefault="00302C7B" w:rsidP="00302C7B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Projekat se fokusira na mlađu populaciju koja može ostvariti neki uticaj u dugoročnom pogledu. </w:t>
            </w:r>
          </w:p>
          <w:p w14:paraId="27DA20EB" w14:textId="666695A7" w:rsidR="003F3A74" w:rsidRPr="005F24E9" w:rsidRDefault="00302C7B" w:rsidP="005F24E9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lastRenderedPageBreak/>
              <w:t>N</w:t>
            </w:r>
            <w:r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akon implementacije projekta</w:t>
            </w: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 očekujemo da će kratkoročni rezultati podrazumevati viši nivo osvešćenosti šire populacije, a dugoročni rezultati dovesti do trajnog poboljšanja kvaliteta vode a time i boljeg kvalitet života.</w:t>
            </w:r>
          </w:p>
        </w:tc>
      </w:tr>
      <w:tr w:rsidR="00F60223" w:rsidRPr="005F24E9" w14:paraId="6BC5E90C" w14:textId="77777777" w:rsidTr="005F24E9">
        <w:trPr>
          <w:trHeight w:val="583"/>
        </w:trPr>
        <w:tc>
          <w:tcPr>
            <w:tcW w:w="9288" w:type="dxa"/>
            <w:shd w:val="clear" w:color="auto" w:fill="auto"/>
          </w:tcPr>
          <w:p w14:paraId="5141FE4E" w14:textId="77777777" w:rsidR="003F3A74" w:rsidRPr="005F24E9" w:rsidRDefault="003F3A74" w:rsidP="005F24E9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lastRenderedPageBreak/>
              <w:t>Diseminacija rezultata</w:t>
            </w:r>
            <w:r w:rsidR="00597AE7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 xml:space="preserve"> </w:t>
            </w:r>
            <w:r w:rsidR="00597AE7" w:rsidRPr="00597AE7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( do 1.000 reči):</w:t>
            </w:r>
          </w:p>
        </w:tc>
      </w:tr>
      <w:tr w:rsidR="00F60223" w:rsidRPr="005F24E9" w14:paraId="73C23789" w14:textId="77777777" w:rsidTr="005F24E9">
        <w:tc>
          <w:tcPr>
            <w:tcW w:w="9288" w:type="dxa"/>
            <w:shd w:val="clear" w:color="auto" w:fill="auto"/>
          </w:tcPr>
          <w:p w14:paraId="3FBC7302" w14:textId="77777777" w:rsidR="00302C7B" w:rsidRPr="00597AE7" w:rsidRDefault="00302C7B" w:rsidP="00302C7B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Promocija koja targetira mlađu populaciju uključuje objave na društvenim mrežama. </w:t>
            </w:r>
          </w:p>
          <w:p w14:paraId="34BA8D0F" w14:textId="3B94E792" w:rsidR="003F3A74" w:rsidRPr="005F24E9" w:rsidRDefault="00302C7B" w:rsidP="00302C7B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Informisanje ostalih starosnih grupa bi se ostvarilo putem naučnih časopisa u štampanoj i elektronskoj formi, putem radija, televizije, stučnih poseta, obrazovnih instutucija, edukativnih seminara i tome slično.   </w:t>
            </w:r>
          </w:p>
        </w:tc>
      </w:tr>
    </w:tbl>
    <w:p w14:paraId="7CD980B8" w14:textId="77777777" w:rsidR="003F3A74" w:rsidRPr="00905F3D" w:rsidRDefault="003F3A74" w:rsidP="003F3A74">
      <w:pPr>
        <w:rPr>
          <w:rFonts w:ascii="Palatino Linotype" w:hAnsi="Palatino Linotype"/>
          <w:lang w:val="sr-Cyrl-RS"/>
        </w:rPr>
      </w:pPr>
    </w:p>
    <w:p w14:paraId="3F2C2015" w14:textId="77777777" w:rsidR="00F41982" w:rsidRPr="00905F3D" w:rsidRDefault="00F41982" w:rsidP="003F3A74">
      <w:pPr>
        <w:rPr>
          <w:rFonts w:ascii="Palatino Linotype" w:hAnsi="Palatino Linotype"/>
          <w:lang w:val="sr-Cyrl-RS"/>
        </w:rPr>
      </w:pPr>
    </w:p>
    <w:p w14:paraId="1AD7AE9B" w14:textId="77777777" w:rsidR="00F41982" w:rsidRDefault="00F41982" w:rsidP="003F3A74">
      <w:pPr>
        <w:rPr>
          <w:rFonts w:ascii="Palatino Linotype" w:hAnsi="Palatino Linotype"/>
          <w:lang w:val="sr-Cyrl-RS"/>
        </w:rPr>
      </w:pPr>
    </w:p>
    <w:p w14:paraId="5F523624" w14:textId="77777777" w:rsidR="00905F3D" w:rsidRDefault="00905F3D" w:rsidP="003F3A74">
      <w:pPr>
        <w:rPr>
          <w:rFonts w:ascii="Palatino Linotype" w:hAnsi="Palatino Linotype"/>
          <w:lang w:val="sr-Cyrl-RS"/>
        </w:rPr>
      </w:pPr>
    </w:p>
    <w:p w14:paraId="6FF3E801" w14:textId="77777777" w:rsidR="00905F3D" w:rsidRDefault="00905F3D" w:rsidP="003F3A74">
      <w:pPr>
        <w:rPr>
          <w:rFonts w:ascii="Palatino Linotype" w:hAnsi="Palatino Linotype"/>
          <w:lang w:val="sr-Cyrl-RS"/>
        </w:rPr>
      </w:pPr>
    </w:p>
    <w:p w14:paraId="7B1861E6" w14:textId="77777777" w:rsidR="00905F3D" w:rsidRDefault="00905F3D" w:rsidP="003F3A74">
      <w:pPr>
        <w:rPr>
          <w:rFonts w:ascii="Palatino Linotype" w:hAnsi="Palatino Linotype"/>
          <w:lang w:val="sr-Cyrl-RS"/>
        </w:rPr>
      </w:pPr>
    </w:p>
    <w:p w14:paraId="7170B85A" w14:textId="77777777" w:rsidR="00905F3D" w:rsidRDefault="00905F3D" w:rsidP="003F3A74">
      <w:pPr>
        <w:rPr>
          <w:rFonts w:ascii="Palatino Linotype" w:hAnsi="Palatino Linotype"/>
          <w:lang w:val="sr-Cyrl-RS"/>
        </w:rPr>
      </w:pPr>
    </w:p>
    <w:p w14:paraId="0C5D4205" w14:textId="77777777" w:rsidR="00905F3D" w:rsidRDefault="00905F3D" w:rsidP="003F3A74">
      <w:pPr>
        <w:rPr>
          <w:rFonts w:ascii="Palatino Linotype" w:hAnsi="Palatino Linotype"/>
          <w:lang w:val="sr-Cyrl-RS"/>
        </w:rPr>
      </w:pPr>
    </w:p>
    <w:p w14:paraId="70BA6DE4" w14:textId="77777777" w:rsidR="00905F3D" w:rsidRDefault="00905F3D" w:rsidP="003F3A74">
      <w:pPr>
        <w:rPr>
          <w:rFonts w:ascii="Palatino Linotype" w:hAnsi="Palatino Linotype"/>
          <w:lang w:val="sr-Cyrl-RS"/>
        </w:rPr>
      </w:pPr>
    </w:p>
    <w:p w14:paraId="3B16A6E2" w14:textId="77777777" w:rsidR="00905F3D" w:rsidRDefault="00905F3D" w:rsidP="003F3A74">
      <w:pPr>
        <w:rPr>
          <w:rFonts w:ascii="Palatino Linotype" w:hAnsi="Palatino Linotype"/>
          <w:lang w:val="sr-Cyrl-RS"/>
        </w:rPr>
      </w:pPr>
    </w:p>
    <w:p w14:paraId="6F0D0B08" w14:textId="77777777" w:rsidR="00905F3D" w:rsidRDefault="00905F3D" w:rsidP="003F3A74">
      <w:pPr>
        <w:rPr>
          <w:rFonts w:ascii="Palatino Linotype" w:hAnsi="Palatino Linotype"/>
          <w:lang w:val="sr-Cyrl-RS"/>
        </w:rPr>
      </w:pPr>
    </w:p>
    <w:p w14:paraId="626D376D" w14:textId="77777777" w:rsidR="00905F3D" w:rsidRDefault="00905F3D" w:rsidP="003F3A74">
      <w:pPr>
        <w:rPr>
          <w:rFonts w:ascii="Palatino Linotype" w:hAnsi="Palatino Linotype"/>
          <w:lang w:val="sr-Cyrl-RS"/>
        </w:rPr>
      </w:pPr>
    </w:p>
    <w:p w14:paraId="12F444D1" w14:textId="77777777" w:rsidR="00905F3D" w:rsidRPr="00905F3D" w:rsidRDefault="00905F3D" w:rsidP="003F3A74">
      <w:pPr>
        <w:rPr>
          <w:rFonts w:ascii="Palatino Linotype" w:hAnsi="Palatino Linotype"/>
          <w:lang w:val="sr-Cyrl-RS"/>
        </w:rPr>
      </w:pPr>
    </w:p>
    <w:p w14:paraId="4000AED6" w14:textId="77777777" w:rsidR="00964839" w:rsidRPr="00905F3D" w:rsidRDefault="00F41982" w:rsidP="00905F3D">
      <w:pPr>
        <w:pStyle w:val="Heading2"/>
        <w:tabs>
          <w:tab w:val="left" w:pos="3882"/>
        </w:tabs>
        <w:rPr>
          <w:lang w:val="en-US"/>
        </w:rPr>
      </w:pPr>
      <w:r w:rsidRPr="00905F3D">
        <w:t>3. Projektni tim</w:t>
      </w:r>
      <w:r w:rsidR="00905F3D">
        <w:tab/>
      </w:r>
    </w:p>
    <w:p w14:paraId="75402852" w14:textId="77777777" w:rsidR="00F41982" w:rsidRPr="00905F3D" w:rsidRDefault="00F41982" w:rsidP="00F41982">
      <w:pPr>
        <w:rPr>
          <w:rFonts w:ascii="Palatino Linotype" w:hAnsi="Palatino Linotype"/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F60223" w:rsidRPr="005F24E9" w14:paraId="70DE63B3" w14:textId="77777777" w:rsidTr="005F24E9">
        <w:trPr>
          <w:trHeight w:val="583"/>
        </w:trPr>
        <w:tc>
          <w:tcPr>
            <w:tcW w:w="3652" w:type="dxa"/>
            <w:shd w:val="clear" w:color="auto" w:fill="auto"/>
            <w:vAlign w:val="center"/>
          </w:tcPr>
          <w:p w14:paraId="3957D72A" w14:textId="77777777" w:rsidR="00094CC2" w:rsidRPr="005F24E9" w:rsidRDefault="00094CC2" w:rsidP="005F24E9">
            <w:pPr>
              <w:spacing w:before="180" w:after="120"/>
              <w:jc w:val="left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lastRenderedPageBreak/>
              <w:t xml:space="preserve">Akreditovana NIO </w:t>
            </w:r>
            <w:r w:rsidR="00400500"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učesnik</w:t>
            </w:r>
            <w:r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 projekta: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9E62605" w14:textId="77777777" w:rsidR="00F60223" w:rsidRPr="005F24E9" w:rsidRDefault="00094CC2" w:rsidP="00F60223">
            <w:pP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Ekonomski fakultet u Subotici, </w:t>
            </w:r>
          </w:p>
          <w:p w14:paraId="0D4D7DC3" w14:textId="77777777" w:rsidR="00094CC2" w:rsidRPr="005F24E9" w:rsidRDefault="00094CC2" w:rsidP="00F60223">
            <w:pP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Univerzitet u Novom Sadu</w:t>
            </w:r>
          </w:p>
        </w:tc>
      </w:tr>
      <w:tr w:rsidR="00F60223" w:rsidRPr="005F24E9" w14:paraId="543114DB" w14:textId="77777777" w:rsidTr="005F24E9">
        <w:tc>
          <w:tcPr>
            <w:tcW w:w="3652" w:type="dxa"/>
            <w:shd w:val="clear" w:color="auto" w:fill="auto"/>
            <w:vAlign w:val="center"/>
          </w:tcPr>
          <w:p w14:paraId="1EA3BD45" w14:textId="77777777" w:rsidR="00094CC2" w:rsidRPr="005F24E9" w:rsidRDefault="00094CC2" w:rsidP="005F24E9">
            <w:pPr>
              <w:spacing w:before="180" w:after="120"/>
              <w:rPr>
                <w:rFonts w:ascii="Palatino Linotype" w:eastAsia="Calibri" w:hAnsi="Palatino Linotype" w:cs="Helvetica"/>
                <w:b/>
                <w:bCs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b/>
                <w:bCs/>
                <w:color w:val="595959"/>
                <w:sz w:val="22"/>
                <w:szCs w:val="22"/>
                <w:lang w:val="sr-Latn-RS"/>
              </w:rPr>
              <w:t>Građanska organizacija: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AA0C1A2" w14:textId="77777777" w:rsidR="00094CC2" w:rsidRPr="005F24E9" w:rsidRDefault="00094CC2" w:rsidP="005F24E9">
            <w:pPr>
              <w:spacing w:before="180" w:after="120"/>
              <w:rPr>
                <w:rFonts w:ascii="Palatino Linotype" w:eastAsia="Calibri" w:hAnsi="Palatino Linotype" w:cs="Helvetica"/>
                <w:b/>
                <w:bCs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b/>
                <w:bCs/>
                <w:color w:val="595959"/>
                <w:sz w:val="22"/>
                <w:szCs w:val="22"/>
                <w:lang w:val="sr-Latn-RS"/>
              </w:rPr>
              <w:t>Navesti naziv studentske organizacije</w:t>
            </w:r>
          </w:p>
        </w:tc>
      </w:tr>
      <w:tr w:rsidR="00F60223" w:rsidRPr="005F24E9" w14:paraId="12C1F98D" w14:textId="77777777" w:rsidTr="005F24E9">
        <w:trPr>
          <w:trHeight w:val="583"/>
        </w:trPr>
        <w:tc>
          <w:tcPr>
            <w:tcW w:w="3652" w:type="dxa"/>
            <w:shd w:val="clear" w:color="auto" w:fill="auto"/>
            <w:vAlign w:val="center"/>
          </w:tcPr>
          <w:p w14:paraId="79F9E774" w14:textId="77777777" w:rsidR="00094CC2" w:rsidRPr="005F24E9" w:rsidRDefault="00094CC2" w:rsidP="005F24E9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Ostali neformalni partneri: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3313B70" w14:textId="77777777" w:rsidR="00094CC2" w:rsidRPr="005F24E9" w:rsidRDefault="00A50081" w:rsidP="005F24E9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Institut za javno zdravlje Vojvodine (Centar za higijenu i humanu ekologiju), gradski zavod za javno zdravlje ,,Beograd“ Vodovod i kanalizacija na lokalnom nivou </w:t>
            </w:r>
            <w:r w:rsidR="00577115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, PMF</w:t>
            </w:r>
          </w:p>
        </w:tc>
      </w:tr>
    </w:tbl>
    <w:p w14:paraId="368F631A" w14:textId="77777777" w:rsidR="00964839" w:rsidRPr="00905F3D" w:rsidRDefault="00964839" w:rsidP="00CB4836">
      <w:pPr>
        <w:rPr>
          <w:rFonts w:ascii="Palatino Linotype" w:hAnsi="Palatino Linotype"/>
        </w:rPr>
      </w:pPr>
    </w:p>
    <w:tbl>
      <w:tblPr>
        <w:tblpPr w:leftFromText="180" w:rightFromText="180" w:vertAnchor="text" w:horzAnchor="margin" w:tblpY="33"/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2632"/>
        <w:gridCol w:w="3462"/>
        <w:gridCol w:w="2493"/>
      </w:tblGrid>
      <w:tr w:rsidR="005F24E9" w:rsidRPr="005F24E9" w14:paraId="7BFC42A5" w14:textId="77777777" w:rsidTr="005F24E9">
        <w:trPr>
          <w:trHeight w:val="416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5D9B4DD" w14:textId="77777777" w:rsidR="00F60223" w:rsidRPr="005F24E9" w:rsidRDefault="00E25601" w:rsidP="005F24E9">
            <w:pPr>
              <w:keepNext/>
              <w:jc w:val="center"/>
              <w:rPr>
                <w:rFonts w:ascii="Palatino Linotype" w:hAnsi="Palatino Linotype" w:cs="Helvetica"/>
                <w:color w:val="7F7F7F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hAnsi="Palatino Linotype" w:cs="Helvetica"/>
                <w:color w:val="7F7F7F"/>
                <w:sz w:val="22"/>
                <w:szCs w:val="22"/>
                <w:lang w:val="sr-Latn-RS"/>
              </w:rPr>
              <w:t>Članovi projektnog tima studentske organizacije</w:t>
            </w:r>
          </w:p>
        </w:tc>
      </w:tr>
      <w:tr w:rsidR="005F24E9" w:rsidRPr="005F24E9" w14:paraId="162C82EC" w14:textId="77777777" w:rsidTr="005F24E9">
        <w:trPr>
          <w:trHeight w:val="416"/>
        </w:trPr>
        <w:tc>
          <w:tcPr>
            <w:tcW w:w="357" w:type="pct"/>
            <w:shd w:val="clear" w:color="auto" w:fill="auto"/>
            <w:vAlign w:val="center"/>
          </w:tcPr>
          <w:p w14:paraId="1795B545" w14:textId="77777777" w:rsidR="00F60223" w:rsidRPr="005F24E9" w:rsidRDefault="00F60223" w:rsidP="005F24E9">
            <w:pPr>
              <w:keepNext/>
              <w:jc w:val="center"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  <w:tc>
          <w:tcPr>
            <w:tcW w:w="1423" w:type="pct"/>
            <w:shd w:val="clear" w:color="auto" w:fill="auto"/>
            <w:vAlign w:val="center"/>
          </w:tcPr>
          <w:p w14:paraId="6557DF52" w14:textId="77777777" w:rsidR="00F60223" w:rsidRPr="005F24E9" w:rsidRDefault="00E25601" w:rsidP="005F24E9">
            <w:pPr>
              <w:keepNext/>
              <w:jc w:val="center"/>
              <w:rPr>
                <w:rFonts w:ascii="Palatino Linotype" w:hAnsi="Palatino Linotype" w:cs="Helvetica"/>
                <w:color w:val="7F7F7F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hAnsi="Palatino Linotype" w:cs="Helvetica"/>
                <w:color w:val="7F7F7F"/>
                <w:sz w:val="22"/>
                <w:szCs w:val="22"/>
                <w:lang w:val="sr-Latn-RS"/>
              </w:rPr>
              <w:t>Ime i prezime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771F4306" w14:textId="77777777" w:rsidR="00F60223" w:rsidRPr="005F24E9" w:rsidRDefault="00E25601" w:rsidP="005F24E9">
            <w:pPr>
              <w:keepNext/>
              <w:jc w:val="center"/>
              <w:rPr>
                <w:rFonts w:ascii="Palatino Linotype" w:hAnsi="Palatino Linotype" w:cs="Helvetica"/>
                <w:color w:val="7F7F7F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hAnsi="Palatino Linotype" w:cs="Helvetica"/>
                <w:color w:val="7F7F7F"/>
                <w:sz w:val="22"/>
                <w:szCs w:val="22"/>
                <w:lang w:val="sr-Latn-RS"/>
              </w:rPr>
              <w:t>Zvanje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055B2F26" w14:textId="77777777" w:rsidR="00F60223" w:rsidRPr="005F24E9" w:rsidRDefault="00E25601" w:rsidP="005F24E9">
            <w:pPr>
              <w:keepNext/>
              <w:jc w:val="center"/>
              <w:rPr>
                <w:rFonts w:ascii="Palatino Linotype" w:hAnsi="Palatino Linotype" w:cs="Helvetica"/>
                <w:color w:val="7F7F7F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hAnsi="Palatino Linotype" w:cs="Helvetica"/>
                <w:color w:val="7F7F7F"/>
                <w:sz w:val="22"/>
                <w:szCs w:val="22"/>
                <w:lang w:val="sr-Latn-RS"/>
              </w:rPr>
              <w:t>Angažovanost u časovima</w:t>
            </w:r>
          </w:p>
        </w:tc>
      </w:tr>
      <w:tr w:rsidR="005F24E9" w:rsidRPr="005F24E9" w14:paraId="3E854C60" w14:textId="77777777" w:rsidTr="005F24E9">
        <w:trPr>
          <w:trHeight w:val="212"/>
        </w:trPr>
        <w:tc>
          <w:tcPr>
            <w:tcW w:w="357" w:type="pct"/>
            <w:shd w:val="clear" w:color="auto" w:fill="auto"/>
            <w:vAlign w:val="center"/>
          </w:tcPr>
          <w:p w14:paraId="44A76177" w14:textId="77777777" w:rsidR="00F60223" w:rsidRPr="005F24E9" w:rsidRDefault="00F60223" w:rsidP="005F24E9">
            <w:pPr>
              <w:keepNext/>
              <w:keepLines/>
              <w:jc w:val="center"/>
              <w:rPr>
                <w:rFonts w:ascii="Palatino Linotype" w:hAnsi="Palatino Linotype" w:cs="Helvetica"/>
                <w:color w:val="7F7F7F"/>
                <w:sz w:val="22"/>
                <w:szCs w:val="22"/>
                <w:lang w:val="sr-Cyrl-RS"/>
              </w:rPr>
            </w:pPr>
            <w:r w:rsidRPr="005F24E9">
              <w:rPr>
                <w:rFonts w:ascii="Palatino Linotype" w:hAnsi="Palatino Linotype" w:cs="Helvetica"/>
                <w:color w:val="7F7F7F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6452E1E1" w14:textId="77777777" w:rsidR="00F60223" w:rsidRPr="005F24E9" w:rsidRDefault="00A50081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  <w:r>
              <w:rPr>
                <w:rFonts w:ascii="Palatino Linotype" w:hAnsi="Palatino Linotype" w:cs="Helvetica"/>
                <w:color w:val="7F7F7F"/>
                <w:sz w:val="22"/>
                <w:szCs w:val="22"/>
              </w:rPr>
              <w:t xml:space="preserve">Anita </w:t>
            </w:r>
            <w:proofErr w:type="spellStart"/>
            <w:r>
              <w:rPr>
                <w:rFonts w:ascii="Palatino Linotype" w:hAnsi="Palatino Linotype" w:cs="Helvetica"/>
                <w:color w:val="7F7F7F"/>
                <w:sz w:val="22"/>
                <w:szCs w:val="22"/>
              </w:rPr>
              <w:t>Grnja</w:t>
            </w:r>
            <w:proofErr w:type="spellEnd"/>
          </w:p>
        </w:tc>
        <w:tc>
          <w:tcPr>
            <w:tcW w:w="1872" w:type="pct"/>
            <w:shd w:val="clear" w:color="auto" w:fill="auto"/>
            <w:vAlign w:val="center"/>
          </w:tcPr>
          <w:p w14:paraId="5AB051CC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14:paraId="393EEFE1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</w:tr>
      <w:tr w:rsidR="005F24E9" w:rsidRPr="005F24E9" w14:paraId="4C48573D" w14:textId="77777777" w:rsidTr="005F24E9">
        <w:trPr>
          <w:trHeight w:val="202"/>
        </w:trPr>
        <w:tc>
          <w:tcPr>
            <w:tcW w:w="357" w:type="pct"/>
            <w:shd w:val="clear" w:color="auto" w:fill="auto"/>
            <w:vAlign w:val="center"/>
          </w:tcPr>
          <w:p w14:paraId="1ACFDD36" w14:textId="77777777" w:rsidR="00F60223" w:rsidRPr="005F24E9" w:rsidRDefault="00F60223" w:rsidP="005F24E9">
            <w:pPr>
              <w:keepNext/>
              <w:keepLines/>
              <w:jc w:val="center"/>
              <w:rPr>
                <w:rFonts w:ascii="Palatino Linotype" w:hAnsi="Palatino Linotype" w:cs="Helvetica"/>
                <w:color w:val="7F7F7F"/>
                <w:sz w:val="22"/>
                <w:szCs w:val="22"/>
                <w:lang w:val="sr-Cyrl-RS"/>
              </w:rPr>
            </w:pPr>
            <w:r w:rsidRPr="005F24E9">
              <w:rPr>
                <w:rFonts w:ascii="Palatino Linotype" w:hAnsi="Palatino Linotype" w:cs="Helvetica"/>
                <w:color w:val="7F7F7F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33662E65" w14:textId="77777777" w:rsidR="00F60223" w:rsidRPr="005F24E9" w:rsidRDefault="00A50081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  <w:r>
              <w:rPr>
                <w:rFonts w:ascii="Palatino Linotype" w:hAnsi="Palatino Linotype" w:cs="Helvetica"/>
                <w:color w:val="7F7F7F"/>
                <w:sz w:val="22"/>
                <w:szCs w:val="22"/>
              </w:rPr>
              <w:t>Ivana Damjanovic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720EA0FF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14:paraId="36433B57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</w:tr>
      <w:tr w:rsidR="005F24E9" w:rsidRPr="005F24E9" w14:paraId="2DE8BAA2" w14:textId="77777777" w:rsidTr="005F24E9">
        <w:trPr>
          <w:trHeight w:val="212"/>
        </w:trPr>
        <w:tc>
          <w:tcPr>
            <w:tcW w:w="357" w:type="pct"/>
            <w:shd w:val="clear" w:color="auto" w:fill="auto"/>
            <w:vAlign w:val="center"/>
          </w:tcPr>
          <w:p w14:paraId="0E47A8D0" w14:textId="77777777" w:rsidR="00F60223" w:rsidRPr="005F24E9" w:rsidRDefault="00F60223" w:rsidP="005F24E9">
            <w:pPr>
              <w:keepNext/>
              <w:keepLines/>
              <w:jc w:val="center"/>
              <w:rPr>
                <w:rFonts w:ascii="Palatino Linotype" w:hAnsi="Palatino Linotype" w:cs="Helvetica"/>
                <w:color w:val="7F7F7F"/>
                <w:sz w:val="22"/>
                <w:szCs w:val="22"/>
                <w:lang w:val="sr-Cyrl-RS"/>
              </w:rPr>
            </w:pPr>
            <w:r w:rsidRPr="005F24E9">
              <w:rPr>
                <w:rFonts w:ascii="Palatino Linotype" w:hAnsi="Palatino Linotype" w:cs="Helvetica"/>
                <w:color w:val="7F7F7F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6E23EB62" w14:textId="77777777" w:rsidR="00F60223" w:rsidRPr="005F24E9" w:rsidRDefault="00A50081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  <w:r>
              <w:rPr>
                <w:rFonts w:ascii="Palatino Linotype" w:hAnsi="Palatino Linotype" w:cs="Helvetica"/>
                <w:color w:val="7F7F7F"/>
                <w:sz w:val="22"/>
                <w:szCs w:val="22"/>
              </w:rPr>
              <w:t xml:space="preserve">Mirjana </w:t>
            </w:r>
            <w:proofErr w:type="spellStart"/>
            <w:r>
              <w:rPr>
                <w:rFonts w:ascii="Palatino Linotype" w:hAnsi="Palatino Linotype" w:cs="Helvetica"/>
                <w:color w:val="7F7F7F"/>
                <w:sz w:val="22"/>
                <w:szCs w:val="22"/>
              </w:rPr>
              <w:t>Kolundzija</w:t>
            </w:r>
            <w:proofErr w:type="spellEnd"/>
          </w:p>
        </w:tc>
        <w:tc>
          <w:tcPr>
            <w:tcW w:w="1872" w:type="pct"/>
            <w:shd w:val="clear" w:color="auto" w:fill="auto"/>
            <w:vAlign w:val="center"/>
          </w:tcPr>
          <w:p w14:paraId="7309F4CD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14:paraId="60015362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</w:tr>
      <w:tr w:rsidR="005F24E9" w:rsidRPr="005F24E9" w14:paraId="537BD4F8" w14:textId="77777777" w:rsidTr="005F24E9">
        <w:trPr>
          <w:trHeight w:val="202"/>
        </w:trPr>
        <w:tc>
          <w:tcPr>
            <w:tcW w:w="357" w:type="pct"/>
            <w:shd w:val="clear" w:color="auto" w:fill="auto"/>
            <w:vAlign w:val="center"/>
          </w:tcPr>
          <w:p w14:paraId="544C9F22" w14:textId="77777777" w:rsidR="00F60223" w:rsidRPr="005F24E9" w:rsidRDefault="00F60223" w:rsidP="005F24E9">
            <w:pPr>
              <w:keepNext/>
              <w:keepLines/>
              <w:jc w:val="center"/>
              <w:rPr>
                <w:rFonts w:ascii="Palatino Linotype" w:hAnsi="Palatino Linotype" w:cs="Helvetica"/>
                <w:color w:val="7F7F7F"/>
                <w:sz w:val="22"/>
                <w:szCs w:val="22"/>
                <w:lang w:val="sr-Cyrl-RS"/>
              </w:rPr>
            </w:pPr>
            <w:r w:rsidRPr="005F24E9">
              <w:rPr>
                <w:rFonts w:ascii="Palatino Linotype" w:hAnsi="Palatino Linotype" w:cs="Helvetica"/>
                <w:color w:val="7F7F7F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1A81C3BB" w14:textId="77777777" w:rsidR="00F60223" w:rsidRPr="005F24E9" w:rsidRDefault="00A50081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  <w:r>
              <w:rPr>
                <w:rFonts w:ascii="Palatino Linotype" w:hAnsi="Palatino Linotype" w:cs="Helvetica"/>
                <w:color w:val="7F7F7F"/>
                <w:sz w:val="22"/>
                <w:szCs w:val="22"/>
              </w:rPr>
              <w:t>Dusan Ninkov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7F3E9161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14:paraId="1E5C3C23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</w:tr>
      <w:tr w:rsidR="005F24E9" w:rsidRPr="005F24E9" w14:paraId="365477ED" w14:textId="77777777" w:rsidTr="005F24E9">
        <w:trPr>
          <w:trHeight w:val="202"/>
        </w:trPr>
        <w:tc>
          <w:tcPr>
            <w:tcW w:w="357" w:type="pct"/>
            <w:shd w:val="clear" w:color="auto" w:fill="auto"/>
            <w:vAlign w:val="center"/>
          </w:tcPr>
          <w:p w14:paraId="50A60828" w14:textId="77777777" w:rsidR="00F60223" w:rsidRPr="005F24E9" w:rsidRDefault="00F60223" w:rsidP="005F24E9">
            <w:pPr>
              <w:keepNext/>
              <w:keepLines/>
              <w:jc w:val="center"/>
              <w:rPr>
                <w:rFonts w:ascii="Palatino Linotype" w:hAnsi="Palatino Linotype" w:cs="Helvetica"/>
                <w:color w:val="7F7F7F"/>
                <w:sz w:val="22"/>
                <w:szCs w:val="22"/>
                <w:lang w:val="sr-Cyrl-RS"/>
              </w:rPr>
            </w:pPr>
            <w:r w:rsidRPr="005F24E9">
              <w:rPr>
                <w:rFonts w:ascii="Palatino Linotype" w:hAnsi="Palatino Linotype" w:cs="Helvetica"/>
                <w:color w:val="7F7F7F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0C93CD1D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  <w:tc>
          <w:tcPr>
            <w:tcW w:w="1872" w:type="pct"/>
            <w:shd w:val="clear" w:color="auto" w:fill="auto"/>
            <w:vAlign w:val="center"/>
          </w:tcPr>
          <w:p w14:paraId="1D307833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14:paraId="67800BE0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</w:tr>
      <w:tr w:rsidR="005F24E9" w:rsidRPr="005F24E9" w14:paraId="110161AD" w14:textId="77777777" w:rsidTr="005F24E9">
        <w:trPr>
          <w:trHeight w:val="202"/>
        </w:trPr>
        <w:tc>
          <w:tcPr>
            <w:tcW w:w="357" w:type="pct"/>
            <w:shd w:val="clear" w:color="auto" w:fill="auto"/>
            <w:vAlign w:val="center"/>
          </w:tcPr>
          <w:p w14:paraId="618999FC" w14:textId="77777777" w:rsidR="00F60223" w:rsidRPr="005F24E9" w:rsidRDefault="00F60223" w:rsidP="005F24E9">
            <w:pPr>
              <w:keepNext/>
              <w:keepLines/>
              <w:jc w:val="center"/>
              <w:rPr>
                <w:rFonts w:ascii="Palatino Linotype" w:hAnsi="Palatino Linotype" w:cs="Helvetica"/>
                <w:color w:val="7F7F7F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hAnsi="Palatino Linotype" w:cs="Helvetica"/>
                <w:color w:val="7F7F7F"/>
                <w:sz w:val="22"/>
                <w:szCs w:val="22"/>
                <w:lang w:val="sr-Latn-RS"/>
              </w:rPr>
              <w:t>6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76E53F0C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  <w:tc>
          <w:tcPr>
            <w:tcW w:w="1872" w:type="pct"/>
            <w:shd w:val="clear" w:color="auto" w:fill="auto"/>
            <w:vAlign w:val="center"/>
          </w:tcPr>
          <w:p w14:paraId="53B09BC8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14:paraId="39551B34" w14:textId="77777777" w:rsidR="00F60223" w:rsidRPr="005F24E9" w:rsidRDefault="00F60223" w:rsidP="005F24E9">
            <w:pPr>
              <w:keepNext/>
              <w:keepLines/>
              <w:rPr>
                <w:rFonts w:ascii="Palatino Linotype" w:hAnsi="Palatino Linotype" w:cs="Helvetica"/>
                <w:color w:val="7F7F7F"/>
                <w:sz w:val="22"/>
                <w:szCs w:val="22"/>
              </w:rPr>
            </w:pPr>
          </w:p>
        </w:tc>
      </w:tr>
    </w:tbl>
    <w:p w14:paraId="7D0CDDC5" w14:textId="77777777" w:rsidR="00964839" w:rsidRPr="00905F3D" w:rsidRDefault="00964839" w:rsidP="00AF70BC">
      <w:pPr>
        <w:keepNext/>
        <w:spacing w:after="240"/>
        <w:rPr>
          <w:rFonts w:ascii="Palatino Linotype" w:hAnsi="Palatino Linotype"/>
          <w:b/>
          <w:bCs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F24E9" w:rsidRPr="005F24E9" w14:paraId="59E81562" w14:textId="77777777" w:rsidTr="005F24E9">
        <w:trPr>
          <w:trHeight w:val="583"/>
        </w:trPr>
        <w:tc>
          <w:tcPr>
            <w:tcW w:w="9464" w:type="dxa"/>
            <w:shd w:val="clear" w:color="auto" w:fill="auto"/>
            <w:vAlign w:val="center"/>
          </w:tcPr>
          <w:p w14:paraId="71A4CA0C" w14:textId="77777777" w:rsidR="00F60223" w:rsidRPr="005F24E9" w:rsidRDefault="00F60223" w:rsidP="005F24E9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Kompetentnost projektnog tima</w:t>
            </w:r>
            <w:r w:rsidR="00597AE7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 xml:space="preserve"> ( do 1.000 reči)</w:t>
            </w:r>
            <w:r w:rsidRPr="005F24E9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:</w:t>
            </w:r>
          </w:p>
        </w:tc>
      </w:tr>
      <w:tr w:rsidR="005F24E9" w:rsidRPr="005F24E9" w14:paraId="36E3CA2D" w14:textId="77777777" w:rsidTr="005F24E9">
        <w:tc>
          <w:tcPr>
            <w:tcW w:w="9464" w:type="dxa"/>
            <w:shd w:val="clear" w:color="auto" w:fill="auto"/>
            <w:vAlign w:val="center"/>
          </w:tcPr>
          <w:p w14:paraId="37894783" w14:textId="77777777" w:rsidR="00F60223" w:rsidRPr="005F24E9" w:rsidRDefault="00400500" w:rsidP="005F24E9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lastRenderedPageBreak/>
              <w:t>Opišite kompetentnost projektnog tima studentske organizacije</w:t>
            </w:r>
          </w:p>
          <w:p w14:paraId="2889508C" w14:textId="77777777" w:rsidR="00F60223" w:rsidRPr="005F24E9" w:rsidRDefault="009D2BB4" w:rsidP="005F24E9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Objasnite ulogu nefoma</w:t>
            </w:r>
            <w:r w:rsidR="00400500" w:rsidRPr="005F24E9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lnih partnera</w:t>
            </w:r>
          </w:p>
        </w:tc>
      </w:tr>
    </w:tbl>
    <w:p w14:paraId="5BCFE67B" w14:textId="77777777" w:rsidR="00905F3D" w:rsidRDefault="00905F3D" w:rsidP="00597AE7"/>
    <w:p w14:paraId="51C9D71F" w14:textId="77777777" w:rsidR="00905F3D" w:rsidRDefault="00905F3D" w:rsidP="00597AE7"/>
    <w:p w14:paraId="474EA351" w14:textId="77777777" w:rsidR="00597AE7" w:rsidRDefault="00597AE7" w:rsidP="00597AE7"/>
    <w:p w14:paraId="2EDC3936" w14:textId="77777777" w:rsidR="00597AE7" w:rsidRDefault="00597AE7" w:rsidP="00597AE7"/>
    <w:p w14:paraId="518B9DD7" w14:textId="77777777" w:rsidR="009D2BB4" w:rsidRDefault="009D2BB4" w:rsidP="00597AE7">
      <w:pPr>
        <w:rPr>
          <w:lang w:val="sr-Latn-RS"/>
        </w:rPr>
      </w:pPr>
    </w:p>
    <w:p w14:paraId="7433170C" w14:textId="77777777" w:rsidR="009D2BB4" w:rsidRDefault="009D2BB4" w:rsidP="00597AE7">
      <w:pPr>
        <w:rPr>
          <w:lang w:val="sr-Latn-RS"/>
        </w:rPr>
      </w:pPr>
    </w:p>
    <w:p w14:paraId="67080E4F" w14:textId="77777777" w:rsidR="009D2BB4" w:rsidRPr="009D2BB4" w:rsidRDefault="009D2BB4" w:rsidP="00597AE7">
      <w:pPr>
        <w:rPr>
          <w:lang w:val="sr-Latn-RS"/>
        </w:rPr>
      </w:pPr>
    </w:p>
    <w:p w14:paraId="3B19DCB8" w14:textId="77777777" w:rsidR="009526F4" w:rsidRDefault="009526F4" w:rsidP="00597AE7">
      <w:pPr>
        <w:rPr>
          <w:lang w:val="sr-Latn-RS"/>
        </w:rPr>
      </w:pPr>
    </w:p>
    <w:p w14:paraId="6A354786" w14:textId="77777777" w:rsidR="009526F4" w:rsidRDefault="009526F4" w:rsidP="00597AE7">
      <w:pPr>
        <w:rPr>
          <w:lang w:val="sr-Latn-RS"/>
        </w:rPr>
      </w:pPr>
    </w:p>
    <w:p w14:paraId="1905C0DD" w14:textId="77777777" w:rsidR="009526F4" w:rsidRDefault="009526F4" w:rsidP="00597AE7">
      <w:pPr>
        <w:rPr>
          <w:lang w:val="sr-Latn-RS"/>
        </w:rPr>
      </w:pPr>
    </w:p>
    <w:p w14:paraId="0CC4A851" w14:textId="77777777" w:rsidR="00597AE7" w:rsidRDefault="00597AE7" w:rsidP="00597AE7">
      <w:pPr>
        <w:rPr>
          <w:lang w:val="sr-Latn-RS"/>
        </w:rPr>
      </w:pPr>
    </w:p>
    <w:p w14:paraId="6F79F095" w14:textId="77777777" w:rsidR="009526F4" w:rsidRDefault="009526F4" w:rsidP="00597AE7">
      <w:pPr>
        <w:rPr>
          <w:lang w:val="sr-Latn-RS"/>
        </w:rPr>
      </w:pPr>
    </w:p>
    <w:p w14:paraId="340F7712" w14:textId="77777777" w:rsidR="009526F4" w:rsidRDefault="009526F4" w:rsidP="00597AE7">
      <w:pPr>
        <w:rPr>
          <w:lang w:val="sr-Latn-RS"/>
        </w:rPr>
      </w:pPr>
    </w:p>
    <w:p w14:paraId="5057B997" w14:textId="77777777" w:rsidR="009526F4" w:rsidRDefault="009526F4" w:rsidP="00597AE7">
      <w:pPr>
        <w:rPr>
          <w:lang w:val="sr-Latn-RS"/>
        </w:rPr>
      </w:pPr>
    </w:p>
    <w:p w14:paraId="5077BDB5" w14:textId="77777777" w:rsidR="009526F4" w:rsidRDefault="009526F4" w:rsidP="00597AE7">
      <w:pPr>
        <w:rPr>
          <w:lang w:val="sr-Latn-RS"/>
        </w:rPr>
      </w:pPr>
    </w:p>
    <w:p w14:paraId="1CB59928" w14:textId="77777777" w:rsidR="009526F4" w:rsidRDefault="009526F4" w:rsidP="00597AE7">
      <w:pPr>
        <w:rPr>
          <w:lang w:val="sr-Latn-RS"/>
        </w:rPr>
      </w:pPr>
    </w:p>
    <w:p w14:paraId="7DC1432F" w14:textId="77777777" w:rsidR="009526F4" w:rsidRDefault="009526F4" w:rsidP="00597AE7">
      <w:pPr>
        <w:rPr>
          <w:lang w:val="sr-Latn-RS"/>
        </w:rPr>
      </w:pPr>
    </w:p>
    <w:p w14:paraId="7A3B4FFE" w14:textId="77777777" w:rsidR="009526F4" w:rsidRDefault="009526F4" w:rsidP="00597AE7">
      <w:pPr>
        <w:rPr>
          <w:lang w:val="sr-Latn-RS"/>
        </w:rPr>
      </w:pPr>
    </w:p>
    <w:p w14:paraId="5078AF18" w14:textId="77777777" w:rsidR="009526F4" w:rsidRDefault="009526F4" w:rsidP="00597AE7">
      <w:pPr>
        <w:rPr>
          <w:lang w:val="sr-Latn-RS"/>
        </w:rPr>
      </w:pPr>
    </w:p>
    <w:p w14:paraId="40E2143E" w14:textId="77777777" w:rsidR="00597AE7" w:rsidRDefault="00597AE7" w:rsidP="00597AE7">
      <w:pPr>
        <w:rPr>
          <w:lang w:val="sr-Latn-RS"/>
        </w:rPr>
      </w:pPr>
    </w:p>
    <w:p w14:paraId="3C2F7746" w14:textId="77777777" w:rsidR="00597AE7" w:rsidRPr="00597AE7" w:rsidRDefault="00597AE7" w:rsidP="00597AE7">
      <w:pPr>
        <w:rPr>
          <w:lang w:val="sr-Latn-RS"/>
        </w:rPr>
      </w:pPr>
    </w:p>
    <w:p w14:paraId="03FF8FBA" w14:textId="77777777" w:rsidR="00597AE7" w:rsidRDefault="00597AE7" w:rsidP="00597AE7">
      <w:pPr>
        <w:rPr>
          <w:lang w:val="sr-Latn-RS"/>
        </w:rPr>
      </w:pPr>
    </w:p>
    <w:p w14:paraId="7E397722" w14:textId="77777777" w:rsidR="009526F4" w:rsidRPr="00597AE7" w:rsidRDefault="009526F4" w:rsidP="00597AE7">
      <w:pPr>
        <w:rPr>
          <w:lang w:val="sr-Latn-RS"/>
        </w:rPr>
      </w:pPr>
    </w:p>
    <w:p w14:paraId="7D9C45C3" w14:textId="77777777" w:rsidR="00905F3D" w:rsidRDefault="00905F3D" w:rsidP="00597AE7"/>
    <w:p w14:paraId="6F2D5820" w14:textId="77777777" w:rsidR="00597AE7" w:rsidRDefault="00597AE7" w:rsidP="00597AE7"/>
    <w:p w14:paraId="399AC16E" w14:textId="77777777" w:rsidR="00597AE7" w:rsidRDefault="00597AE7" w:rsidP="00597AE7"/>
    <w:p w14:paraId="00FB71E8" w14:textId="77777777" w:rsidR="00964839" w:rsidRDefault="00905F3D" w:rsidP="00905F3D">
      <w:pPr>
        <w:pStyle w:val="Heading2"/>
        <w:ind w:left="0" w:firstLine="0"/>
      </w:pPr>
      <w:r>
        <w:t xml:space="preserve">4. </w:t>
      </w:r>
      <w:r w:rsidR="00F41982" w:rsidRPr="00905F3D">
        <w:t>Plan implementacije</w:t>
      </w:r>
    </w:p>
    <w:p w14:paraId="494D75B2" w14:textId="77777777" w:rsidR="009526F4" w:rsidRPr="009526F4" w:rsidRDefault="009526F4" w:rsidP="009526F4">
      <w:pPr>
        <w:rPr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F24E9" w:rsidRPr="005F24E9" w14:paraId="6029EAA2" w14:textId="77777777" w:rsidTr="005F24E9">
        <w:trPr>
          <w:trHeight w:val="583"/>
        </w:trPr>
        <w:tc>
          <w:tcPr>
            <w:tcW w:w="9464" w:type="dxa"/>
            <w:shd w:val="clear" w:color="auto" w:fill="auto"/>
            <w:vAlign w:val="center"/>
          </w:tcPr>
          <w:p w14:paraId="3BA91225" w14:textId="77777777" w:rsidR="000767B3" w:rsidRPr="005F24E9" w:rsidRDefault="000767B3" w:rsidP="005F24E9">
            <w:pPr>
              <w:spacing w:before="180" w:after="120"/>
              <w:rPr>
                <w:rFonts w:ascii="Palatino Linotype" w:eastAsia="Calibri" w:hAnsi="Palatino Linotype" w:cs="Helvetica"/>
                <w:b/>
                <w:color w:val="595959"/>
                <w:sz w:val="22"/>
                <w:szCs w:val="22"/>
                <w:lang w:val="sr-Latn-RS"/>
              </w:rPr>
            </w:pPr>
            <w:r w:rsidRPr="005F24E9">
              <w:rPr>
                <w:rFonts w:ascii="Palatino Linotype" w:eastAsia="Calibri" w:hAnsi="Palatino Linotype" w:cs="Helvetica"/>
                <w:b/>
                <w:bCs/>
                <w:color w:val="595959"/>
                <w:sz w:val="22"/>
                <w:szCs w:val="22"/>
                <w:lang w:val="sr-Latn-RS"/>
              </w:rPr>
              <w:lastRenderedPageBreak/>
              <w:t>Opis plana implementacije:</w:t>
            </w:r>
          </w:p>
        </w:tc>
      </w:tr>
      <w:tr w:rsidR="005F24E9" w:rsidRPr="005F24E9" w14:paraId="33E2779A" w14:textId="77777777" w:rsidTr="005F24E9">
        <w:tc>
          <w:tcPr>
            <w:tcW w:w="9464" w:type="dxa"/>
            <w:shd w:val="clear" w:color="auto" w:fill="auto"/>
            <w:vAlign w:val="center"/>
          </w:tcPr>
          <w:p w14:paraId="431B36D9" w14:textId="6A8DC67C" w:rsidR="000767B3" w:rsidRDefault="00D54C81" w:rsidP="005F24E9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RP1 </w:t>
            </w:r>
            <w:r w:rsidR="0006508C" w:rsidRPr="0006508C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Projektni menadzment</w:t>
            </w: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 usklađuje ostvarenje sledećih radnih paketa. </w:t>
            </w:r>
          </w:p>
          <w:p w14:paraId="6F8AF992" w14:textId="30CDE4CA" w:rsidR="0006508C" w:rsidRDefault="00D54C81" w:rsidP="00D54C81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RP2 </w:t>
            </w:r>
            <w:r w:rsidR="0006508C" w:rsidRPr="0006508C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Analiza kvaliteta vode i faktori koji utiču na vodu RS</w:t>
            </w: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 utiče na ostvarivanje ciljeva: </w:t>
            </w:r>
            <w:r w:rsidRPr="00D54C81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Utvrdjivanje kvaliteta vode po kriticnim regionima</w:t>
            </w: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 i </w:t>
            </w:r>
            <w:r w:rsidRPr="00D54C81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Odredjivanje faktora koji uti</w:t>
            </w: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č</w:t>
            </w:r>
            <w:r w:rsidRPr="00D54C81"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u na kvalitet vode</w:t>
            </w:r>
          </w:p>
          <w:p w14:paraId="45CBBB6F" w14:textId="2F57227E" w:rsidR="000767B3" w:rsidRPr="005F24E9" w:rsidRDefault="00D54C81" w:rsidP="005F24E9">
            <w:pPr>
              <w:spacing w:before="180" w:after="120"/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hAnsi="Palatino Linotype" w:cs="Helvetica"/>
              </w:rPr>
              <w:t xml:space="preserve">RP3 </w:t>
            </w:r>
            <w:proofErr w:type="spellStart"/>
            <w:r>
              <w:rPr>
                <w:rFonts w:ascii="Palatino Linotype" w:hAnsi="Palatino Linotype" w:cs="Helvetica"/>
              </w:rPr>
              <w:t>Edukacija</w:t>
            </w:r>
            <w:proofErr w:type="spellEnd"/>
            <w:r>
              <w:rPr>
                <w:rFonts w:ascii="Palatino Linotype" w:hAnsi="Palatino Linotype" w:cs="Helvetica"/>
              </w:rPr>
              <w:t xml:space="preserve"> o </w:t>
            </w:r>
            <w:proofErr w:type="spellStart"/>
            <w:r>
              <w:rPr>
                <w:rFonts w:ascii="Palatino Linotype" w:hAnsi="Palatino Linotype" w:cs="Helvetica"/>
              </w:rPr>
              <w:t>faktorima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zagađenja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vode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i</w:t>
            </w:r>
            <w:proofErr w:type="spellEnd"/>
            <w:r>
              <w:rPr>
                <w:rFonts w:ascii="Palatino Linotype" w:hAnsi="Palatino Linotype" w:cs="Helvetica"/>
              </w:rPr>
              <w:t xml:space="preserve"> RP4 </w:t>
            </w:r>
            <w:proofErr w:type="spellStart"/>
            <w:r>
              <w:rPr>
                <w:rFonts w:ascii="Palatino Linotype" w:hAnsi="Palatino Linotype" w:cs="Helvetica"/>
              </w:rPr>
              <w:t>Organizacija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konferencije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i</w:t>
            </w:r>
            <w:proofErr w:type="spellEnd"/>
            <w:r>
              <w:rPr>
                <w:rFonts w:ascii="Palatino Linotype" w:hAnsi="Palatino Linotype" w:cs="Helvetica"/>
              </w:rPr>
              <w:t xml:space="preserve"> panel </w:t>
            </w:r>
            <w:proofErr w:type="spellStart"/>
            <w:r>
              <w:rPr>
                <w:rFonts w:ascii="Palatino Linotype" w:hAnsi="Palatino Linotype" w:cs="Helvetica"/>
              </w:rPr>
              <w:t>diskusije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kao</w:t>
            </w:r>
            <w:proofErr w:type="spellEnd"/>
            <w:r>
              <w:rPr>
                <w:rFonts w:ascii="Palatino Linotype" w:hAnsi="Palatino Linotype" w:cs="Helvetica"/>
              </w:rPr>
              <w:t xml:space="preserve"> I RP5 </w:t>
            </w:r>
            <w:proofErr w:type="spellStart"/>
            <w:r>
              <w:rPr>
                <w:rFonts w:ascii="Palatino Linotype" w:hAnsi="Palatino Linotype" w:cs="Helvetica"/>
              </w:rPr>
              <w:t>Diseminacija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 xml:space="preserve">utiču na ostvarivanje cilja: </w:t>
            </w: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Podizanje svesti i edukacija o kvalitetu vode</w:t>
            </w:r>
          </w:p>
        </w:tc>
      </w:tr>
    </w:tbl>
    <w:p w14:paraId="12132677" w14:textId="77777777" w:rsidR="00964839" w:rsidRPr="00905F3D" w:rsidRDefault="00964839" w:rsidP="000767B3">
      <w:pPr>
        <w:pStyle w:val="ListParagraph"/>
        <w:ind w:left="0"/>
        <w:rPr>
          <w:rFonts w:ascii="Palatino Linotype" w:hAnsi="Palatino Linotype"/>
        </w:rPr>
      </w:pPr>
    </w:p>
    <w:p w14:paraId="03B75CB4" w14:textId="77777777" w:rsidR="00964839" w:rsidRPr="00905F3D" w:rsidRDefault="00964839" w:rsidP="00AF70BC">
      <w:pPr>
        <w:keepNext/>
        <w:spacing w:after="240"/>
        <w:rPr>
          <w:rFonts w:ascii="Palatino Linotype" w:hAnsi="Palatino Linotype"/>
          <w:b/>
          <w:bCs/>
          <w:i/>
          <w:iCs/>
          <w:lang w:val="sr-Cyrl-RS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2945"/>
        <w:gridCol w:w="2125"/>
        <w:gridCol w:w="1275"/>
        <w:gridCol w:w="1133"/>
        <w:gridCol w:w="1280"/>
      </w:tblGrid>
      <w:tr w:rsidR="000767B3" w:rsidRPr="005F24E9" w14:paraId="4BD7593D" w14:textId="77777777" w:rsidTr="00FB5093">
        <w:trPr>
          <w:trHeight w:val="495"/>
        </w:trPr>
        <w:tc>
          <w:tcPr>
            <w:tcW w:w="9463" w:type="dxa"/>
            <w:gridSpan w:val="6"/>
            <w:shd w:val="clear" w:color="auto" w:fill="auto"/>
            <w:vAlign w:val="center"/>
          </w:tcPr>
          <w:p w14:paraId="2C6C2515" w14:textId="77777777" w:rsidR="000767B3" w:rsidRPr="005F24E9" w:rsidRDefault="000767B3" w:rsidP="005F24E9">
            <w:pPr>
              <w:spacing w:before="120" w:after="120"/>
              <w:ind w:left="34"/>
              <w:rPr>
                <w:rFonts w:ascii="Palatino Linotype" w:hAnsi="Palatino Linotype" w:cs="Helvetica"/>
                <w:b/>
                <w:color w:val="595959"/>
                <w:lang w:val="sr-Latn-RS"/>
              </w:rPr>
            </w:pPr>
            <w:r w:rsidRPr="005F24E9">
              <w:rPr>
                <w:rFonts w:ascii="Palatino Linotype" w:hAnsi="Palatino Linotype" w:cs="Helvetica"/>
                <w:b/>
                <w:color w:val="595959"/>
                <w:lang w:val="sr-Latn-RS"/>
              </w:rPr>
              <w:t>Lista radnih paketa (RP)</w:t>
            </w:r>
          </w:p>
        </w:tc>
      </w:tr>
      <w:tr w:rsidR="005F24E9" w:rsidRPr="005F24E9" w14:paraId="0B9C72FB" w14:textId="77777777" w:rsidTr="00FB5093">
        <w:trPr>
          <w:trHeight w:val="758"/>
        </w:trPr>
        <w:tc>
          <w:tcPr>
            <w:tcW w:w="705" w:type="dxa"/>
            <w:shd w:val="clear" w:color="auto" w:fill="auto"/>
            <w:vAlign w:val="center"/>
          </w:tcPr>
          <w:p w14:paraId="1F87655C" w14:textId="77777777" w:rsidR="00555954" w:rsidRPr="005F24E9" w:rsidRDefault="000767B3" w:rsidP="005F24E9">
            <w:pPr>
              <w:keepNext/>
              <w:jc w:val="center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Broj</w:t>
            </w:r>
            <w:r w:rsidR="00555954" w:rsidRPr="005F24E9">
              <w:rPr>
                <w:rFonts w:ascii="Palatino Linotype" w:hAnsi="Palatino Linotype" w:cs="Helvetica"/>
                <w:lang w:val="sr-Cyrl-RS"/>
              </w:rPr>
              <w:t xml:space="preserve"> </w:t>
            </w:r>
            <w:r w:rsidRPr="005F24E9">
              <w:rPr>
                <w:rFonts w:ascii="Palatino Linotype" w:hAnsi="Palatino Linotype" w:cs="Helvetica"/>
                <w:lang w:val="sr-Latn-RS"/>
              </w:rPr>
              <w:t>RP</w:t>
            </w:r>
          </w:p>
        </w:tc>
        <w:tc>
          <w:tcPr>
            <w:tcW w:w="2945" w:type="dxa"/>
            <w:shd w:val="clear" w:color="auto" w:fill="auto"/>
            <w:vAlign w:val="center"/>
          </w:tcPr>
          <w:p w14:paraId="284838FD" w14:textId="77777777" w:rsidR="00555954" w:rsidRPr="005F24E9" w:rsidRDefault="000767B3" w:rsidP="005F24E9">
            <w:pPr>
              <w:keepNext/>
              <w:jc w:val="center"/>
              <w:rPr>
                <w:rFonts w:ascii="Palatino Linotype" w:hAnsi="Palatino Linotype" w:cs="Helvetica"/>
                <w:b/>
                <w:bCs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Naziv</w:t>
            </w:r>
            <w:r w:rsidR="00555954" w:rsidRPr="005F24E9">
              <w:rPr>
                <w:rFonts w:ascii="Palatino Linotype" w:hAnsi="Palatino Linotype" w:cs="Helvetica"/>
                <w:lang w:val="sr-Cyrl-RS"/>
              </w:rPr>
              <w:t xml:space="preserve"> </w:t>
            </w:r>
            <w:r w:rsidRPr="005F24E9">
              <w:rPr>
                <w:rFonts w:ascii="Palatino Linotype" w:hAnsi="Palatino Linotype" w:cs="Helvetica"/>
                <w:lang w:val="sr-Latn-RS"/>
              </w:rPr>
              <w:t>RP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5BF0F15" w14:textId="77777777" w:rsidR="00555954" w:rsidRPr="005F24E9" w:rsidRDefault="000767B3" w:rsidP="005F24E9">
            <w:pPr>
              <w:spacing w:before="120" w:after="120"/>
              <w:jc w:val="center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Članovi tima uključeni u RP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B29C47" w14:textId="77777777" w:rsidR="00555954" w:rsidRPr="005F24E9" w:rsidRDefault="000767B3" w:rsidP="005F24E9">
            <w:pPr>
              <w:spacing w:before="120" w:after="120"/>
              <w:jc w:val="center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Mesec početka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8222F2E" w14:textId="77777777" w:rsidR="00555954" w:rsidRPr="005F24E9" w:rsidRDefault="000767B3" w:rsidP="005F24E9">
            <w:pPr>
              <w:spacing w:before="120" w:after="120"/>
              <w:ind w:left="34"/>
              <w:jc w:val="center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Mesec završetka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278B3F5" w14:textId="77777777" w:rsidR="00555954" w:rsidRPr="005F24E9" w:rsidRDefault="000767B3" w:rsidP="005F24E9">
            <w:pPr>
              <w:spacing w:before="120" w:after="120"/>
              <w:ind w:left="34"/>
              <w:jc w:val="center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Broj meseci trajanja RP</w:t>
            </w:r>
          </w:p>
        </w:tc>
      </w:tr>
      <w:tr w:rsidR="005F24E9" w:rsidRPr="005F24E9" w14:paraId="6283F3F5" w14:textId="77777777" w:rsidTr="00FB5093">
        <w:trPr>
          <w:trHeight w:val="495"/>
        </w:trPr>
        <w:tc>
          <w:tcPr>
            <w:tcW w:w="705" w:type="dxa"/>
            <w:shd w:val="clear" w:color="auto" w:fill="auto"/>
            <w:vAlign w:val="center"/>
          </w:tcPr>
          <w:p w14:paraId="0BF3CAC6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>1</w:t>
            </w:r>
          </w:p>
        </w:tc>
        <w:tc>
          <w:tcPr>
            <w:tcW w:w="2945" w:type="dxa"/>
            <w:shd w:val="clear" w:color="auto" w:fill="auto"/>
            <w:vAlign w:val="center"/>
          </w:tcPr>
          <w:p w14:paraId="22B6BB43" w14:textId="77777777" w:rsidR="00555954" w:rsidRPr="005F24E9" w:rsidRDefault="005977C9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  <w:proofErr w:type="spellStart"/>
            <w:r>
              <w:rPr>
                <w:rFonts w:ascii="Palatino Linotype" w:hAnsi="Palatino Linotype" w:cs="Helvetica"/>
              </w:rPr>
              <w:t>Projektni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menadzment</w:t>
            </w:r>
            <w:proofErr w:type="spellEnd"/>
          </w:p>
        </w:tc>
        <w:tc>
          <w:tcPr>
            <w:tcW w:w="2125" w:type="dxa"/>
            <w:shd w:val="clear" w:color="auto" w:fill="auto"/>
            <w:vAlign w:val="center"/>
          </w:tcPr>
          <w:p w14:paraId="573ACF0F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6264480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51E9202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00D4105A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</w:tr>
      <w:tr w:rsidR="005F24E9" w:rsidRPr="005F24E9" w14:paraId="2A225263" w14:textId="77777777" w:rsidTr="00FB5093">
        <w:trPr>
          <w:trHeight w:val="750"/>
        </w:trPr>
        <w:tc>
          <w:tcPr>
            <w:tcW w:w="705" w:type="dxa"/>
            <w:shd w:val="clear" w:color="auto" w:fill="auto"/>
            <w:vAlign w:val="center"/>
          </w:tcPr>
          <w:p w14:paraId="7B32DEBC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>2</w:t>
            </w:r>
          </w:p>
        </w:tc>
        <w:tc>
          <w:tcPr>
            <w:tcW w:w="2945" w:type="dxa"/>
            <w:shd w:val="clear" w:color="auto" w:fill="auto"/>
            <w:vAlign w:val="center"/>
          </w:tcPr>
          <w:p w14:paraId="6997CAB4" w14:textId="77777777" w:rsidR="00555954" w:rsidRPr="005F24E9" w:rsidRDefault="005977C9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 xml:space="preserve">Analiza </w:t>
            </w:r>
            <w:proofErr w:type="spellStart"/>
            <w:r>
              <w:rPr>
                <w:rFonts w:ascii="Palatino Linotype" w:hAnsi="Palatino Linotype" w:cs="Helvetica"/>
              </w:rPr>
              <w:t>kvaliteta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vode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i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faktori</w:t>
            </w:r>
            <w:proofErr w:type="spellEnd"/>
            <w:r>
              <w:rPr>
                <w:rFonts w:ascii="Palatino Linotype" w:hAnsi="Palatino Linotype" w:cs="Helvetica"/>
              </w:rPr>
              <w:t xml:space="preserve"> koji </w:t>
            </w:r>
            <w:proofErr w:type="spellStart"/>
            <w:r>
              <w:rPr>
                <w:rFonts w:ascii="Palatino Linotype" w:hAnsi="Palatino Linotype" w:cs="Helvetica"/>
              </w:rPr>
              <w:t>utiču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na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vodu</w:t>
            </w:r>
            <w:proofErr w:type="spellEnd"/>
            <w:r>
              <w:rPr>
                <w:rFonts w:ascii="Palatino Linotype" w:hAnsi="Palatino Linotype" w:cs="Helvetica"/>
              </w:rPr>
              <w:t xml:space="preserve"> RS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F4857B1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5592E9E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95E2D0E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4CF33AC4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</w:tr>
      <w:tr w:rsidR="005F24E9" w:rsidRPr="005F24E9" w14:paraId="5CED1B05" w14:textId="77777777" w:rsidTr="00FB5093">
        <w:trPr>
          <w:trHeight w:val="758"/>
        </w:trPr>
        <w:tc>
          <w:tcPr>
            <w:tcW w:w="705" w:type="dxa"/>
            <w:shd w:val="clear" w:color="auto" w:fill="auto"/>
            <w:vAlign w:val="center"/>
          </w:tcPr>
          <w:p w14:paraId="01BF6A00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>3</w:t>
            </w:r>
          </w:p>
        </w:tc>
        <w:tc>
          <w:tcPr>
            <w:tcW w:w="2945" w:type="dxa"/>
            <w:shd w:val="clear" w:color="auto" w:fill="auto"/>
            <w:vAlign w:val="center"/>
          </w:tcPr>
          <w:p w14:paraId="275220CC" w14:textId="77777777" w:rsidR="00555954" w:rsidRPr="005F24E9" w:rsidRDefault="005977C9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  <w:proofErr w:type="spellStart"/>
            <w:r>
              <w:rPr>
                <w:rFonts w:ascii="Palatino Linotype" w:hAnsi="Palatino Linotype" w:cs="Helvetica"/>
              </w:rPr>
              <w:t>Edukacija</w:t>
            </w:r>
            <w:proofErr w:type="spellEnd"/>
            <w:r>
              <w:rPr>
                <w:rFonts w:ascii="Palatino Linotype" w:hAnsi="Palatino Linotype" w:cs="Helvetica"/>
              </w:rPr>
              <w:t xml:space="preserve"> o </w:t>
            </w:r>
            <w:proofErr w:type="spellStart"/>
            <w:r>
              <w:rPr>
                <w:rFonts w:ascii="Palatino Linotype" w:hAnsi="Palatino Linotype" w:cs="Helvetica"/>
              </w:rPr>
              <w:t>faktorima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zagađenja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vode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14C0FEB1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F788D8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5499752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433ED7E4" w14:textId="77777777" w:rsidR="00555954" w:rsidRPr="005F24E9" w:rsidRDefault="00555954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</w:tr>
      <w:tr w:rsidR="00643CA3" w:rsidRPr="005F24E9" w14:paraId="30DDAA47" w14:textId="77777777" w:rsidTr="00FB5093">
        <w:trPr>
          <w:trHeight w:val="758"/>
        </w:trPr>
        <w:tc>
          <w:tcPr>
            <w:tcW w:w="705" w:type="dxa"/>
            <w:shd w:val="clear" w:color="auto" w:fill="auto"/>
            <w:vAlign w:val="center"/>
          </w:tcPr>
          <w:p w14:paraId="0F327CD0" w14:textId="77777777" w:rsidR="00643CA3" w:rsidRPr="005F24E9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lastRenderedPageBreak/>
              <w:t>4.</w:t>
            </w:r>
          </w:p>
        </w:tc>
        <w:tc>
          <w:tcPr>
            <w:tcW w:w="2945" w:type="dxa"/>
            <w:shd w:val="clear" w:color="auto" w:fill="auto"/>
            <w:vAlign w:val="center"/>
          </w:tcPr>
          <w:p w14:paraId="1EEB03EB" w14:textId="77777777" w:rsidR="00643CA3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  <w:proofErr w:type="spellStart"/>
            <w:r>
              <w:rPr>
                <w:rFonts w:ascii="Palatino Linotype" w:hAnsi="Palatino Linotype" w:cs="Helvetica"/>
              </w:rPr>
              <w:t>Organizacija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konferencije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i</w:t>
            </w:r>
            <w:proofErr w:type="spellEnd"/>
            <w:r>
              <w:rPr>
                <w:rFonts w:ascii="Palatino Linotype" w:hAnsi="Palatino Linotype" w:cs="Helvetica"/>
              </w:rPr>
              <w:t xml:space="preserve"> panel </w:t>
            </w:r>
            <w:proofErr w:type="spellStart"/>
            <w:r>
              <w:rPr>
                <w:rFonts w:ascii="Palatino Linotype" w:hAnsi="Palatino Linotype" w:cs="Helvetica"/>
              </w:rPr>
              <w:t>diskusije</w:t>
            </w:r>
            <w:proofErr w:type="spellEnd"/>
          </w:p>
        </w:tc>
        <w:tc>
          <w:tcPr>
            <w:tcW w:w="2125" w:type="dxa"/>
            <w:shd w:val="clear" w:color="auto" w:fill="auto"/>
            <w:vAlign w:val="center"/>
          </w:tcPr>
          <w:p w14:paraId="3902055F" w14:textId="77777777" w:rsidR="00643CA3" w:rsidRPr="005F24E9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D94CD6E" w14:textId="77777777" w:rsidR="00643CA3" w:rsidRPr="005F24E9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099A61C" w14:textId="77777777" w:rsidR="00643CA3" w:rsidRPr="005F24E9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5186865E" w14:textId="77777777" w:rsidR="00643CA3" w:rsidRPr="005F24E9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</w:tr>
      <w:tr w:rsidR="00643CA3" w:rsidRPr="005F24E9" w14:paraId="5969FD8C" w14:textId="77777777" w:rsidTr="00FB5093">
        <w:trPr>
          <w:trHeight w:val="758"/>
        </w:trPr>
        <w:tc>
          <w:tcPr>
            <w:tcW w:w="705" w:type="dxa"/>
            <w:shd w:val="clear" w:color="auto" w:fill="auto"/>
            <w:vAlign w:val="center"/>
          </w:tcPr>
          <w:p w14:paraId="42DA2F5F" w14:textId="77777777" w:rsidR="00643CA3" w:rsidRPr="005F24E9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>5.</w:t>
            </w:r>
          </w:p>
        </w:tc>
        <w:tc>
          <w:tcPr>
            <w:tcW w:w="2945" w:type="dxa"/>
            <w:shd w:val="clear" w:color="auto" w:fill="auto"/>
            <w:vAlign w:val="center"/>
          </w:tcPr>
          <w:p w14:paraId="47583796" w14:textId="77777777" w:rsidR="00643CA3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  <w:proofErr w:type="spellStart"/>
            <w:r>
              <w:rPr>
                <w:rFonts w:ascii="Palatino Linotype" w:hAnsi="Palatino Linotype" w:cs="Helvetica"/>
              </w:rPr>
              <w:t>Diseminacija</w:t>
            </w:r>
            <w:proofErr w:type="spellEnd"/>
          </w:p>
        </w:tc>
        <w:tc>
          <w:tcPr>
            <w:tcW w:w="2125" w:type="dxa"/>
            <w:shd w:val="clear" w:color="auto" w:fill="auto"/>
            <w:vAlign w:val="center"/>
          </w:tcPr>
          <w:p w14:paraId="1E595ACC" w14:textId="77777777" w:rsidR="00643CA3" w:rsidRPr="005F24E9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4FD0DC3" w14:textId="77777777" w:rsidR="00643CA3" w:rsidRPr="005F24E9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B05E0E2" w14:textId="77777777" w:rsidR="00643CA3" w:rsidRPr="005F24E9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0B911F49" w14:textId="77777777" w:rsidR="00643CA3" w:rsidRPr="005F24E9" w:rsidRDefault="00643CA3" w:rsidP="005F24E9">
            <w:pPr>
              <w:spacing w:before="120" w:after="120"/>
              <w:ind w:left="34"/>
              <w:rPr>
                <w:rFonts w:ascii="Palatino Linotype" w:hAnsi="Palatino Linotype" w:cs="Helvetica"/>
              </w:rPr>
            </w:pPr>
          </w:p>
        </w:tc>
      </w:tr>
    </w:tbl>
    <w:p w14:paraId="5230CF61" w14:textId="77777777" w:rsidR="00964839" w:rsidRPr="00905F3D" w:rsidRDefault="00964839" w:rsidP="00941E47">
      <w:pPr>
        <w:spacing w:after="240"/>
        <w:rPr>
          <w:rFonts w:ascii="Palatino Linotype" w:hAnsi="Palatino Linotype"/>
          <w:b/>
          <w:bCs/>
        </w:rPr>
      </w:pPr>
    </w:p>
    <w:p w14:paraId="3590AF2E" w14:textId="77777777" w:rsidR="00964839" w:rsidRDefault="00905F3D" w:rsidP="00E265B8">
      <w:pPr>
        <w:keepNext/>
        <w:spacing w:after="200"/>
        <w:rPr>
          <w:rFonts w:ascii="Palatino Linotype" w:hAnsi="Palatino Linotype"/>
          <w:color w:val="000000"/>
        </w:rPr>
      </w:pPr>
      <w:r w:rsidRPr="00905F3D">
        <w:rPr>
          <w:rFonts w:ascii="Palatino Linotype" w:hAnsi="Palatino Linotype"/>
          <w:color w:val="000000"/>
        </w:rPr>
        <w:t>(</w:t>
      </w:r>
      <w:r w:rsidRPr="00905F3D">
        <w:rPr>
          <w:rFonts w:ascii="Palatino Linotype" w:hAnsi="Palatino Linotype"/>
          <w:b/>
          <w:bCs/>
          <w:color w:val="FF0000"/>
          <w:lang w:val="sr-Latn-RS"/>
        </w:rPr>
        <w:t>Kopirati tabelu za svaki radni paket</w:t>
      </w:r>
      <w:r w:rsidRPr="00905F3D">
        <w:rPr>
          <w:rFonts w:ascii="Palatino Linotype" w:hAnsi="Palatino Linotype"/>
          <w:color w:val="000000"/>
        </w:rPr>
        <w:t>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619"/>
        <w:gridCol w:w="1800"/>
        <w:gridCol w:w="4916"/>
      </w:tblGrid>
      <w:tr w:rsidR="0006508C" w:rsidRPr="005F24E9" w14:paraId="2CC7E1F3" w14:textId="77777777" w:rsidTr="0006508C">
        <w:trPr>
          <w:trHeight w:val="287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7789F" w14:textId="77777777" w:rsidR="0006508C" w:rsidRPr="005F24E9" w:rsidRDefault="0006508C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Broj RP.</w:t>
            </w:r>
            <w:r>
              <w:rPr>
                <w:rFonts w:ascii="Palatino Linotype" w:hAnsi="Palatino Linotype" w:cs="Helvetica"/>
                <w:lang w:val="sr-Latn-RS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B496D" w14:textId="1A55F359" w:rsidR="0006508C" w:rsidRPr="005F24E9" w:rsidRDefault="0006508C" w:rsidP="00A73368">
            <w:pPr>
              <w:keepNext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9006" w14:textId="77777777" w:rsidR="0006508C" w:rsidRPr="005F24E9" w:rsidRDefault="0006508C" w:rsidP="00A73368">
            <w:pPr>
              <w:keepNext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Naziv RP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FD37" w14:textId="7F63F677" w:rsidR="0006508C" w:rsidRPr="005F24E9" w:rsidRDefault="0006508C" w:rsidP="00A73368">
            <w:pPr>
              <w:keepNext/>
              <w:rPr>
                <w:rFonts w:ascii="Palatino Linotype" w:hAnsi="Palatino Linotype" w:cs="Helvetica"/>
              </w:rPr>
            </w:pPr>
            <w:proofErr w:type="spellStart"/>
            <w:r>
              <w:rPr>
                <w:rFonts w:ascii="Palatino Linotype" w:hAnsi="Palatino Linotype" w:cs="Helvetica"/>
              </w:rPr>
              <w:t>Projektni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menadzment</w:t>
            </w:r>
            <w:proofErr w:type="spellEnd"/>
          </w:p>
        </w:tc>
      </w:tr>
      <w:tr w:rsidR="0006508C" w:rsidRPr="005F24E9" w14:paraId="3056DC1E" w14:textId="77777777" w:rsidTr="0006508C">
        <w:tc>
          <w:tcPr>
            <w:tcW w:w="2242" w:type="dxa"/>
            <w:shd w:val="clear" w:color="auto" w:fill="auto"/>
          </w:tcPr>
          <w:p w14:paraId="0B33FF3F" w14:textId="77777777" w:rsidR="0006508C" w:rsidRPr="005F24E9" w:rsidRDefault="0006508C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Uključeni članovi tima</w:t>
            </w:r>
          </w:p>
        </w:tc>
        <w:tc>
          <w:tcPr>
            <w:tcW w:w="7335" w:type="dxa"/>
            <w:gridSpan w:val="3"/>
            <w:shd w:val="clear" w:color="auto" w:fill="auto"/>
          </w:tcPr>
          <w:p w14:paraId="64D3D0CD" w14:textId="77777777" w:rsidR="0006508C" w:rsidRPr="005F24E9" w:rsidRDefault="0006508C" w:rsidP="00A73368">
            <w:pPr>
              <w:keepNext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>1. Ime i prezime</w:t>
            </w:r>
          </w:p>
          <w:p w14:paraId="2CFE3C2A" w14:textId="77777777" w:rsidR="0006508C" w:rsidRPr="005F24E9" w:rsidRDefault="0006508C" w:rsidP="00A73368">
            <w:pPr>
              <w:keepNext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>2.</w:t>
            </w:r>
          </w:p>
        </w:tc>
      </w:tr>
      <w:tr w:rsidR="0006508C" w:rsidRPr="00302C7B" w14:paraId="7C5EC04F" w14:textId="77777777" w:rsidTr="0006508C">
        <w:tc>
          <w:tcPr>
            <w:tcW w:w="9577" w:type="dxa"/>
            <w:gridSpan w:val="4"/>
            <w:shd w:val="clear" w:color="auto" w:fill="auto"/>
          </w:tcPr>
          <w:p w14:paraId="3BBA7D1E" w14:textId="467EB30C" w:rsidR="0006508C" w:rsidRPr="0006508C" w:rsidRDefault="0006508C" w:rsidP="0006508C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</w:p>
        </w:tc>
      </w:tr>
      <w:tr w:rsidR="0006508C" w:rsidRPr="005F24E9" w14:paraId="0819F308" w14:textId="77777777" w:rsidTr="0006508C">
        <w:tc>
          <w:tcPr>
            <w:tcW w:w="9577" w:type="dxa"/>
            <w:gridSpan w:val="4"/>
            <w:shd w:val="clear" w:color="auto" w:fill="auto"/>
          </w:tcPr>
          <w:p w14:paraId="3119D38B" w14:textId="77777777" w:rsidR="0006508C" w:rsidRDefault="0006508C" w:rsidP="0006508C">
            <w:pPr>
              <w:keepNext/>
              <w:jc w:val="left"/>
              <w:rPr>
                <w:rFonts w:ascii="Palatino Linotype" w:hAnsi="Palatino Linotype" w:cs="Helvetica"/>
              </w:rPr>
            </w:pPr>
          </w:p>
          <w:p w14:paraId="17829850" w14:textId="6C16EC93" w:rsidR="0006508C" w:rsidRPr="005F24E9" w:rsidRDefault="0006508C" w:rsidP="0006508C">
            <w:pPr>
              <w:keepNext/>
              <w:jc w:val="left"/>
              <w:rPr>
                <w:rFonts w:ascii="Palatino Linotype" w:hAnsi="Palatino Linotype" w:cs="Helvetica"/>
              </w:rPr>
            </w:pPr>
          </w:p>
        </w:tc>
      </w:tr>
      <w:tr w:rsidR="0006508C" w:rsidRPr="005F24E9" w14:paraId="10407506" w14:textId="77777777" w:rsidTr="0006508C">
        <w:tc>
          <w:tcPr>
            <w:tcW w:w="9577" w:type="dxa"/>
            <w:gridSpan w:val="4"/>
            <w:shd w:val="clear" w:color="auto" w:fill="auto"/>
          </w:tcPr>
          <w:p w14:paraId="7BD0A079" w14:textId="77777777" w:rsidR="0006508C" w:rsidRDefault="0006508C" w:rsidP="00A73368">
            <w:pPr>
              <w:keepNext/>
              <w:jc w:val="left"/>
              <w:rPr>
                <w:rFonts w:ascii="Palatino Linotype" w:hAnsi="Palatino Linotype" w:cs="Helvetica"/>
              </w:rPr>
            </w:pPr>
          </w:p>
          <w:p w14:paraId="2BD472AF" w14:textId="77777777" w:rsidR="0006508C" w:rsidRPr="005F24E9" w:rsidRDefault="0006508C" w:rsidP="00A73368">
            <w:pPr>
              <w:keepNext/>
              <w:jc w:val="left"/>
              <w:rPr>
                <w:rFonts w:ascii="Palatino Linotype" w:hAnsi="Palatino Linotype" w:cs="Helvetica"/>
              </w:rPr>
            </w:pPr>
          </w:p>
        </w:tc>
      </w:tr>
      <w:tr w:rsidR="005F24E9" w:rsidRPr="005F24E9" w14:paraId="75D7232D" w14:textId="77777777" w:rsidTr="0006508C">
        <w:trPr>
          <w:trHeight w:val="287"/>
        </w:trPr>
        <w:tc>
          <w:tcPr>
            <w:tcW w:w="2242" w:type="dxa"/>
            <w:shd w:val="clear" w:color="auto" w:fill="auto"/>
          </w:tcPr>
          <w:p w14:paraId="0A9D439E" w14:textId="77777777" w:rsidR="00964839" w:rsidRPr="005F24E9" w:rsidRDefault="000767B3" w:rsidP="005F24E9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Broj RP.</w:t>
            </w:r>
            <w:r w:rsidR="00643CA3">
              <w:rPr>
                <w:rFonts w:ascii="Palatino Linotype" w:hAnsi="Palatino Linotype" w:cs="Helvetica"/>
                <w:lang w:val="sr-Latn-RS"/>
              </w:rPr>
              <w:t xml:space="preserve"> </w:t>
            </w:r>
          </w:p>
        </w:tc>
        <w:tc>
          <w:tcPr>
            <w:tcW w:w="619" w:type="dxa"/>
            <w:shd w:val="clear" w:color="auto" w:fill="auto"/>
          </w:tcPr>
          <w:p w14:paraId="4E37B7F3" w14:textId="77777777" w:rsidR="00964839" w:rsidRPr="005F24E9" w:rsidRDefault="00643CA3" w:rsidP="005F24E9">
            <w:pPr>
              <w:keepNext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14:paraId="4A98BDEB" w14:textId="77777777" w:rsidR="00964839" w:rsidRPr="005F24E9" w:rsidRDefault="000767B3" w:rsidP="005F24E9">
            <w:pPr>
              <w:keepNext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Naziv RP</w:t>
            </w:r>
          </w:p>
        </w:tc>
        <w:tc>
          <w:tcPr>
            <w:tcW w:w="4916" w:type="dxa"/>
            <w:shd w:val="clear" w:color="auto" w:fill="auto"/>
          </w:tcPr>
          <w:p w14:paraId="60BAB5A3" w14:textId="77777777" w:rsidR="00964839" w:rsidRPr="005F24E9" w:rsidRDefault="00643CA3" w:rsidP="00643CA3">
            <w:pPr>
              <w:keepNext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 xml:space="preserve">Analiza </w:t>
            </w:r>
            <w:proofErr w:type="spellStart"/>
            <w:r>
              <w:rPr>
                <w:rFonts w:ascii="Palatino Linotype" w:hAnsi="Palatino Linotype" w:cs="Helvetica"/>
              </w:rPr>
              <w:t>kvaliteta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vode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i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faktori</w:t>
            </w:r>
            <w:proofErr w:type="spellEnd"/>
            <w:r>
              <w:rPr>
                <w:rFonts w:ascii="Palatino Linotype" w:hAnsi="Palatino Linotype" w:cs="Helvetica"/>
              </w:rPr>
              <w:t xml:space="preserve"> koji </w:t>
            </w:r>
            <w:proofErr w:type="spellStart"/>
            <w:r>
              <w:rPr>
                <w:rFonts w:ascii="Palatino Linotype" w:hAnsi="Palatino Linotype" w:cs="Helvetica"/>
              </w:rPr>
              <w:t>utiču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na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vodu</w:t>
            </w:r>
            <w:proofErr w:type="spellEnd"/>
            <w:r>
              <w:rPr>
                <w:rFonts w:ascii="Palatino Linotype" w:hAnsi="Palatino Linotype" w:cs="Helvetica"/>
              </w:rPr>
              <w:t xml:space="preserve"> RS</w:t>
            </w:r>
          </w:p>
        </w:tc>
      </w:tr>
      <w:tr w:rsidR="00964839" w:rsidRPr="005F24E9" w14:paraId="11500FB5" w14:textId="77777777" w:rsidTr="0006508C">
        <w:tc>
          <w:tcPr>
            <w:tcW w:w="2242" w:type="dxa"/>
            <w:shd w:val="clear" w:color="auto" w:fill="auto"/>
          </w:tcPr>
          <w:p w14:paraId="596D63F1" w14:textId="77777777" w:rsidR="00964839" w:rsidRPr="005F24E9" w:rsidRDefault="000767B3" w:rsidP="005F24E9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Uključeni članovi tima</w:t>
            </w:r>
          </w:p>
        </w:tc>
        <w:tc>
          <w:tcPr>
            <w:tcW w:w="7335" w:type="dxa"/>
            <w:gridSpan w:val="3"/>
            <w:shd w:val="clear" w:color="auto" w:fill="auto"/>
          </w:tcPr>
          <w:p w14:paraId="549FF249" w14:textId="77777777" w:rsidR="00964839" w:rsidRPr="005F24E9" w:rsidRDefault="000767B3" w:rsidP="005F24E9">
            <w:pPr>
              <w:keepNext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 xml:space="preserve">1. Ime i </w:t>
            </w:r>
            <w:proofErr w:type="spellStart"/>
            <w:r w:rsidRPr="005F24E9">
              <w:rPr>
                <w:rFonts w:ascii="Palatino Linotype" w:hAnsi="Palatino Linotype" w:cs="Helvetica"/>
              </w:rPr>
              <w:t>prezime</w:t>
            </w:r>
            <w:proofErr w:type="spellEnd"/>
          </w:p>
          <w:p w14:paraId="171EBD47" w14:textId="77777777" w:rsidR="000767B3" w:rsidRPr="005F24E9" w:rsidRDefault="000767B3" w:rsidP="005F24E9">
            <w:pPr>
              <w:keepNext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>2.</w:t>
            </w:r>
          </w:p>
        </w:tc>
      </w:tr>
      <w:tr w:rsidR="00964839" w:rsidRPr="005F24E9" w14:paraId="58509BAE" w14:textId="77777777" w:rsidTr="0006508C">
        <w:tc>
          <w:tcPr>
            <w:tcW w:w="9577" w:type="dxa"/>
            <w:gridSpan w:val="4"/>
            <w:shd w:val="clear" w:color="auto" w:fill="auto"/>
          </w:tcPr>
          <w:p w14:paraId="47774E19" w14:textId="77777777" w:rsidR="00643CA3" w:rsidRPr="00643CA3" w:rsidRDefault="00643CA3" w:rsidP="00643CA3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hAnsi="Palatino Linotype" w:cs="Helvetica"/>
              </w:rPr>
              <w:t xml:space="preserve">RP 2 je </w:t>
            </w:r>
            <w:proofErr w:type="spellStart"/>
            <w:r>
              <w:rPr>
                <w:rFonts w:ascii="Palatino Linotype" w:hAnsi="Palatino Linotype" w:cs="Helvetica"/>
              </w:rPr>
              <w:t>povezan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sa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ciljevima</w:t>
            </w:r>
            <w:proofErr w:type="spellEnd"/>
            <w:r>
              <w:rPr>
                <w:rFonts w:ascii="Palatino Linotype" w:hAnsi="Palatino Linotype" w:cs="Helvetica"/>
              </w:rPr>
              <w:t xml:space="preserve">  </w:t>
            </w:r>
            <w:proofErr w:type="spellStart"/>
            <w:r>
              <w:rPr>
                <w:rFonts w:ascii="Palatino Linotype" w:hAnsi="Palatino Linotype" w:cs="Helvetica"/>
              </w:rPr>
              <w:t>projekta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</w:p>
          <w:p w14:paraId="46FBE987" w14:textId="77777777" w:rsidR="00643CA3" w:rsidRPr="005F24E9" w:rsidRDefault="00643CA3" w:rsidP="00643CA3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color w:val="595959"/>
                <w:sz w:val="22"/>
                <w:szCs w:val="22"/>
                <w:lang w:val="sr-Latn-RS"/>
              </w:rPr>
              <w:t>Utvrdjivanje kvaliteta vode po kriticnim regionima</w:t>
            </w:r>
          </w:p>
          <w:p w14:paraId="493AAEB8" w14:textId="77777777" w:rsidR="00643CA3" w:rsidRDefault="00643CA3" w:rsidP="00643CA3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Odredjivanje faktora koji uticu na kvalitet vode</w:t>
            </w:r>
          </w:p>
          <w:p w14:paraId="6B4D980A" w14:textId="77777777" w:rsidR="00643CA3" w:rsidRDefault="00643CA3" w:rsidP="00643CA3">
            <w:pPr>
              <w:spacing w:before="180" w:after="120"/>
              <w:ind w:left="7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 xml:space="preserve">Specifični ciljevi RP2 su: sprovođenje analize o kvalitetu vodu </w:t>
            </w:r>
          </w:p>
          <w:p w14:paraId="1ACEB79D" w14:textId="77777777" w:rsidR="000F6071" w:rsidRDefault="000F6071" w:rsidP="000F6071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lastRenderedPageBreak/>
              <w:t>Kreiranje baze podataka o nivou zagađenja vode</w:t>
            </w:r>
          </w:p>
          <w:p w14:paraId="0766BECE" w14:textId="77777777" w:rsidR="000F6071" w:rsidRDefault="000F6071" w:rsidP="000F6071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Određivanje potencijalnih faktora zagađenja vode</w:t>
            </w:r>
          </w:p>
          <w:p w14:paraId="0BB2A43B" w14:textId="77777777" w:rsidR="000F6071" w:rsidRDefault="000F6071" w:rsidP="000F6071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Utvrđivanje povezanosti odabranih faktora i kvaliteta vode</w:t>
            </w:r>
          </w:p>
          <w:p w14:paraId="5F53122C" w14:textId="77777777" w:rsidR="00B277A1" w:rsidRDefault="00B277A1" w:rsidP="000F6071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Objavljivanje u međunardnom naučnom časopisu</w:t>
            </w:r>
          </w:p>
          <w:p w14:paraId="10ECF84E" w14:textId="77777777" w:rsidR="00964839" w:rsidRPr="005F24E9" w:rsidRDefault="00964839" w:rsidP="005F24E9">
            <w:pPr>
              <w:keepNext/>
              <w:jc w:val="left"/>
              <w:rPr>
                <w:rFonts w:ascii="Palatino Linotype" w:hAnsi="Palatino Linotype" w:cs="Helvetica"/>
              </w:rPr>
            </w:pPr>
          </w:p>
          <w:p w14:paraId="6DFE8566" w14:textId="77777777" w:rsidR="00964839" w:rsidRPr="005F24E9" w:rsidRDefault="00964839" w:rsidP="005F24E9">
            <w:pPr>
              <w:keepNext/>
              <w:jc w:val="left"/>
              <w:rPr>
                <w:rFonts w:ascii="Palatino Linotype" w:hAnsi="Palatino Linotype" w:cs="Helvetica"/>
              </w:rPr>
            </w:pPr>
          </w:p>
        </w:tc>
      </w:tr>
      <w:tr w:rsidR="00964839" w:rsidRPr="005F24E9" w14:paraId="45FB68FF" w14:textId="77777777" w:rsidTr="0006508C">
        <w:tc>
          <w:tcPr>
            <w:tcW w:w="9577" w:type="dxa"/>
            <w:gridSpan w:val="4"/>
            <w:shd w:val="clear" w:color="auto" w:fill="auto"/>
          </w:tcPr>
          <w:p w14:paraId="3F7E005C" w14:textId="315B9D85" w:rsidR="00964839" w:rsidRDefault="00302C7B" w:rsidP="005F24E9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lastRenderedPageBreak/>
              <w:t>Dušan prikuplja uzorke vode sa različitih mesta.</w:t>
            </w:r>
          </w:p>
          <w:p w14:paraId="35F06F1E" w14:textId="4E2FB40C" w:rsidR="00302C7B" w:rsidRPr="005F24E9" w:rsidRDefault="00302C7B" w:rsidP="005F24E9">
            <w:pPr>
              <w:keepNext/>
              <w:jc w:val="left"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 xml:space="preserve">Anita </w:t>
            </w:r>
            <w:proofErr w:type="spellStart"/>
            <w:r>
              <w:rPr>
                <w:rFonts w:ascii="Palatino Linotype" w:hAnsi="Palatino Linotype" w:cs="Helvetica"/>
              </w:rPr>
              <w:t>odnosi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uzorke</w:t>
            </w:r>
            <w:proofErr w:type="spellEnd"/>
            <w:r>
              <w:rPr>
                <w:rFonts w:ascii="Palatino Linotype" w:hAnsi="Palatino Linotype" w:cs="Helvetica"/>
              </w:rPr>
              <w:t xml:space="preserve"> u </w:t>
            </w:r>
            <w:proofErr w:type="spellStart"/>
            <w:r>
              <w:rPr>
                <w:rFonts w:ascii="Palatino Linotype" w:hAnsi="Palatino Linotype" w:cs="Helvetica"/>
              </w:rPr>
              <w:t>laboratoriju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na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analizu</w:t>
            </w:r>
            <w:proofErr w:type="spellEnd"/>
            <w:r>
              <w:rPr>
                <w:rFonts w:ascii="Palatino Linotype" w:hAnsi="Palatino Linotype" w:cs="Helvetica"/>
              </w:rPr>
              <w:t xml:space="preserve">. </w:t>
            </w:r>
          </w:p>
          <w:p w14:paraId="5FE09685" w14:textId="77777777" w:rsidR="00964839" w:rsidRPr="005F24E9" w:rsidRDefault="00964839" w:rsidP="005F24E9">
            <w:pPr>
              <w:keepNext/>
              <w:jc w:val="left"/>
              <w:rPr>
                <w:rFonts w:ascii="Palatino Linotype" w:hAnsi="Palatino Linotype" w:cs="Helvetica"/>
              </w:rPr>
            </w:pPr>
          </w:p>
        </w:tc>
      </w:tr>
      <w:tr w:rsidR="00964839" w:rsidRPr="005F24E9" w14:paraId="7ED9DFEF" w14:textId="77777777" w:rsidTr="0006508C">
        <w:tc>
          <w:tcPr>
            <w:tcW w:w="9577" w:type="dxa"/>
            <w:gridSpan w:val="4"/>
            <w:shd w:val="clear" w:color="auto" w:fill="auto"/>
          </w:tcPr>
          <w:p w14:paraId="58F7E211" w14:textId="036134C8" w:rsidR="00964839" w:rsidRPr="005F24E9" w:rsidRDefault="00302C7B" w:rsidP="005F24E9">
            <w:pPr>
              <w:keepNext/>
              <w:spacing w:before="60" w:after="60"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t>Rezultat analize vode u pisanoj formi</w:t>
            </w:r>
          </w:p>
          <w:p w14:paraId="38A88170" w14:textId="77777777" w:rsidR="00964839" w:rsidRPr="005F24E9" w:rsidRDefault="00964839" w:rsidP="005F24E9">
            <w:pPr>
              <w:keepNext/>
              <w:jc w:val="left"/>
              <w:rPr>
                <w:rFonts w:ascii="Palatino Linotype" w:hAnsi="Palatino Linotype" w:cs="Helvetica"/>
              </w:rPr>
            </w:pPr>
          </w:p>
          <w:p w14:paraId="337A88AB" w14:textId="77777777" w:rsidR="00964839" w:rsidRPr="005F24E9" w:rsidRDefault="00964839" w:rsidP="005F24E9">
            <w:pPr>
              <w:keepNext/>
              <w:jc w:val="left"/>
              <w:rPr>
                <w:rFonts w:ascii="Palatino Linotype" w:hAnsi="Palatino Linotype" w:cs="Helvetica"/>
              </w:rPr>
            </w:pPr>
          </w:p>
        </w:tc>
      </w:tr>
    </w:tbl>
    <w:p w14:paraId="0770CF89" w14:textId="77777777" w:rsidR="00964839" w:rsidRPr="00905F3D" w:rsidRDefault="00964839" w:rsidP="00AA0D2D">
      <w:pPr>
        <w:rPr>
          <w:rFonts w:ascii="Palatino Linotype" w:hAnsi="Palatino Linotype"/>
          <w:sz w:val="8"/>
          <w:szCs w:val="8"/>
        </w:rPr>
      </w:pPr>
    </w:p>
    <w:p w14:paraId="0DD66A0D" w14:textId="77777777" w:rsidR="00964839" w:rsidRPr="00905F3D" w:rsidRDefault="00964839" w:rsidP="00AA0D2D">
      <w:pPr>
        <w:rPr>
          <w:rFonts w:ascii="Palatino Linotype" w:hAnsi="Palatino Linotype"/>
          <w:sz w:val="8"/>
          <w:szCs w:val="8"/>
        </w:rPr>
      </w:pPr>
    </w:p>
    <w:p w14:paraId="75AF3FCC" w14:textId="77777777" w:rsidR="00964839" w:rsidRPr="00905F3D" w:rsidRDefault="00964839" w:rsidP="009313E5">
      <w:pPr>
        <w:rPr>
          <w:rFonts w:ascii="Palatino Linotype" w:hAnsi="Palatino Linotype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9"/>
        <w:gridCol w:w="619"/>
        <w:gridCol w:w="1800"/>
        <w:gridCol w:w="4916"/>
      </w:tblGrid>
      <w:tr w:rsidR="00302C7B" w:rsidRPr="005F24E9" w14:paraId="1993C0B1" w14:textId="77777777" w:rsidTr="00A73368">
        <w:trPr>
          <w:trHeight w:val="287"/>
        </w:trPr>
        <w:tc>
          <w:tcPr>
            <w:tcW w:w="2129" w:type="dxa"/>
            <w:shd w:val="clear" w:color="auto" w:fill="auto"/>
          </w:tcPr>
          <w:p w14:paraId="5DE9DEBB" w14:textId="77777777" w:rsidR="00302C7B" w:rsidRPr="005F24E9" w:rsidRDefault="00302C7B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Broj RP.</w:t>
            </w:r>
            <w:r>
              <w:rPr>
                <w:rFonts w:ascii="Palatino Linotype" w:hAnsi="Palatino Linotype" w:cs="Helvetica"/>
                <w:lang w:val="sr-Latn-RS"/>
              </w:rPr>
              <w:t xml:space="preserve"> </w:t>
            </w:r>
          </w:p>
        </w:tc>
        <w:tc>
          <w:tcPr>
            <w:tcW w:w="619" w:type="dxa"/>
            <w:shd w:val="clear" w:color="auto" w:fill="auto"/>
          </w:tcPr>
          <w:p w14:paraId="701294AE" w14:textId="29985BF5" w:rsidR="00302C7B" w:rsidRPr="005F24E9" w:rsidRDefault="00302C7B" w:rsidP="00A73368">
            <w:pPr>
              <w:keepNext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14:paraId="13DED4DE" w14:textId="77777777" w:rsidR="00302C7B" w:rsidRPr="005F24E9" w:rsidRDefault="00302C7B" w:rsidP="00A73368">
            <w:pPr>
              <w:keepNext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Naziv RP</w:t>
            </w:r>
          </w:p>
        </w:tc>
        <w:tc>
          <w:tcPr>
            <w:tcW w:w="4916" w:type="dxa"/>
            <w:shd w:val="clear" w:color="auto" w:fill="auto"/>
          </w:tcPr>
          <w:p w14:paraId="669913A6" w14:textId="247571E7" w:rsidR="00302C7B" w:rsidRPr="005F24E9" w:rsidRDefault="00302C7B" w:rsidP="00A73368">
            <w:pPr>
              <w:keepNext/>
              <w:rPr>
                <w:rFonts w:ascii="Palatino Linotype" w:hAnsi="Palatino Linotype" w:cs="Helvetica"/>
              </w:rPr>
            </w:pPr>
            <w:proofErr w:type="spellStart"/>
            <w:r>
              <w:rPr>
                <w:rFonts w:ascii="Palatino Linotype" w:hAnsi="Palatino Linotype" w:cs="Helvetica"/>
              </w:rPr>
              <w:t>Edukacija</w:t>
            </w:r>
            <w:proofErr w:type="spellEnd"/>
            <w:r>
              <w:rPr>
                <w:rFonts w:ascii="Palatino Linotype" w:hAnsi="Palatino Linotype" w:cs="Helvetica"/>
              </w:rPr>
              <w:t xml:space="preserve"> o </w:t>
            </w:r>
            <w:proofErr w:type="spellStart"/>
            <w:r>
              <w:rPr>
                <w:rFonts w:ascii="Palatino Linotype" w:hAnsi="Palatino Linotype" w:cs="Helvetica"/>
              </w:rPr>
              <w:t>faktorima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zagađenja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vode</w:t>
            </w:r>
            <w:proofErr w:type="spellEnd"/>
          </w:p>
        </w:tc>
      </w:tr>
      <w:tr w:rsidR="00302C7B" w:rsidRPr="005F24E9" w14:paraId="7D52EF40" w14:textId="77777777" w:rsidTr="00A73368">
        <w:tc>
          <w:tcPr>
            <w:tcW w:w="2129" w:type="dxa"/>
            <w:shd w:val="clear" w:color="auto" w:fill="auto"/>
          </w:tcPr>
          <w:p w14:paraId="545403AB" w14:textId="77777777" w:rsidR="00302C7B" w:rsidRPr="005F24E9" w:rsidRDefault="00302C7B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Uključeni članovi tima</w:t>
            </w:r>
          </w:p>
        </w:tc>
        <w:tc>
          <w:tcPr>
            <w:tcW w:w="7335" w:type="dxa"/>
            <w:gridSpan w:val="3"/>
            <w:shd w:val="clear" w:color="auto" w:fill="auto"/>
          </w:tcPr>
          <w:p w14:paraId="361D87E5" w14:textId="77777777" w:rsidR="00302C7B" w:rsidRPr="005F24E9" w:rsidRDefault="00302C7B" w:rsidP="00A73368">
            <w:pPr>
              <w:keepNext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 xml:space="preserve">1. Ime i </w:t>
            </w:r>
            <w:proofErr w:type="spellStart"/>
            <w:r w:rsidRPr="005F24E9">
              <w:rPr>
                <w:rFonts w:ascii="Palatino Linotype" w:hAnsi="Palatino Linotype" w:cs="Helvetica"/>
              </w:rPr>
              <w:t>prezime</w:t>
            </w:r>
            <w:proofErr w:type="spellEnd"/>
          </w:p>
          <w:p w14:paraId="25F32EB0" w14:textId="77777777" w:rsidR="00302C7B" w:rsidRPr="005F24E9" w:rsidRDefault="00302C7B" w:rsidP="00A73368">
            <w:pPr>
              <w:keepNext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>2.</w:t>
            </w:r>
          </w:p>
        </w:tc>
      </w:tr>
      <w:tr w:rsidR="00302C7B" w:rsidRPr="005F24E9" w14:paraId="3FF80979" w14:textId="77777777" w:rsidTr="00A73368">
        <w:tc>
          <w:tcPr>
            <w:tcW w:w="9464" w:type="dxa"/>
            <w:gridSpan w:val="4"/>
            <w:shd w:val="clear" w:color="auto" w:fill="auto"/>
          </w:tcPr>
          <w:p w14:paraId="682C1554" w14:textId="4331D85A" w:rsidR="00302C7B" w:rsidRPr="00302C7B" w:rsidRDefault="00302C7B" w:rsidP="00302C7B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hAnsi="Palatino Linotype" w:cs="Helvetica"/>
              </w:rPr>
              <w:t xml:space="preserve">RP 3 je </w:t>
            </w:r>
            <w:proofErr w:type="spellStart"/>
            <w:r>
              <w:rPr>
                <w:rFonts w:ascii="Palatino Linotype" w:hAnsi="Palatino Linotype" w:cs="Helvetica"/>
              </w:rPr>
              <w:t>povezan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sa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ciljevima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projekta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</w:p>
          <w:p w14:paraId="7E3B31F2" w14:textId="633AC737" w:rsidR="00302C7B" w:rsidRPr="00302C7B" w:rsidRDefault="00302C7B" w:rsidP="00302C7B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Podizanje svesti i edukacija o kvalitetu vode</w:t>
            </w:r>
          </w:p>
        </w:tc>
      </w:tr>
      <w:tr w:rsidR="00302C7B" w:rsidRPr="005F24E9" w14:paraId="0AB3DAC2" w14:textId="77777777" w:rsidTr="00A73368">
        <w:tc>
          <w:tcPr>
            <w:tcW w:w="9464" w:type="dxa"/>
            <w:gridSpan w:val="4"/>
            <w:shd w:val="clear" w:color="auto" w:fill="auto"/>
          </w:tcPr>
          <w:p w14:paraId="1F93D274" w14:textId="6C8411F8" w:rsidR="00302C7B" w:rsidRDefault="00302C7B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lastRenderedPageBreak/>
              <w:t>Mirjana pravi edukativni materijal (prezentaciju i flajere)</w:t>
            </w:r>
          </w:p>
          <w:p w14:paraId="51365715" w14:textId="19AC764F" w:rsidR="00302C7B" w:rsidRPr="005F24E9" w:rsidRDefault="00CD5BBD" w:rsidP="00A73368">
            <w:pPr>
              <w:keepNext/>
              <w:jc w:val="left"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 xml:space="preserve">Ivana </w:t>
            </w:r>
            <w:proofErr w:type="spellStart"/>
            <w:r>
              <w:rPr>
                <w:rFonts w:ascii="Palatino Linotype" w:hAnsi="Palatino Linotype" w:cs="Helvetica"/>
              </w:rPr>
              <w:t>prezentuje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rezultate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projekta</w:t>
            </w:r>
            <w:proofErr w:type="spellEnd"/>
            <w:r>
              <w:rPr>
                <w:rFonts w:ascii="Palatino Linotype" w:hAnsi="Palatino Linotype" w:cs="Helvetica"/>
              </w:rPr>
              <w:t xml:space="preserve"> u </w:t>
            </w:r>
            <w:proofErr w:type="spellStart"/>
            <w:r>
              <w:rPr>
                <w:rFonts w:ascii="Palatino Linotype" w:hAnsi="Palatino Linotype" w:cs="Helvetica"/>
              </w:rPr>
              <w:t>obrazovnim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institucijama</w:t>
            </w:r>
            <w:proofErr w:type="spellEnd"/>
          </w:p>
          <w:p w14:paraId="04FD7666" w14:textId="77777777" w:rsidR="00302C7B" w:rsidRPr="005F24E9" w:rsidRDefault="00302C7B" w:rsidP="00A73368">
            <w:pPr>
              <w:keepNext/>
              <w:jc w:val="left"/>
              <w:rPr>
                <w:rFonts w:ascii="Palatino Linotype" w:hAnsi="Palatino Linotype" w:cs="Helvetica"/>
              </w:rPr>
            </w:pPr>
          </w:p>
        </w:tc>
      </w:tr>
      <w:tr w:rsidR="00302C7B" w:rsidRPr="005F24E9" w14:paraId="22F8F5D7" w14:textId="77777777" w:rsidTr="00A73368">
        <w:tc>
          <w:tcPr>
            <w:tcW w:w="9464" w:type="dxa"/>
            <w:gridSpan w:val="4"/>
            <w:shd w:val="clear" w:color="auto" w:fill="auto"/>
          </w:tcPr>
          <w:p w14:paraId="30DC04B1" w14:textId="281C1894" w:rsidR="00302C7B" w:rsidRPr="005F24E9" w:rsidRDefault="00CD5BBD" w:rsidP="00A73368">
            <w:pPr>
              <w:keepNext/>
              <w:spacing w:before="60" w:after="60"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t>Održane stručne posete</w:t>
            </w:r>
          </w:p>
          <w:p w14:paraId="03ACC755" w14:textId="77777777" w:rsidR="00302C7B" w:rsidRPr="005F24E9" w:rsidRDefault="00302C7B" w:rsidP="00A73368">
            <w:pPr>
              <w:keepNext/>
              <w:jc w:val="left"/>
              <w:rPr>
                <w:rFonts w:ascii="Palatino Linotype" w:hAnsi="Palatino Linotype" w:cs="Helvetica"/>
              </w:rPr>
            </w:pPr>
          </w:p>
          <w:p w14:paraId="1667B0DE" w14:textId="77777777" w:rsidR="00302C7B" w:rsidRPr="005F24E9" w:rsidRDefault="00302C7B" w:rsidP="00A73368">
            <w:pPr>
              <w:keepNext/>
              <w:jc w:val="left"/>
              <w:rPr>
                <w:rFonts w:ascii="Palatino Linotype" w:hAnsi="Palatino Linotype" w:cs="Helvetica"/>
              </w:rPr>
            </w:pPr>
          </w:p>
        </w:tc>
      </w:tr>
    </w:tbl>
    <w:p w14:paraId="5F2F7576" w14:textId="77777777" w:rsidR="00964839" w:rsidRPr="00905F3D" w:rsidRDefault="00964839" w:rsidP="00AA0D2D">
      <w:pPr>
        <w:rPr>
          <w:rFonts w:ascii="Palatino Linotype" w:hAnsi="Palatino Linotyp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9"/>
        <w:gridCol w:w="619"/>
        <w:gridCol w:w="1800"/>
        <w:gridCol w:w="4916"/>
      </w:tblGrid>
      <w:tr w:rsidR="00CD5BBD" w:rsidRPr="005F24E9" w14:paraId="5DCD396B" w14:textId="77777777" w:rsidTr="00A73368">
        <w:trPr>
          <w:trHeight w:val="287"/>
        </w:trPr>
        <w:tc>
          <w:tcPr>
            <w:tcW w:w="2129" w:type="dxa"/>
            <w:shd w:val="clear" w:color="auto" w:fill="auto"/>
          </w:tcPr>
          <w:p w14:paraId="0E6DD4BE" w14:textId="77777777" w:rsidR="00CD5BBD" w:rsidRPr="005F24E9" w:rsidRDefault="00CD5BBD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Broj RP.</w:t>
            </w:r>
            <w:r>
              <w:rPr>
                <w:rFonts w:ascii="Palatino Linotype" w:hAnsi="Palatino Linotype" w:cs="Helvetica"/>
                <w:lang w:val="sr-Latn-RS"/>
              </w:rPr>
              <w:t xml:space="preserve"> </w:t>
            </w:r>
          </w:p>
        </w:tc>
        <w:tc>
          <w:tcPr>
            <w:tcW w:w="619" w:type="dxa"/>
            <w:shd w:val="clear" w:color="auto" w:fill="auto"/>
          </w:tcPr>
          <w:p w14:paraId="268728DC" w14:textId="0F53F072" w:rsidR="00CD5BBD" w:rsidRPr="005F24E9" w:rsidRDefault="00CD5BBD" w:rsidP="00A73368">
            <w:pPr>
              <w:keepNext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14:paraId="2A373D5D" w14:textId="77777777" w:rsidR="00CD5BBD" w:rsidRPr="005F24E9" w:rsidRDefault="00CD5BBD" w:rsidP="00A73368">
            <w:pPr>
              <w:keepNext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Naziv RP</w:t>
            </w:r>
          </w:p>
        </w:tc>
        <w:tc>
          <w:tcPr>
            <w:tcW w:w="4916" w:type="dxa"/>
            <w:shd w:val="clear" w:color="auto" w:fill="auto"/>
          </w:tcPr>
          <w:p w14:paraId="2439F087" w14:textId="025A20D8" w:rsidR="00CD5BBD" w:rsidRPr="005F24E9" w:rsidRDefault="00CD5BBD" w:rsidP="00A73368">
            <w:pPr>
              <w:keepNext/>
              <w:rPr>
                <w:rFonts w:ascii="Palatino Linotype" w:hAnsi="Palatino Linotype" w:cs="Helvetica"/>
              </w:rPr>
            </w:pPr>
            <w:proofErr w:type="spellStart"/>
            <w:r>
              <w:rPr>
                <w:rFonts w:ascii="Palatino Linotype" w:hAnsi="Palatino Linotype" w:cs="Helvetica"/>
              </w:rPr>
              <w:t>Organizacija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konferencije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i</w:t>
            </w:r>
            <w:proofErr w:type="spellEnd"/>
            <w:r>
              <w:rPr>
                <w:rFonts w:ascii="Palatino Linotype" w:hAnsi="Palatino Linotype" w:cs="Helvetica"/>
              </w:rPr>
              <w:t xml:space="preserve"> panel </w:t>
            </w:r>
            <w:proofErr w:type="spellStart"/>
            <w:r>
              <w:rPr>
                <w:rFonts w:ascii="Palatino Linotype" w:hAnsi="Palatino Linotype" w:cs="Helvetica"/>
              </w:rPr>
              <w:t>diskusije</w:t>
            </w:r>
            <w:proofErr w:type="spellEnd"/>
          </w:p>
        </w:tc>
      </w:tr>
      <w:tr w:rsidR="00CD5BBD" w:rsidRPr="005F24E9" w14:paraId="12BFC1D4" w14:textId="77777777" w:rsidTr="00A73368">
        <w:tc>
          <w:tcPr>
            <w:tcW w:w="2129" w:type="dxa"/>
            <w:shd w:val="clear" w:color="auto" w:fill="auto"/>
          </w:tcPr>
          <w:p w14:paraId="25209790" w14:textId="77777777" w:rsidR="00CD5BBD" w:rsidRPr="005F24E9" w:rsidRDefault="00CD5BBD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Uključeni članovi tima</w:t>
            </w:r>
          </w:p>
        </w:tc>
        <w:tc>
          <w:tcPr>
            <w:tcW w:w="7335" w:type="dxa"/>
            <w:gridSpan w:val="3"/>
            <w:shd w:val="clear" w:color="auto" w:fill="auto"/>
          </w:tcPr>
          <w:p w14:paraId="6E63330C" w14:textId="77777777" w:rsidR="00CD5BBD" w:rsidRPr="005F24E9" w:rsidRDefault="00CD5BBD" w:rsidP="00A73368">
            <w:pPr>
              <w:keepNext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 xml:space="preserve">1. Ime i </w:t>
            </w:r>
            <w:proofErr w:type="spellStart"/>
            <w:r w:rsidRPr="005F24E9">
              <w:rPr>
                <w:rFonts w:ascii="Palatino Linotype" w:hAnsi="Palatino Linotype" w:cs="Helvetica"/>
              </w:rPr>
              <w:t>prezime</w:t>
            </w:r>
            <w:proofErr w:type="spellEnd"/>
          </w:p>
          <w:p w14:paraId="6EAA34FD" w14:textId="77777777" w:rsidR="00CD5BBD" w:rsidRPr="005F24E9" w:rsidRDefault="00CD5BBD" w:rsidP="00A73368">
            <w:pPr>
              <w:keepNext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>2.</w:t>
            </w:r>
          </w:p>
        </w:tc>
      </w:tr>
      <w:tr w:rsidR="00CD5BBD" w:rsidRPr="00302C7B" w14:paraId="1C3CF2CE" w14:textId="77777777" w:rsidTr="00A73368">
        <w:tc>
          <w:tcPr>
            <w:tcW w:w="9464" w:type="dxa"/>
            <w:gridSpan w:val="4"/>
            <w:shd w:val="clear" w:color="auto" w:fill="auto"/>
          </w:tcPr>
          <w:p w14:paraId="617B957D" w14:textId="6FFD459E" w:rsidR="00CD5BBD" w:rsidRPr="00302C7B" w:rsidRDefault="00CD5BBD" w:rsidP="00A73368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hAnsi="Palatino Linotype" w:cs="Helvetica"/>
              </w:rPr>
              <w:t xml:space="preserve">RP 4 je </w:t>
            </w:r>
            <w:proofErr w:type="spellStart"/>
            <w:r>
              <w:rPr>
                <w:rFonts w:ascii="Palatino Linotype" w:hAnsi="Palatino Linotype" w:cs="Helvetica"/>
              </w:rPr>
              <w:t>povezan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sa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ciljevima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projekta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</w:p>
          <w:p w14:paraId="5D22D472" w14:textId="222E1E5B" w:rsidR="00CD5BBD" w:rsidRPr="00CD5BBD" w:rsidRDefault="00CD5BBD" w:rsidP="00CD5BBD">
            <w:pPr>
              <w:pStyle w:val="ListParagraph"/>
              <w:numPr>
                <w:ilvl w:val="0"/>
                <w:numId w:val="25"/>
              </w:numP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 w:rsidRPr="00CD5BBD"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t>Podizanje svesti i edukacija o kvalitetu vode</w:t>
            </w:r>
          </w:p>
        </w:tc>
      </w:tr>
      <w:tr w:rsidR="00CD5BBD" w:rsidRPr="005F24E9" w14:paraId="2CD1018D" w14:textId="77777777" w:rsidTr="00A73368">
        <w:tc>
          <w:tcPr>
            <w:tcW w:w="9464" w:type="dxa"/>
            <w:gridSpan w:val="4"/>
            <w:shd w:val="clear" w:color="auto" w:fill="auto"/>
          </w:tcPr>
          <w:p w14:paraId="23DA4287" w14:textId="2CF01EDD" w:rsidR="00CD5BBD" w:rsidRDefault="00CD5BBD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lastRenderedPageBreak/>
              <w:t xml:space="preserve">Dušan organizuje prostor i sakuplja učesnike konferencije </w:t>
            </w:r>
          </w:p>
          <w:p w14:paraId="59E10E9B" w14:textId="17EAF5C3" w:rsidR="00CD5BBD" w:rsidRDefault="00CD5BBD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t>Anita vrši promociju predstojeće konferencije</w:t>
            </w:r>
          </w:p>
          <w:p w14:paraId="693B970F" w14:textId="1EF4AC4A" w:rsidR="00CD5BBD" w:rsidRDefault="00CD5BBD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t xml:space="preserve">Mirjana priprema edukatini materijal </w:t>
            </w:r>
          </w:p>
          <w:p w14:paraId="7831E2A6" w14:textId="0520A50E" w:rsidR="00CD5BBD" w:rsidRPr="005F24E9" w:rsidRDefault="00CD5BBD" w:rsidP="00CD5BBD">
            <w:pPr>
              <w:keepNext/>
              <w:jc w:val="left"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 xml:space="preserve">Ivana </w:t>
            </w:r>
            <w:proofErr w:type="spellStart"/>
            <w:r>
              <w:rPr>
                <w:rFonts w:ascii="Palatino Linotype" w:hAnsi="Palatino Linotype" w:cs="Helvetica"/>
              </w:rPr>
              <w:t>prezentuje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 w:rsidR="0006508C">
              <w:rPr>
                <w:rFonts w:ascii="Palatino Linotype" w:hAnsi="Palatino Linotype" w:cs="Helvetica"/>
              </w:rPr>
              <w:t>i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vo</w:t>
            </w:r>
            <w:r w:rsidR="0006508C">
              <w:rPr>
                <w:rFonts w:ascii="Palatino Linotype" w:hAnsi="Palatino Linotype" w:cs="Helvetica"/>
              </w:rPr>
              <w:t>di</w:t>
            </w:r>
            <w:proofErr w:type="spellEnd"/>
            <w:r>
              <w:rPr>
                <w:rFonts w:ascii="Palatino Linotype" w:hAnsi="Palatino Linotype" w:cs="Helvetica"/>
              </w:rPr>
              <w:t xml:space="preserve"> program </w:t>
            </w:r>
          </w:p>
        </w:tc>
      </w:tr>
      <w:tr w:rsidR="00CD5BBD" w:rsidRPr="005F24E9" w14:paraId="7F5685B7" w14:textId="77777777" w:rsidTr="00A73368">
        <w:tc>
          <w:tcPr>
            <w:tcW w:w="9464" w:type="dxa"/>
            <w:gridSpan w:val="4"/>
            <w:shd w:val="clear" w:color="auto" w:fill="auto"/>
          </w:tcPr>
          <w:p w14:paraId="693552D1" w14:textId="79756D89" w:rsidR="00CD5BBD" w:rsidRPr="005F24E9" w:rsidRDefault="00CD5BBD" w:rsidP="00A73368">
            <w:pPr>
              <w:keepNext/>
              <w:spacing w:before="60" w:after="60"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t>Održana konferencija pred širom masom ljudi</w:t>
            </w:r>
          </w:p>
          <w:p w14:paraId="3DB6F88A" w14:textId="77777777" w:rsidR="00CD5BBD" w:rsidRPr="005F24E9" w:rsidRDefault="00CD5BBD" w:rsidP="00A73368">
            <w:pPr>
              <w:keepNext/>
              <w:jc w:val="left"/>
              <w:rPr>
                <w:rFonts w:ascii="Palatino Linotype" w:hAnsi="Palatino Linotype" w:cs="Helvetica"/>
              </w:rPr>
            </w:pPr>
          </w:p>
          <w:p w14:paraId="2F698D17" w14:textId="77777777" w:rsidR="00CD5BBD" w:rsidRPr="005F24E9" w:rsidRDefault="00CD5BBD" w:rsidP="00A73368">
            <w:pPr>
              <w:keepNext/>
              <w:jc w:val="left"/>
              <w:rPr>
                <w:rFonts w:ascii="Palatino Linotype" w:hAnsi="Palatino Linotype" w:cs="Helvetica"/>
              </w:rPr>
            </w:pPr>
          </w:p>
        </w:tc>
      </w:tr>
    </w:tbl>
    <w:p w14:paraId="3ABA0F8D" w14:textId="77777777" w:rsidR="00964839" w:rsidRDefault="00964839" w:rsidP="00AA0D2D">
      <w:pPr>
        <w:rPr>
          <w:rFonts w:ascii="Palatino Linotype" w:hAnsi="Palatino Linotyp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9"/>
        <w:gridCol w:w="619"/>
        <w:gridCol w:w="1800"/>
        <w:gridCol w:w="4916"/>
      </w:tblGrid>
      <w:tr w:rsidR="0006508C" w:rsidRPr="005F24E9" w14:paraId="050601E6" w14:textId="77777777" w:rsidTr="00A73368">
        <w:trPr>
          <w:trHeight w:val="287"/>
        </w:trPr>
        <w:tc>
          <w:tcPr>
            <w:tcW w:w="2129" w:type="dxa"/>
            <w:shd w:val="clear" w:color="auto" w:fill="auto"/>
          </w:tcPr>
          <w:p w14:paraId="6A504F75" w14:textId="4F9CD222" w:rsidR="0006508C" w:rsidRPr="005F24E9" w:rsidRDefault="0006508C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Broj RP.</w:t>
            </w:r>
          </w:p>
        </w:tc>
        <w:tc>
          <w:tcPr>
            <w:tcW w:w="619" w:type="dxa"/>
            <w:shd w:val="clear" w:color="auto" w:fill="auto"/>
          </w:tcPr>
          <w:p w14:paraId="26051F89" w14:textId="7FEB1A47" w:rsidR="0006508C" w:rsidRPr="005F24E9" w:rsidRDefault="0006508C" w:rsidP="00A73368">
            <w:pPr>
              <w:keepNext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14:paraId="2D97910E" w14:textId="77777777" w:rsidR="0006508C" w:rsidRPr="005F24E9" w:rsidRDefault="0006508C" w:rsidP="00A73368">
            <w:pPr>
              <w:keepNext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Naziv RP</w:t>
            </w:r>
          </w:p>
        </w:tc>
        <w:tc>
          <w:tcPr>
            <w:tcW w:w="4916" w:type="dxa"/>
            <w:shd w:val="clear" w:color="auto" w:fill="auto"/>
          </w:tcPr>
          <w:p w14:paraId="2AA48819" w14:textId="0B873156" w:rsidR="0006508C" w:rsidRPr="005F24E9" w:rsidRDefault="0006508C" w:rsidP="00A73368">
            <w:pPr>
              <w:keepNext/>
              <w:rPr>
                <w:rFonts w:ascii="Palatino Linotype" w:hAnsi="Palatino Linotype" w:cs="Helvetica"/>
              </w:rPr>
            </w:pPr>
            <w:proofErr w:type="spellStart"/>
            <w:r>
              <w:rPr>
                <w:rFonts w:ascii="Palatino Linotype" w:hAnsi="Palatino Linotype" w:cs="Helvetica"/>
              </w:rPr>
              <w:t>Diseminacija</w:t>
            </w:r>
            <w:proofErr w:type="spellEnd"/>
          </w:p>
        </w:tc>
      </w:tr>
      <w:tr w:rsidR="0006508C" w:rsidRPr="005F24E9" w14:paraId="2E44F32B" w14:textId="77777777" w:rsidTr="00A73368">
        <w:tc>
          <w:tcPr>
            <w:tcW w:w="2129" w:type="dxa"/>
            <w:shd w:val="clear" w:color="auto" w:fill="auto"/>
          </w:tcPr>
          <w:p w14:paraId="52838DB9" w14:textId="77777777" w:rsidR="0006508C" w:rsidRPr="005F24E9" w:rsidRDefault="0006508C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 w:rsidRPr="005F24E9">
              <w:rPr>
                <w:rFonts w:ascii="Palatino Linotype" w:hAnsi="Palatino Linotype" w:cs="Helvetica"/>
                <w:lang w:val="sr-Latn-RS"/>
              </w:rPr>
              <w:t>Uključeni članovi tima</w:t>
            </w:r>
          </w:p>
        </w:tc>
        <w:tc>
          <w:tcPr>
            <w:tcW w:w="7335" w:type="dxa"/>
            <w:gridSpan w:val="3"/>
            <w:shd w:val="clear" w:color="auto" w:fill="auto"/>
          </w:tcPr>
          <w:p w14:paraId="1BE0E2C0" w14:textId="77777777" w:rsidR="0006508C" w:rsidRPr="005F24E9" w:rsidRDefault="0006508C" w:rsidP="00A73368">
            <w:pPr>
              <w:keepNext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 xml:space="preserve">1. Ime i </w:t>
            </w:r>
            <w:proofErr w:type="spellStart"/>
            <w:r w:rsidRPr="005F24E9">
              <w:rPr>
                <w:rFonts w:ascii="Palatino Linotype" w:hAnsi="Palatino Linotype" w:cs="Helvetica"/>
              </w:rPr>
              <w:t>prezime</w:t>
            </w:r>
            <w:proofErr w:type="spellEnd"/>
          </w:p>
          <w:p w14:paraId="1D67B2D9" w14:textId="77777777" w:rsidR="0006508C" w:rsidRPr="005F24E9" w:rsidRDefault="0006508C" w:rsidP="00A73368">
            <w:pPr>
              <w:keepNext/>
              <w:rPr>
                <w:rFonts w:ascii="Palatino Linotype" w:hAnsi="Palatino Linotype" w:cs="Helvetica"/>
              </w:rPr>
            </w:pPr>
            <w:r w:rsidRPr="005F24E9">
              <w:rPr>
                <w:rFonts w:ascii="Palatino Linotype" w:hAnsi="Palatino Linotype" w:cs="Helvetica"/>
              </w:rPr>
              <w:t>2.</w:t>
            </w:r>
          </w:p>
        </w:tc>
      </w:tr>
      <w:tr w:rsidR="0006508C" w:rsidRPr="00CD5BBD" w14:paraId="2F82DCC4" w14:textId="77777777" w:rsidTr="00A73368">
        <w:tc>
          <w:tcPr>
            <w:tcW w:w="9464" w:type="dxa"/>
            <w:gridSpan w:val="4"/>
            <w:shd w:val="clear" w:color="auto" w:fill="auto"/>
          </w:tcPr>
          <w:p w14:paraId="26318546" w14:textId="290212ED" w:rsidR="0006508C" w:rsidRPr="00302C7B" w:rsidRDefault="0006508C" w:rsidP="00A73368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hAnsi="Palatino Linotype" w:cs="Helvetica"/>
              </w:rPr>
              <w:t xml:space="preserve">RP 5 je </w:t>
            </w:r>
            <w:proofErr w:type="spellStart"/>
            <w:r>
              <w:rPr>
                <w:rFonts w:ascii="Palatino Linotype" w:hAnsi="Palatino Linotype" w:cs="Helvetica"/>
              </w:rPr>
              <w:t>povezan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sa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ciljevima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projekta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</w:p>
          <w:p w14:paraId="54D2A14D" w14:textId="6087E467" w:rsidR="0006508C" w:rsidRPr="0006508C" w:rsidRDefault="0006508C" w:rsidP="0006508C">
            <w:pPr>
              <w:numPr>
                <w:ilvl w:val="0"/>
                <w:numId w:val="25"/>
              </w:numPr>
              <w:spacing w:before="180" w:after="120"/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</w:pPr>
            <w:r>
              <w:rPr>
                <w:rFonts w:ascii="Palatino Linotype" w:eastAsia="Calibri" w:hAnsi="Palatino Linotype" w:cs="Helvetica"/>
                <w:bCs/>
                <w:color w:val="595959"/>
                <w:sz w:val="22"/>
                <w:szCs w:val="22"/>
                <w:lang w:val="sr-Latn-RS"/>
              </w:rPr>
              <w:lastRenderedPageBreak/>
              <w:t>Podizanje svesti i edukacija o kvalitetu vode</w:t>
            </w:r>
          </w:p>
        </w:tc>
      </w:tr>
      <w:tr w:rsidR="0006508C" w:rsidRPr="005F24E9" w14:paraId="4E6CB89E" w14:textId="77777777" w:rsidTr="00A73368">
        <w:tc>
          <w:tcPr>
            <w:tcW w:w="9464" w:type="dxa"/>
            <w:gridSpan w:val="4"/>
            <w:shd w:val="clear" w:color="auto" w:fill="auto"/>
          </w:tcPr>
          <w:p w14:paraId="5CB534B6" w14:textId="6D760CFB" w:rsidR="0006508C" w:rsidRDefault="0006508C" w:rsidP="00A73368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lastRenderedPageBreak/>
              <w:t xml:space="preserve">Mirjana pravi radove za naučne časopise </w:t>
            </w:r>
          </w:p>
          <w:p w14:paraId="46DCF2CC" w14:textId="77777777" w:rsidR="0006508C" w:rsidRDefault="0006508C" w:rsidP="0006508C">
            <w:pPr>
              <w:keepNext/>
              <w:jc w:val="left"/>
              <w:rPr>
                <w:rFonts w:ascii="Palatino Linotype" w:hAnsi="Palatino Linotype" w:cs="Helvetica"/>
              </w:rPr>
            </w:pPr>
            <w:r>
              <w:rPr>
                <w:rFonts w:ascii="Palatino Linotype" w:hAnsi="Palatino Linotype" w:cs="Helvetica"/>
              </w:rPr>
              <w:t xml:space="preserve">Ivana </w:t>
            </w:r>
            <w:proofErr w:type="spellStart"/>
            <w:r>
              <w:rPr>
                <w:rFonts w:ascii="Palatino Linotype" w:hAnsi="Palatino Linotype" w:cs="Helvetica"/>
              </w:rPr>
              <w:t>pravi</w:t>
            </w:r>
            <w:proofErr w:type="spellEnd"/>
            <w:r w:rsidRPr="0006508C">
              <w:rPr>
                <w:rFonts w:ascii="Palatino Linotype" w:hAnsi="Palatino Linotype" w:cs="Helvetica"/>
              </w:rPr>
              <w:t xml:space="preserve"> </w:t>
            </w:r>
            <w:proofErr w:type="spellStart"/>
            <w:r w:rsidRPr="0006508C">
              <w:rPr>
                <w:rFonts w:ascii="Palatino Linotype" w:hAnsi="Palatino Linotype" w:cs="Helvetica"/>
              </w:rPr>
              <w:t>objave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edukativnog</w:t>
            </w:r>
            <w:proofErr w:type="spellEnd"/>
            <w:r>
              <w:rPr>
                <w:rFonts w:ascii="Palatino Linotype" w:hAnsi="Palatino Linotype" w:cs="Helvetica"/>
              </w:rPr>
              <w:t xml:space="preserve"> </w:t>
            </w:r>
            <w:proofErr w:type="spellStart"/>
            <w:r>
              <w:rPr>
                <w:rFonts w:ascii="Palatino Linotype" w:hAnsi="Palatino Linotype" w:cs="Helvetica"/>
              </w:rPr>
              <w:t>karaktera</w:t>
            </w:r>
            <w:proofErr w:type="spellEnd"/>
            <w:r w:rsidRPr="0006508C">
              <w:rPr>
                <w:rFonts w:ascii="Palatino Linotype" w:hAnsi="Palatino Linotype" w:cs="Helvetica"/>
              </w:rPr>
              <w:t xml:space="preserve"> </w:t>
            </w:r>
            <w:r>
              <w:rPr>
                <w:rFonts w:ascii="Palatino Linotype" w:hAnsi="Palatino Linotype" w:cs="Helvetica"/>
              </w:rPr>
              <w:t>za</w:t>
            </w:r>
            <w:r w:rsidRPr="0006508C">
              <w:rPr>
                <w:rFonts w:ascii="Palatino Linotype" w:hAnsi="Palatino Linotype" w:cs="Helvetica"/>
              </w:rPr>
              <w:t xml:space="preserve"> </w:t>
            </w:r>
            <w:proofErr w:type="spellStart"/>
            <w:r w:rsidRPr="0006508C">
              <w:rPr>
                <w:rFonts w:ascii="Palatino Linotype" w:hAnsi="Palatino Linotype" w:cs="Helvetica"/>
              </w:rPr>
              <w:t>društve</w:t>
            </w:r>
            <w:r>
              <w:rPr>
                <w:rFonts w:ascii="Palatino Linotype" w:hAnsi="Palatino Linotype" w:cs="Helvetica"/>
              </w:rPr>
              <w:t>ne</w:t>
            </w:r>
            <w:proofErr w:type="spellEnd"/>
            <w:r w:rsidRPr="0006508C">
              <w:rPr>
                <w:rFonts w:ascii="Palatino Linotype" w:hAnsi="Palatino Linotype" w:cs="Helvetica"/>
              </w:rPr>
              <w:t xml:space="preserve"> </w:t>
            </w:r>
            <w:proofErr w:type="spellStart"/>
            <w:r w:rsidRPr="0006508C">
              <w:rPr>
                <w:rFonts w:ascii="Palatino Linotype" w:hAnsi="Palatino Linotype" w:cs="Helvetica"/>
              </w:rPr>
              <w:t>mrež</w:t>
            </w:r>
            <w:r>
              <w:rPr>
                <w:rFonts w:ascii="Palatino Linotype" w:hAnsi="Palatino Linotype" w:cs="Helvetica"/>
              </w:rPr>
              <w:t>e</w:t>
            </w:r>
            <w:proofErr w:type="spellEnd"/>
            <w:r w:rsidRPr="0006508C">
              <w:rPr>
                <w:rFonts w:ascii="Palatino Linotype" w:hAnsi="Palatino Linotype" w:cs="Helvetica"/>
              </w:rPr>
              <w:t xml:space="preserve">. </w:t>
            </w:r>
          </w:p>
          <w:p w14:paraId="255B6550" w14:textId="77777777" w:rsidR="0006508C" w:rsidRDefault="0006508C" w:rsidP="0006508C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t>Dušan gostuje na radiju i televiziji</w:t>
            </w:r>
          </w:p>
          <w:p w14:paraId="2EB41A96" w14:textId="46AF3B41" w:rsidR="0006508C" w:rsidRPr="0006508C" w:rsidRDefault="0006508C" w:rsidP="0006508C">
            <w:pPr>
              <w:keepNext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t>Anita vrši edukacije na seminarima</w:t>
            </w:r>
          </w:p>
        </w:tc>
      </w:tr>
      <w:tr w:rsidR="0006508C" w:rsidRPr="005F24E9" w14:paraId="1B147892" w14:textId="77777777" w:rsidTr="00A73368">
        <w:tc>
          <w:tcPr>
            <w:tcW w:w="9464" w:type="dxa"/>
            <w:gridSpan w:val="4"/>
            <w:shd w:val="clear" w:color="auto" w:fill="auto"/>
          </w:tcPr>
          <w:p w14:paraId="3BF37438" w14:textId="358208DD" w:rsidR="0006508C" w:rsidRPr="005F24E9" w:rsidRDefault="0006508C" w:rsidP="00A73368">
            <w:pPr>
              <w:keepNext/>
              <w:spacing w:before="60" w:after="60"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t xml:space="preserve">Postizanje gledanosti. Usmeravanje pažnje šire javnosti na ovaj problem. </w:t>
            </w:r>
          </w:p>
          <w:p w14:paraId="05BE54A0" w14:textId="77777777" w:rsidR="0006508C" w:rsidRPr="005F24E9" w:rsidRDefault="0006508C" w:rsidP="00A73368">
            <w:pPr>
              <w:keepNext/>
              <w:jc w:val="left"/>
              <w:rPr>
                <w:rFonts w:ascii="Palatino Linotype" w:hAnsi="Palatino Linotype" w:cs="Helvetica"/>
              </w:rPr>
            </w:pPr>
          </w:p>
          <w:p w14:paraId="71C12E27" w14:textId="77777777" w:rsidR="0006508C" w:rsidRPr="005F24E9" w:rsidRDefault="0006508C" w:rsidP="00A73368">
            <w:pPr>
              <w:keepNext/>
              <w:jc w:val="left"/>
              <w:rPr>
                <w:rFonts w:ascii="Palatino Linotype" w:hAnsi="Palatino Linotype" w:cs="Helvetica"/>
              </w:rPr>
            </w:pPr>
          </w:p>
        </w:tc>
      </w:tr>
    </w:tbl>
    <w:p w14:paraId="591A8AEB" w14:textId="77777777" w:rsidR="0006508C" w:rsidRDefault="0006508C" w:rsidP="00AA0D2D">
      <w:pPr>
        <w:rPr>
          <w:rFonts w:ascii="Palatino Linotype" w:hAnsi="Palatino Linotype"/>
        </w:rPr>
      </w:pPr>
    </w:p>
    <w:p w14:paraId="0EF36C57" w14:textId="77777777" w:rsidR="00964839" w:rsidRPr="00905F3D" w:rsidRDefault="00964839" w:rsidP="00A813B2">
      <w:pPr>
        <w:keepNext/>
        <w:spacing w:before="240"/>
        <w:rPr>
          <w:rFonts w:ascii="Palatino Linotype" w:hAnsi="Palatino Linotype"/>
          <w:b/>
          <w:bCs/>
          <w:i/>
          <w:iCs/>
          <w:lang w:val="sr-Cyrl-RS"/>
        </w:rPr>
      </w:pPr>
    </w:p>
    <w:p w14:paraId="2B901076" w14:textId="77777777" w:rsidR="000767B3" w:rsidRPr="00905F3D" w:rsidRDefault="000767B3" w:rsidP="00A813B2">
      <w:pPr>
        <w:keepNext/>
        <w:spacing w:before="240"/>
        <w:rPr>
          <w:rFonts w:ascii="Palatino Linotype" w:hAnsi="Palatino Linotype"/>
          <w:b/>
          <w:bCs/>
          <w:i/>
          <w:iCs/>
          <w:lang w:val="sr-Cyrl-RS"/>
        </w:rPr>
      </w:pPr>
    </w:p>
    <w:tbl>
      <w:tblPr>
        <w:tblW w:w="4996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5946"/>
        <w:gridCol w:w="1274"/>
        <w:gridCol w:w="1551"/>
      </w:tblGrid>
      <w:tr w:rsidR="000767B3" w:rsidRPr="00905F3D" w14:paraId="7A3FAD3F" w14:textId="77777777" w:rsidTr="000767B3">
        <w:trPr>
          <w:trHeight w:val="425"/>
          <w:jc w:val="center"/>
        </w:trPr>
        <w:tc>
          <w:tcPr>
            <w:tcW w:w="5000" w:type="pct"/>
            <w:gridSpan w:val="4"/>
            <w:vAlign w:val="center"/>
          </w:tcPr>
          <w:p w14:paraId="50D443F3" w14:textId="77777777" w:rsidR="000767B3" w:rsidRPr="00905F3D" w:rsidRDefault="000767B3" w:rsidP="000767B3">
            <w:pPr>
              <w:keepNext/>
              <w:jc w:val="left"/>
              <w:rPr>
                <w:rFonts w:ascii="Palatino Linotype" w:hAnsi="Palatino Linotype"/>
                <w:b/>
                <w:sz w:val="22"/>
                <w:szCs w:val="22"/>
              </w:rPr>
            </w:pPr>
            <w:r w:rsidRPr="00905F3D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proofErr w:type="spellStart"/>
            <w:r w:rsidRPr="00905F3D">
              <w:rPr>
                <w:rFonts w:ascii="Palatino Linotype" w:hAnsi="Palatino Linotype"/>
                <w:b/>
                <w:sz w:val="22"/>
                <w:szCs w:val="22"/>
              </w:rPr>
              <w:t>Glavni</w:t>
            </w:r>
            <w:proofErr w:type="spellEnd"/>
            <w:r w:rsidRPr="00905F3D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proofErr w:type="spellStart"/>
            <w:r w:rsidRPr="00905F3D">
              <w:rPr>
                <w:rFonts w:ascii="Palatino Linotype" w:hAnsi="Palatino Linotype"/>
                <w:b/>
                <w:sz w:val="22"/>
                <w:szCs w:val="22"/>
              </w:rPr>
              <w:t>autputi</w:t>
            </w:r>
            <w:proofErr w:type="spellEnd"/>
            <w:r w:rsidRPr="00905F3D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</w:tc>
      </w:tr>
      <w:tr w:rsidR="00964839" w:rsidRPr="00905F3D" w14:paraId="259183C2" w14:textId="77777777" w:rsidTr="000767B3">
        <w:trPr>
          <w:trHeight w:val="738"/>
          <w:jc w:val="center"/>
        </w:trPr>
        <w:tc>
          <w:tcPr>
            <w:tcW w:w="441" w:type="pct"/>
            <w:vAlign w:val="center"/>
          </w:tcPr>
          <w:p w14:paraId="77E64045" w14:textId="77777777" w:rsidR="00964839" w:rsidRPr="00905F3D" w:rsidRDefault="000767B3" w:rsidP="00E265B8">
            <w:pPr>
              <w:keepNext/>
              <w:jc w:val="center"/>
              <w:rPr>
                <w:rFonts w:ascii="Palatino Linotype" w:hAnsi="Palatino Linotype"/>
                <w:lang w:val="sr-Latn-RS"/>
              </w:rPr>
            </w:pPr>
            <w:r w:rsidRPr="00905F3D">
              <w:rPr>
                <w:rFonts w:ascii="Palatino Linotype" w:hAnsi="Palatino Linotype"/>
                <w:lang w:val="sr-Latn-RS"/>
              </w:rPr>
              <w:t>Br. autputa</w:t>
            </w:r>
          </w:p>
        </w:tc>
        <w:tc>
          <w:tcPr>
            <w:tcW w:w="3091" w:type="pct"/>
            <w:vAlign w:val="center"/>
          </w:tcPr>
          <w:p w14:paraId="573C96F8" w14:textId="77777777" w:rsidR="00964839" w:rsidRPr="00905F3D" w:rsidRDefault="000767B3" w:rsidP="00E265B8">
            <w:pPr>
              <w:keepNext/>
              <w:jc w:val="center"/>
              <w:rPr>
                <w:rFonts w:ascii="Palatino Linotype" w:hAnsi="Palatino Linotype"/>
                <w:lang w:val="sr-Latn-RS"/>
              </w:rPr>
            </w:pPr>
            <w:r w:rsidRPr="00905F3D">
              <w:rPr>
                <w:rFonts w:ascii="Palatino Linotype" w:hAnsi="Palatino Linotype"/>
                <w:lang w:val="sr-Latn-RS"/>
              </w:rPr>
              <w:t>Naziv autputa</w:t>
            </w:r>
          </w:p>
        </w:tc>
        <w:tc>
          <w:tcPr>
            <w:tcW w:w="662" w:type="pct"/>
            <w:vAlign w:val="center"/>
          </w:tcPr>
          <w:p w14:paraId="4A788455" w14:textId="77777777" w:rsidR="00964839" w:rsidRPr="00905F3D" w:rsidRDefault="000767B3" w:rsidP="00E265B8">
            <w:pPr>
              <w:keepNext/>
              <w:jc w:val="center"/>
              <w:rPr>
                <w:rFonts w:ascii="Palatino Linotype" w:hAnsi="Palatino Linotype"/>
                <w:lang w:val="sr-Latn-RS"/>
              </w:rPr>
            </w:pPr>
            <w:r w:rsidRPr="00905F3D">
              <w:rPr>
                <w:rFonts w:ascii="Palatino Linotype" w:hAnsi="Palatino Linotype"/>
                <w:lang w:val="sr-Latn-RS"/>
              </w:rPr>
              <w:t>Broj RP</w:t>
            </w:r>
          </w:p>
        </w:tc>
        <w:tc>
          <w:tcPr>
            <w:tcW w:w="806" w:type="pct"/>
          </w:tcPr>
          <w:p w14:paraId="0C797B5C" w14:textId="77777777" w:rsidR="00964839" w:rsidRPr="00905F3D" w:rsidRDefault="00964839" w:rsidP="00E265B8">
            <w:pPr>
              <w:keepNext/>
              <w:jc w:val="center"/>
              <w:rPr>
                <w:rFonts w:ascii="Palatino Linotype" w:hAnsi="Palatino Linotype"/>
              </w:rPr>
            </w:pPr>
          </w:p>
          <w:p w14:paraId="2B7E4107" w14:textId="77777777" w:rsidR="00964839" w:rsidRPr="00905F3D" w:rsidRDefault="000767B3" w:rsidP="00E265B8">
            <w:pPr>
              <w:keepNext/>
              <w:jc w:val="center"/>
              <w:rPr>
                <w:rFonts w:ascii="Palatino Linotype" w:hAnsi="Palatino Linotype"/>
                <w:lang w:val="sr-Latn-RS"/>
              </w:rPr>
            </w:pPr>
            <w:r w:rsidRPr="00905F3D">
              <w:rPr>
                <w:rFonts w:ascii="Palatino Linotype" w:hAnsi="Palatino Linotype"/>
                <w:lang w:val="sr-Latn-RS"/>
              </w:rPr>
              <w:t>Mesec završetka</w:t>
            </w:r>
          </w:p>
        </w:tc>
      </w:tr>
      <w:tr w:rsidR="00964839" w:rsidRPr="00905F3D" w14:paraId="1A29DD44" w14:textId="77777777" w:rsidTr="000767B3">
        <w:trPr>
          <w:trHeight w:val="381"/>
          <w:jc w:val="center"/>
        </w:trPr>
        <w:tc>
          <w:tcPr>
            <w:tcW w:w="441" w:type="pct"/>
          </w:tcPr>
          <w:p w14:paraId="5A7877A0" w14:textId="1B4A6772" w:rsidR="00964839" w:rsidRPr="00905F3D" w:rsidRDefault="00CD5BBD" w:rsidP="00E265B8">
            <w:pPr>
              <w:keepNext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3091" w:type="pct"/>
          </w:tcPr>
          <w:p w14:paraId="5A922045" w14:textId="0B5B8069" w:rsidR="00964839" w:rsidRPr="00CD5BBD" w:rsidRDefault="00CD5BBD" w:rsidP="00CD5BBD">
            <w:pPr>
              <w:keepNext/>
              <w:spacing w:before="60" w:after="60"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t>Rezultat analize vode</w:t>
            </w:r>
          </w:p>
        </w:tc>
        <w:tc>
          <w:tcPr>
            <w:tcW w:w="662" w:type="pct"/>
          </w:tcPr>
          <w:p w14:paraId="32ECED87" w14:textId="3F5D5DDE" w:rsidR="00964839" w:rsidRPr="00905F3D" w:rsidRDefault="00CD5BBD" w:rsidP="00E265B8">
            <w:pPr>
              <w:keepNext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806" w:type="pct"/>
          </w:tcPr>
          <w:p w14:paraId="4661348D" w14:textId="77777777" w:rsidR="00964839" w:rsidRPr="00905F3D" w:rsidRDefault="00964839" w:rsidP="00E265B8">
            <w:pPr>
              <w:keepNext/>
              <w:rPr>
                <w:rFonts w:ascii="Palatino Linotype" w:hAnsi="Palatino Linotype"/>
              </w:rPr>
            </w:pPr>
          </w:p>
        </w:tc>
      </w:tr>
      <w:tr w:rsidR="00964839" w:rsidRPr="00905F3D" w14:paraId="3938F110" w14:textId="77777777" w:rsidTr="000767B3">
        <w:trPr>
          <w:trHeight w:val="357"/>
          <w:jc w:val="center"/>
        </w:trPr>
        <w:tc>
          <w:tcPr>
            <w:tcW w:w="441" w:type="pct"/>
          </w:tcPr>
          <w:p w14:paraId="531A3D96" w14:textId="106F37A4" w:rsidR="00964839" w:rsidRPr="00905F3D" w:rsidRDefault="00CD5BBD" w:rsidP="00E265B8">
            <w:pPr>
              <w:keepNext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3091" w:type="pct"/>
          </w:tcPr>
          <w:p w14:paraId="30B99310" w14:textId="002BA8B6" w:rsidR="00964839" w:rsidRPr="00CD5BBD" w:rsidRDefault="00CD5BBD" w:rsidP="00CD5BBD">
            <w:pPr>
              <w:keepNext/>
              <w:spacing w:before="60" w:after="60"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t>Održane stručne posete</w:t>
            </w:r>
          </w:p>
        </w:tc>
        <w:tc>
          <w:tcPr>
            <w:tcW w:w="662" w:type="pct"/>
          </w:tcPr>
          <w:p w14:paraId="5A4B920C" w14:textId="0591ECEA" w:rsidR="00964839" w:rsidRPr="00905F3D" w:rsidRDefault="00CD5BBD" w:rsidP="00E265B8">
            <w:pPr>
              <w:keepNext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806" w:type="pct"/>
          </w:tcPr>
          <w:p w14:paraId="202EA9E8" w14:textId="77777777" w:rsidR="00964839" w:rsidRPr="00905F3D" w:rsidRDefault="00964839" w:rsidP="00E265B8">
            <w:pPr>
              <w:keepNext/>
              <w:rPr>
                <w:rFonts w:ascii="Palatino Linotype" w:hAnsi="Palatino Linotype"/>
              </w:rPr>
            </w:pPr>
          </w:p>
        </w:tc>
      </w:tr>
      <w:tr w:rsidR="00964839" w:rsidRPr="00905F3D" w14:paraId="0B3E8020" w14:textId="77777777" w:rsidTr="000767B3">
        <w:trPr>
          <w:trHeight w:val="357"/>
          <w:jc w:val="center"/>
        </w:trPr>
        <w:tc>
          <w:tcPr>
            <w:tcW w:w="441" w:type="pct"/>
          </w:tcPr>
          <w:p w14:paraId="5884CD1A" w14:textId="15B63D09" w:rsidR="00964839" w:rsidRPr="00905F3D" w:rsidRDefault="00CD5BBD" w:rsidP="00E265B8">
            <w:pPr>
              <w:keepNext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3091" w:type="pct"/>
          </w:tcPr>
          <w:p w14:paraId="79BD3390" w14:textId="3CF76F8E" w:rsidR="00964839" w:rsidRPr="00CD5BBD" w:rsidRDefault="00CD5BBD" w:rsidP="00CD5BBD">
            <w:pPr>
              <w:keepNext/>
              <w:spacing w:before="60" w:after="60"/>
              <w:jc w:val="left"/>
              <w:rPr>
                <w:rFonts w:ascii="Palatino Linotype" w:hAnsi="Palatino Linotype" w:cs="Helvetica"/>
                <w:lang w:val="sr-Latn-RS"/>
              </w:rPr>
            </w:pPr>
            <w:r>
              <w:rPr>
                <w:rFonts w:ascii="Palatino Linotype" w:hAnsi="Palatino Linotype" w:cs="Helvetica"/>
                <w:lang w:val="sr-Latn-RS"/>
              </w:rPr>
              <w:t>Održana konferencija pred širom masom ljudi</w:t>
            </w:r>
          </w:p>
        </w:tc>
        <w:tc>
          <w:tcPr>
            <w:tcW w:w="662" w:type="pct"/>
          </w:tcPr>
          <w:p w14:paraId="6A700256" w14:textId="1B9F6D2C" w:rsidR="00964839" w:rsidRPr="00905F3D" w:rsidRDefault="00CD5BBD" w:rsidP="00E265B8">
            <w:pPr>
              <w:keepNext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806" w:type="pct"/>
          </w:tcPr>
          <w:p w14:paraId="66169427" w14:textId="77777777" w:rsidR="00964839" w:rsidRPr="00905F3D" w:rsidRDefault="00964839" w:rsidP="00E265B8">
            <w:pPr>
              <w:keepNext/>
              <w:rPr>
                <w:rFonts w:ascii="Palatino Linotype" w:hAnsi="Palatino Linotype"/>
              </w:rPr>
            </w:pPr>
          </w:p>
        </w:tc>
      </w:tr>
    </w:tbl>
    <w:p w14:paraId="53CF4308" w14:textId="77777777" w:rsidR="00964839" w:rsidRPr="00905F3D" w:rsidRDefault="00964839" w:rsidP="005B6205">
      <w:pPr>
        <w:rPr>
          <w:rFonts w:ascii="Palatino Linotype" w:hAnsi="Palatino Linotype"/>
          <w:b/>
          <w:bCs/>
        </w:rPr>
      </w:pPr>
    </w:p>
    <w:p w14:paraId="514B7DF8" w14:textId="77777777" w:rsidR="0085266A" w:rsidRPr="00905F3D" w:rsidRDefault="0085266A" w:rsidP="00FA180B">
      <w:pPr>
        <w:keepNext/>
        <w:spacing w:before="240"/>
        <w:rPr>
          <w:rFonts w:ascii="Palatino Linotype" w:hAnsi="Palatino Linotype"/>
          <w:b/>
          <w:bCs/>
          <w:i/>
          <w:iCs/>
          <w:lang w:val="sr-Cyrl-R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1104"/>
        <w:gridCol w:w="931"/>
        <w:gridCol w:w="4343"/>
      </w:tblGrid>
      <w:tr w:rsidR="000767B3" w:rsidRPr="00905F3D" w14:paraId="3D6FA692" w14:textId="77777777" w:rsidTr="00905F3D">
        <w:trPr>
          <w:trHeight w:val="466"/>
        </w:trPr>
        <w:tc>
          <w:tcPr>
            <w:tcW w:w="9639" w:type="dxa"/>
            <w:gridSpan w:val="4"/>
            <w:vAlign w:val="center"/>
          </w:tcPr>
          <w:p w14:paraId="582C7ACB" w14:textId="77777777" w:rsidR="000767B3" w:rsidRPr="00905F3D" w:rsidRDefault="000767B3" w:rsidP="00E265B8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b/>
                <w:sz w:val="20"/>
                <w:szCs w:val="20"/>
                <w:lang w:val="sr-Latn-RS"/>
              </w:rPr>
            </w:pPr>
            <w:r w:rsidRPr="00905F3D">
              <w:rPr>
                <w:rFonts w:ascii="Palatino Linotype" w:hAnsi="Palatino Linotype"/>
                <w:b/>
                <w:sz w:val="20"/>
                <w:szCs w:val="20"/>
                <w:lang w:val="sr-Latn-RS"/>
              </w:rPr>
              <w:t>Budžet (prikažite troškove projekta po pojedinim kategorijama)</w:t>
            </w:r>
            <w:r w:rsidR="00905F3D" w:rsidRPr="00905F3D">
              <w:rPr>
                <w:rFonts w:ascii="Palatino Linotype" w:hAnsi="Palatino Linotype"/>
                <w:b/>
                <w:sz w:val="20"/>
                <w:szCs w:val="20"/>
                <w:lang w:val="sr-Latn-RS"/>
              </w:rPr>
              <w:t>:</w:t>
            </w:r>
          </w:p>
        </w:tc>
      </w:tr>
      <w:tr w:rsidR="004D3CD1" w:rsidRPr="00905F3D" w14:paraId="4D1C220D" w14:textId="77777777" w:rsidTr="00905F3D">
        <w:trPr>
          <w:trHeight w:val="466"/>
        </w:trPr>
        <w:tc>
          <w:tcPr>
            <w:tcW w:w="3261" w:type="dxa"/>
            <w:vAlign w:val="center"/>
          </w:tcPr>
          <w:p w14:paraId="7F560D4C" w14:textId="77777777" w:rsidR="004D3CD1" w:rsidRPr="00905F3D" w:rsidRDefault="00905F3D" w:rsidP="00905F3D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sz w:val="20"/>
                <w:szCs w:val="20"/>
                <w:lang w:val="sr-Latn-RS"/>
              </w:rPr>
            </w:pPr>
            <w:r w:rsidRPr="00905F3D">
              <w:rPr>
                <w:rFonts w:ascii="Palatino Linotype" w:hAnsi="Palatino Linotype"/>
                <w:sz w:val="20"/>
                <w:szCs w:val="20"/>
                <w:lang w:val="sr-Latn-RS"/>
              </w:rPr>
              <w:t>Kategorija budžeta</w:t>
            </w:r>
          </w:p>
        </w:tc>
        <w:tc>
          <w:tcPr>
            <w:tcW w:w="1104" w:type="dxa"/>
            <w:vAlign w:val="center"/>
          </w:tcPr>
          <w:p w14:paraId="234909C8" w14:textId="77777777" w:rsidR="004D3CD1" w:rsidRPr="00905F3D" w:rsidRDefault="00905F3D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  <w:lang w:val="sr-Latn-RS"/>
              </w:rPr>
            </w:pPr>
            <w:r w:rsidRPr="00905F3D">
              <w:rPr>
                <w:rFonts w:ascii="Palatino Linotype" w:hAnsi="Palatino Linotype"/>
                <w:sz w:val="20"/>
                <w:szCs w:val="20"/>
                <w:lang w:val="sr-Latn-RS"/>
              </w:rPr>
              <w:t>Troškovi u RSD</w:t>
            </w:r>
          </w:p>
        </w:tc>
        <w:tc>
          <w:tcPr>
            <w:tcW w:w="931" w:type="dxa"/>
            <w:vAlign w:val="center"/>
          </w:tcPr>
          <w:p w14:paraId="44090A28" w14:textId="77777777" w:rsidR="004D3CD1" w:rsidRPr="00905F3D" w:rsidRDefault="00905F3D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  <w:lang w:val="sr-Cyrl-RS"/>
              </w:rPr>
            </w:pPr>
            <w:r w:rsidRPr="00905F3D">
              <w:rPr>
                <w:rFonts w:ascii="Palatino Linotype" w:hAnsi="Palatino Linotype"/>
                <w:sz w:val="20"/>
                <w:szCs w:val="20"/>
              </w:rPr>
              <w:t xml:space="preserve">% </w:t>
            </w:r>
            <w:proofErr w:type="spellStart"/>
            <w:r w:rsidRPr="00905F3D">
              <w:rPr>
                <w:rFonts w:ascii="Palatino Linotype" w:hAnsi="Palatino Linotype"/>
                <w:sz w:val="20"/>
                <w:szCs w:val="20"/>
              </w:rPr>
              <w:t>budžeta</w:t>
            </w:r>
            <w:proofErr w:type="spellEnd"/>
          </w:p>
        </w:tc>
        <w:tc>
          <w:tcPr>
            <w:tcW w:w="4343" w:type="dxa"/>
            <w:vAlign w:val="center"/>
          </w:tcPr>
          <w:p w14:paraId="29D78BD5" w14:textId="77777777" w:rsidR="004D3CD1" w:rsidRPr="00905F3D" w:rsidRDefault="00905F3D" w:rsidP="00E265B8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sz w:val="20"/>
                <w:szCs w:val="20"/>
                <w:lang w:val="sr-Latn-RS"/>
              </w:rPr>
            </w:pPr>
            <w:r w:rsidRPr="00905F3D">
              <w:rPr>
                <w:rFonts w:ascii="Palatino Linotype" w:hAnsi="Palatino Linotype"/>
                <w:sz w:val="20"/>
                <w:szCs w:val="20"/>
                <w:lang w:val="sr-Latn-RS"/>
              </w:rPr>
              <w:t>Opis troškova</w:t>
            </w:r>
          </w:p>
        </w:tc>
      </w:tr>
      <w:tr w:rsidR="004D3CD1" w:rsidRPr="00905F3D" w14:paraId="22890F83" w14:textId="77777777" w:rsidTr="00905F3D">
        <w:trPr>
          <w:trHeight w:val="233"/>
        </w:trPr>
        <w:tc>
          <w:tcPr>
            <w:tcW w:w="3261" w:type="dxa"/>
            <w:vAlign w:val="center"/>
          </w:tcPr>
          <w:p w14:paraId="4B5324FD" w14:textId="77777777" w:rsidR="004D3CD1" w:rsidRPr="00905F3D" w:rsidRDefault="00905F3D" w:rsidP="00905F3D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sz w:val="20"/>
                <w:szCs w:val="20"/>
                <w:lang w:val="sr-Latn-RS"/>
              </w:rPr>
            </w:pPr>
            <w:r w:rsidRPr="00905F3D">
              <w:rPr>
                <w:rFonts w:ascii="Palatino Linotype" w:hAnsi="Palatino Linotype"/>
                <w:sz w:val="20"/>
                <w:szCs w:val="20"/>
                <w:lang w:val="sr-Latn-RS"/>
              </w:rPr>
              <w:t>Troškovi članova projektnog tima</w:t>
            </w:r>
          </w:p>
        </w:tc>
        <w:tc>
          <w:tcPr>
            <w:tcW w:w="1104" w:type="dxa"/>
            <w:vAlign w:val="center"/>
          </w:tcPr>
          <w:p w14:paraId="4FBED6B3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14:paraId="673F743B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343" w:type="dxa"/>
            <w:vAlign w:val="center"/>
          </w:tcPr>
          <w:p w14:paraId="085AE829" w14:textId="77777777" w:rsidR="004D3CD1" w:rsidRPr="00905F3D" w:rsidRDefault="004D3CD1" w:rsidP="00E265B8">
            <w:pPr>
              <w:pStyle w:val="Tekst"/>
              <w:keepNext/>
              <w:ind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D3CD1" w:rsidRPr="00905F3D" w14:paraId="07C5E302" w14:textId="77777777" w:rsidTr="00905F3D">
        <w:trPr>
          <w:trHeight w:val="233"/>
        </w:trPr>
        <w:tc>
          <w:tcPr>
            <w:tcW w:w="3261" w:type="dxa"/>
            <w:vAlign w:val="center"/>
          </w:tcPr>
          <w:p w14:paraId="7F24EB47" w14:textId="77777777" w:rsidR="004D3CD1" w:rsidRPr="00905F3D" w:rsidRDefault="00905F3D" w:rsidP="00905F3D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sz w:val="20"/>
                <w:szCs w:val="20"/>
                <w:lang w:val="sr-Latn-RS"/>
              </w:rPr>
            </w:pPr>
            <w:r w:rsidRPr="00905F3D">
              <w:rPr>
                <w:rFonts w:ascii="Palatino Linotype" w:hAnsi="Palatino Linotype"/>
                <w:sz w:val="20"/>
                <w:szCs w:val="20"/>
                <w:lang w:val="sr-Latn-RS"/>
              </w:rPr>
              <w:t>Putovanja</w:t>
            </w:r>
          </w:p>
        </w:tc>
        <w:tc>
          <w:tcPr>
            <w:tcW w:w="1104" w:type="dxa"/>
            <w:vAlign w:val="center"/>
          </w:tcPr>
          <w:p w14:paraId="46630910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14:paraId="605F97D5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343" w:type="dxa"/>
            <w:vAlign w:val="center"/>
          </w:tcPr>
          <w:p w14:paraId="4E50AB3B" w14:textId="77777777" w:rsidR="004D3CD1" w:rsidRPr="00905F3D" w:rsidRDefault="004D3CD1" w:rsidP="00E265B8">
            <w:pPr>
              <w:pStyle w:val="Tekst"/>
              <w:keepNext/>
              <w:ind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D3CD1" w:rsidRPr="00905F3D" w14:paraId="5DE84429" w14:textId="77777777" w:rsidTr="00905F3D">
        <w:trPr>
          <w:trHeight w:val="233"/>
        </w:trPr>
        <w:tc>
          <w:tcPr>
            <w:tcW w:w="3261" w:type="dxa"/>
            <w:vAlign w:val="center"/>
          </w:tcPr>
          <w:p w14:paraId="4DA27EC5" w14:textId="77777777" w:rsidR="004D3CD1" w:rsidRPr="00905F3D" w:rsidRDefault="00905F3D" w:rsidP="00905F3D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sz w:val="20"/>
                <w:szCs w:val="20"/>
                <w:lang w:val="sr-Latn-RS"/>
              </w:rPr>
            </w:pPr>
            <w:r w:rsidRPr="00905F3D">
              <w:rPr>
                <w:rFonts w:ascii="Palatino Linotype" w:hAnsi="Palatino Linotype"/>
                <w:sz w:val="20"/>
                <w:szCs w:val="20"/>
                <w:lang w:val="sr-Latn-RS"/>
              </w:rPr>
              <w:t>Oprema</w:t>
            </w:r>
          </w:p>
        </w:tc>
        <w:tc>
          <w:tcPr>
            <w:tcW w:w="1104" w:type="dxa"/>
            <w:vAlign w:val="center"/>
          </w:tcPr>
          <w:p w14:paraId="6DE62A80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14:paraId="31F94FA9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343" w:type="dxa"/>
            <w:vAlign w:val="center"/>
          </w:tcPr>
          <w:p w14:paraId="4471D43F" w14:textId="77777777" w:rsidR="004D3CD1" w:rsidRPr="00905F3D" w:rsidRDefault="004D3CD1" w:rsidP="00E265B8">
            <w:pPr>
              <w:pStyle w:val="Tekst"/>
              <w:keepNext/>
              <w:ind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D3CD1" w:rsidRPr="00905F3D" w14:paraId="4356958B" w14:textId="77777777" w:rsidTr="00905F3D">
        <w:trPr>
          <w:trHeight w:val="233"/>
        </w:trPr>
        <w:tc>
          <w:tcPr>
            <w:tcW w:w="3261" w:type="dxa"/>
            <w:vAlign w:val="center"/>
          </w:tcPr>
          <w:p w14:paraId="328BB97A" w14:textId="77777777" w:rsidR="004D3CD1" w:rsidRPr="00905F3D" w:rsidRDefault="00905F3D" w:rsidP="00905F3D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sz w:val="20"/>
                <w:szCs w:val="20"/>
                <w:lang w:val="sr-Latn-RS"/>
              </w:rPr>
            </w:pPr>
            <w:r w:rsidRPr="00905F3D">
              <w:rPr>
                <w:rFonts w:ascii="Palatino Linotype" w:hAnsi="Palatino Linotype"/>
                <w:sz w:val="20"/>
                <w:szCs w:val="20"/>
                <w:lang w:val="sr-Latn-RS"/>
              </w:rPr>
              <w:t>Potrošni materijal</w:t>
            </w:r>
          </w:p>
        </w:tc>
        <w:tc>
          <w:tcPr>
            <w:tcW w:w="1104" w:type="dxa"/>
            <w:vAlign w:val="center"/>
          </w:tcPr>
          <w:p w14:paraId="35575C55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14:paraId="737DE8A4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343" w:type="dxa"/>
            <w:vAlign w:val="center"/>
          </w:tcPr>
          <w:p w14:paraId="4052CB85" w14:textId="77777777" w:rsidR="004D3CD1" w:rsidRPr="00905F3D" w:rsidRDefault="004D3CD1" w:rsidP="00E265B8">
            <w:pPr>
              <w:pStyle w:val="Tekst"/>
              <w:keepNext/>
              <w:ind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D3CD1" w:rsidRPr="00905F3D" w14:paraId="7FE10CF6" w14:textId="77777777" w:rsidTr="00905F3D">
        <w:trPr>
          <w:trHeight w:val="233"/>
        </w:trPr>
        <w:tc>
          <w:tcPr>
            <w:tcW w:w="3261" w:type="dxa"/>
            <w:vAlign w:val="center"/>
          </w:tcPr>
          <w:p w14:paraId="6BB3C25F" w14:textId="77777777" w:rsidR="004D3CD1" w:rsidRPr="00905F3D" w:rsidRDefault="00905F3D" w:rsidP="00905F3D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sz w:val="20"/>
                <w:szCs w:val="20"/>
                <w:lang w:val="sr-Latn-RS"/>
              </w:rPr>
            </w:pPr>
            <w:r w:rsidRPr="00905F3D">
              <w:rPr>
                <w:rFonts w:ascii="Palatino Linotype" w:hAnsi="Palatino Linotype"/>
                <w:sz w:val="20"/>
                <w:szCs w:val="20"/>
                <w:lang w:val="sr-Latn-RS"/>
              </w:rPr>
              <w:t>Usluge</w:t>
            </w:r>
          </w:p>
        </w:tc>
        <w:tc>
          <w:tcPr>
            <w:tcW w:w="1104" w:type="dxa"/>
            <w:vAlign w:val="center"/>
          </w:tcPr>
          <w:p w14:paraId="6A349E49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14:paraId="7FA94662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343" w:type="dxa"/>
            <w:vAlign w:val="center"/>
          </w:tcPr>
          <w:p w14:paraId="1BFE2513" w14:textId="77777777" w:rsidR="004D3CD1" w:rsidRPr="00905F3D" w:rsidRDefault="004D3CD1" w:rsidP="00E265B8">
            <w:pPr>
              <w:pStyle w:val="Tekst"/>
              <w:keepNext/>
              <w:ind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D3CD1" w:rsidRPr="00905F3D" w14:paraId="1B9D2AA5" w14:textId="77777777" w:rsidTr="00905F3D">
        <w:trPr>
          <w:trHeight w:val="233"/>
        </w:trPr>
        <w:tc>
          <w:tcPr>
            <w:tcW w:w="3261" w:type="dxa"/>
            <w:vAlign w:val="center"/>
          </w:tcPr>
          <w:p w14:paraId="77BB2902" w14:textId="77777777" w:rsidR="004D3CD1" w:rsidRPr="00905F3D" w:rsidRDefault="00905F3D" w:rsidP="00905F3D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sz w:val="20"/>
                <w:szCs w:val="20"/>
                <w:lang w:val="sr-Latn-RS"/>
              </w:rPr>
            </w:pPr>
            <w:r w:rsidRPr="00905F3D">
              <w:rPr>
                <w:rFonts w:ascii="Palatino Linotype" w:hAnsi="Palatino Linotype"/>
                <w:sz w:val="20"/>
                <w:szCs w:val="20"/>
                <w:lang w:val="sr-Latn-RS"/>
              </w:rPr>
              <w:t>Diseminacija</w:t>
            </w:r>
          </w:p>
        </w:tc>
        <w:tc>
          <w:tcPr>
            <w:tcW w:w="1104" w:type="dxa"/>
            <w:vAlign w:val="center"/>
          </w:tcPr>
          <w:p w14:paraId="62212471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14:paraId="2C7FE07D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343" w:type="dxa"/>
            <w:vAlign w:val="center"/>
          </w:tcPr>
          <w:p w14:paraId="40D3E24B" w14:textId="77777777" w:rsidR="004D3CD1" w:rsidRPr="00905F3D" w:rsidRDefault="004D3CD1" w:rsidP="00E265B8">
            <w:pPr>
              <w:pStyle w:val="Tekst"/>
              <w:keepNext/>
              <w:ind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D3CD1" w:rsidRPr="00905F3D" w14:paraId="6CCE7E4E" w14:textId="77777777" w:rsidTr="00905F3D">
        <w:trPr>
          <w:trHeight w:val="233"/>
        </w:trPr>
        <w:tc>
          <w:tcPr>
            <w:tcW w:w="3261" w:type="dxa"/>
            <w:vAlign w:val="center"/>
          </w:tcPr>
          <w:p w14:paraId="7779B5C8" w14:textId="77777777" w:rsidR="004D3CD1" w:rsidRPr="00905F3D" w:rsidRDefault="00905F3D" w:rsidP="00905F3D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905F3D">
              <w:rPr>
                <w:rFonts w:ascii="Palatino Linotype" w:hAnsi="Palatino Linotype"/>
                <w:sz w:val="20"/>
                <w:szCs w:val="20"/>
              </w:rPr>
              <w:t>…</w:t>
            </w:r>
          </w:p>
        </w:tc>
        <w:tc>
          <w:tcPr>
            <w:tcW w:w="1104" w:type="dxa"/>
            <w:vAlign w:val="center"/>
          </w:tcPr>
          <w:p w14:paraId="133FC28E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14:paraId="10176FAC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343" w:type="dxa"/>
            <w:vAlign w:val="center"/>
          </w:tcPr>
          <w:p w14:paraId="6E23C1CB" w14:textId="77777777" w:rsidR="004D3CD1" w:rsidRPr="00905F3D" w:rsidRDefault="004D3CD1" w:rsidP="00E265B8">
            <w:pPr>
              <w:pStyle w:val="Tekst"/>
              <w:keepNext/>
              <w:ind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D3CD1" w:rsidRPr="00905F3D" w14:paraId="6E814B36" w14:textId="77777777" w:rsidTr="00905F3D">
        <w:trPr>
          <w:trHeight w:val="233"/>
        </w:trPr>
        <w:tc>
          <w:tcPr>
            <w:tcW w:w="3261" w:type="dxa"/>
            <w:vAlign w:val="center"/>
          </w:tcPr>
          <w:p w14:paraId="48D07663" w14:textId="77777777" w:rsidR="004D3CD1" w:rsidRPr="00905F3D" w:rsidRDefault="00905F3D" w:rsidP="00905F3D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905F3D">
              <w:rPr>
                <w:rFonts w:ascii="Palatino Linotype" w:hAnsi="Palatino Linotype"/>
                <w:sz w:val="20"/>
                <w:szCs w:val="20"/>
              </w:rPr>
              <w:t>…</w:t>
            </w:r>
          </w:p>
        </w:tc>
        <w:tc>
          <w:tcPr>
            <w:tcW w:w="1104" w:type="dxa"/>
            <w:vAlign w:val="center"/>
          </w:tcPr>
          <w:p w14:paraId="005A9E24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14:paraId="2F718D51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343" w:type="dxa"/>
            <w:vAlign w:val="center"/>
          </w:tcPr>
          <w:p w14:paraId="324725C9" w14:textId="77777777" w:rsidR="004D3CD1" w:rsidRPr="00905F3D" w:rsidRDefault="004D3CD1" w:rsidP="00E265B8">
            <w:pPr>
              <w:pStyle w:val="Tekst"/>
              <w:keepNext/>
              <w:ind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D3CD1" w:rsidRPr="00905F3D" w14:paraId="4AA25B09" w14:textId="77777777" w:rsidTr="00905F3D">
        <w:trPr>
          <w:trHeight w:val="233"/>
        </w:trPr>
        <w:tc>
          <w:tcPr>
            <w:tcW w:w="3261" w:type="dxa"/>
            <w:vAlign w:val="center"/>
          </w:tcPr>
          <w:p w14:paraId="712F437C" w14:textId="77777777" w:rsidR="004D3CD1" w:rsidRPr="00905F3D" w:rsidRDefault="00905F3D" w:rsidP="00905F3D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905F3D">
              <w:rPr>
                <w:rFonts w:ascii="Palatino Linotype" w:hAnsi="Palatino Linotype"/>
                <w:sz w:val="20"/>
                <w:szCs w:val="20"/>
              </w:rPr>
              <w:t>…</w:t>
            </w:r>
          </w:p>
        </w:tc>
        <w:tc>
          <w:tcPr>
            <w:tcW w:w="1104" w:type="dxa"/>
            <w:vAlign w:val="center"/>
          </w:tcPr>
          <w:p w14:paraId="3D3CE967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14:paraId="64D2E9E9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343" w:type="dxa"/>
            <w:vAlign w:val="center"/>
          </w:tcPr>
          <w:p w14:paraId="0A647327" w14:textId="77777777" w:rsidR="004D3CD1" w:rsidRPr="00905F3D" w:rsidRDefault="004D3CD1" w:rsidP="00E265B8">
            <w:pPr>
              <w:pStyle w:val="Tekst"/>
              <w:keepNext/>
              <w:ind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D3CD1" w:rsidRPr="00905F3D" w14:paraId="6836E947" w14:textId="77777777" w:rsidTr="00905F3D">
        <w:trPr>
          <w:trHeight w:val="248"/>
        </w:trPr>
        <w:tc>
          <w:tcPr>
            <w:tcW w:w="3261" w:type="dxa"/>
            <w:vAlign w:val="center"/>
          </w:tcPr>
          <w:p w14:paraId="518B4721" w14:textId="77777777" w:rsidR="004D3CD1" w:rsidRPr="00905F3D" w:rsidRDefault="00905F3D" w:rsidP="00905F3D">
            <w:pPr>
              <w:pStyle w:val="Tekst"/>
              <w:keepNext/>
              <w:ind w:firstLine="0"/>
              <w:jc w:val="left"/>
              <w:rPr>
                <w:rFonts w:ascii="Palatino Linotype" w:hAnsi="Palatino Linotype"/>
                <w:b/>
                <w:bCs/>
                <w:sz w:val="20"/>
                <w:szCs w:val="20"/>
                <w:lang w:val="sr-Latn-RS"/>
              </w:rPr>
            </w:pPr>
            <w:r w:rsidRPr="00905F3D">
              <w:rPr>
                <w:rFonts w:ascii="Palatino Linotype" w:hAnsi="Palatino Linotype"/>
                <w:b/>
                <w:bCs/>
                <w:sz w:val="20"/>
                <w:szCs w:val="20"/>
                <w:lang w:val="sr-Latn-RS"/>
              </w:rPr>
              <w:t>Ukupno</w:t>
            </w:r>
          </w:p>
        </w:tc>
        <w:tc>
          <w:tcPr>
            <w:tcW w:w="1104" w:type="dxa"/>
            <w:vAlign w:val="center"/>
          </w:tcPr>
          <w:p w14:paraId="6734952D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14:paraId="674BD788" w14:textId="77777777" w:rsidR="004D3CD1" w:rsidRPr="00905F3D" w:rsidRDefault="004D3CD1" w:rsidP="00905F3D">
            <w:pPr>
              <w:pStyle w:val="Tekst"/>
              <w:keepNext/>
              <w:ind w:firstLine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343" w:type="dxa"/>
            <w:vAlign w:val="center"/>
          </w:tcPr>
          <w:p w14:paraId="639863BB" w14:textId="77777777" w:rsidR="004D3CD1" w:rsidRPr="00905F3D" w:rsidRDefault="004D3CD1" w:rsidP="00E265B8">
            <w:pPr>
              <w:pStyle w:val="Tekst"/>
              <w:keepNext/>
              <w:ind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1DA03BA9" w14:textId="77777777" w:rsidR="00964839" w:rsidRPr="00905F3D" w:rsidRDefault="00964839" w:rsidP="00EE2476">
      <w:pPr>
        <w:pStyle w:val="ListParagraph"/>
        <w:spacing w:after="200"/>
        <w:ind w:left="1440"/>
        <w:rPr>
          <w:rFonts w:ascii="Palatino Linotype" w:hAnsi="Palatino Linotype"/>
        </w:rPr>
      </w:pPr>
    </w:p>
    <w:p w14:paraId="271D8755" w14:textId="77777777" w:rsidR="00964839" w:rsidRPr="00905F3D" w:rsidRDefault="00964839" w:rsidP="005B6205">
      <w:pPr>
        <w:rPr>
          <w:rFonts w:ascii="Palatino Linotype" w:hAnsi="Palatino Linotype"/>
        </w:rPr>
      </w:pPr>
    </w:p>
    <w:p w14:paraId="32DD7F8D" w14:textId="77777777" w:rsidR="00905F3D" w:rsidRDefault="00905F3D" w:rsidP="00905F3D">
      <w:pPr>
        <w:pStyle w:val="Heading2"/>
      </w:pPr>
      <w:r>
        <w:t>5</w:t>
      </w:r>
      <w:r w:rsidRPr="00905F3D">
        <w:t xml:space="preserve">. </w:t>
      </w:r>
      <w:r>
        <w:t>Prilozi</w:t>
      </w:r>
    </w:p>
    <w:p w14:paraId="76731C7C" w14:textId="77777777" w:rsidR="009526F4" w:rsidRPr="009526F4" w:rsidRDefault="009526F4" w:rsidP="009526F4">
      <w:pPr>
        <w:rPr>
          <w:lang w:val="sr-Latn-RS"/>
        </w:rPr>
      </w:pPr>
    </w:p>
    <w:p w14:paraId="3918C033" w14:textId="77777777" w:rsidR="00905F3D" w:rsidRPr="009526F4" w:rsidRDefault="00905F3D" w:rsidP="00905F3D">
      <w:pPr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526F4">
        <w:rPr>
          <w:rFonts w:ascii="Palatino Linotype" w:hAnsi="Palatino Linotype"/>
          <w:sz w:val="24"/>
          <w:szCs w:val="24"/>
        </w:rPr>
        <w:t xml:space="preserve">Link ka </w:t>
      </w:r>
      <w:proofErr w:type="spellStart"/>
      <w:r w:rsidRPr="009526F4">
        <w:rPr>
          <w:rFonts w:ascii="Palatino Linotype" w:hAnsi="Palatino Linotype"/>
          <w:sz w:val="24"/>
          <w:szCs w:val="24"/>
        </w:rPr>
        <w:t>radnim</w:t>
      </w:r>
      <w:proofErr w:type="spellEnd"/>
      <w:r w:rsidRPr="009526F4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9526F4">
        <w:rPr>
          <w:rFonts w:ascii="Palatino Linotype" w:hAnsi="Palatino Linotype"/>
          <w:sz w:val="24"/>
          <w:szCs w:val="24"/>
        </w:rPr>
        <w:t>biografijama</w:t>
      </w:r>
      <w:proofErr w:type="spellEnd"/>
      <w:r w:rsidRPr="009526F4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9526F4">
        <w:rPr>
          <w:rFonts w:ascii="Palatino Linotype" w:hAnsi="Palatino Linotype"/>
          <w:sz w:val="24"/>
          <w:szCs w:val="24"/>
        </w:rPr>
        <w:t>članova</w:t>
      </w:r>
      <w:proofErr w:type="spellEnd"/>
      <w:r w:rsidRPr="009526F4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9526F4">
        <w:rPr>
          <w:rFonts w:ascii="Palatino Linotype" w:hAnsi="Palatino Linotype"/>
          <w:sz w:val="24"/>
          <w:szCs w:val="24"/>
        </w:rPr>
        <w:t>tima</w:t>
      </w:r>
      <w:proofErr w:type="spellEnd"/>
    </w:p>
    <w:p w14:paraId="059247D0" w14:textId="77777777" w:rsidR="00905F3D" w:rsidRPr="009526F4" w:rsidRDefault="00905F3D" w:rsidP="00905F3D">
      <w:pPr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526F4">
        <w:rPr>
          <w:rFonts w:ascii="Palatino Linotype" w:hAnsi="Palatino Linotype"/>
          <w:sz w:val="24"/>
          <w:szCs w:val="24"/>
        </w:rPr>
        <w:t xml:space="preserve">Link ka </w:t>
      </w:r>
      <w:proofErr w:type="spellStart"/>
      <w:r w:rsidRPr="009526F4">
        <w:rPr>
          <w:rFonts w:ascii="Palatino Linotype" w:hAnsi="Palatino Linotype"/>
          <w:sz w:val="24"/>
          <w:szCs w:val="24"/>
        </w:rPr>
        <w:t>gantogramu</w:t>
      </w:r>
      <w:proofErr w:type="spellEnd"/>
    </w:p>
    <w:p w14:paraId="57D99D86" w14:textId="77777777" w:rsidR="00905F3D" w:rsidRPr="009526F4" w:rsidRDefault="00905F3D" w:rsidP="00905F3D">
      <w:pPr>
        <w:numPr>
          <w:ilvl w:val="0"/>
          <w:numId w:val="26"/>
        </w:numPr>
        <w:rPr>
          <w:rFonts w:ascii="Palatino Linotype" w:hAnsi="Palatino Linotype"/>
          <w:sz w:val="24"/>
          <w:szCs w:val="24"/>
        </w:rPr>
      </w:pPr>
      <w:r w:rsidRPr="009526F4">
        <w:rPr>
          <w:rFonts w:ascii="Palatino Linotype" w:hAnsi="Palatino Linotype"/>
          <w:sz w:val="24"/>
          <w:szCs w:val="24"/>
        </w:rPr>
        <w:t xml:space="preserve">Link ka </w:t>
      </w:r>
      <w:proofErr w:type="spellStart"/>
      <w:r w:rsidRPr="009526F4">
        <w:rPr>
          <w:rFonts w:ascii="Palatino Linotype" w:hAnsi="Palatino Linotype"/>
          <w:sz w:val="24"/>
          <w:szCs w:val="24"/>
        </w:rPr>
        <w:t>budžetu</w:t>
      </w:r>
      <w:proofErr w:type="spellEnd"/>
      <w:r w:rsidRPr="009526F4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9526F4">
        <w:rPr>
          <w:rFonts w:ascii="Palatino Linotype" w:hAnsi="Palatino Linotype"/>
          <w:sz w:val="24"/>
          <w:szCs w:val="24"/>
        </w:rPr>
        <w:t>projekta</w:t>
      </w:r>
      <w:proofErr w:type="spellEnd"/>
    </w:p>
    <w:sectPr w:rsidR="00905F3D" w:rsidRPr="009526F4" w:rsidSect="007A2C7F">
      <w:pgSz w:w="11909" w:h="16834" w:code="9"/>
      <w:pgMar w:top="1138" w:right="1138" w:bottom="1138" w:left="113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978DF" w14:textId="77777777" w:rsidR="00F9187B" w:rsidRDefault="00F9187B" w:rsidP="00F93C57">
      <w:r>
        <w:separator/>
      </w:r>
    </w:p>
  </w:endnote>
  <w:endnote w:type="continuationSeparator" w:id="0">
    <w:p w14:paraId="41DE48BD" w14:textId="77777777" w:rsidR="00F9187B" w:rsidRDefault="00F9187B" w:rsidP="00F9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732EA" w14:textId="77777777" w:rsidR="00F9187B" w:rsidRDefault="00F9187B" w:rsidP="00F93C57">
      <w:r>
        <w:separator/>
      </w:r>
    </w:p>
  </w:footnote>
  <w:footnote w:type="continuationSeparator" w:id="0">
    <w:p w14:paraId="19E2D394" w14:textId="77777777" w:rsidR="00F9187B" w:rsidRDefault="00F9187B" w:rsidP="00F93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B1752" w14:textId="77777777" w:rsidR="006A1BD2" w:rsidRPr="00CD3070" w:rsidRDefault="00F32456" w:rsidP="00D447AD">
    <w:pPr>
      <w:pStyle w:val="Header"/>
      <w:tabs>
        <w:tab w:val="clear" w:pos="4320"/>
        <w:tab w:val="clear" w:pos="8640"/>
        <w:tab w:val="right" w:pos="9540"/>
      </w:tabs>
      <w:jc w:val="left"/>
      <w:rPr>
        <w:color w:val="FF0000"/>
        <w:sz w:val="20"/>
        <w:szCs w:val="20"/>
      </w:rPr>
    </w:pPr>
    <w:r>
      <w:rPr>
        <w:noProof/>
        <w:color w:val="595959"/>
        <w:sz w:val="22"/>
        <w:szCs w:val="22"/>
        <w:shd w:val="clear" w:color="auto" w:fill="FFFFFF"/>
      </w:rPr>
      <w:drawing>
        <wp:anchor distT="0" distB="0" distL="114300" distR="114300" simplePos="0" relativeHeight="251657728" behindDoc="0" locked="0" layoutInCell="1" allowOverlap="1" wp14:anchorId="2507BE09" wp14:editId="35122D45">
          <wp:simplePos x="0" y="0"/>
          <wp:positionH relativeFrom="column">
            <wp:posOffset>4751705</wp:posOffset>
          </wp:positionH>
          <wp:positionV relativeFrom="paragraph">
            <wp:posOffset>-330200</wp:posOffset>
          </wp:positionV>
          <wp:extent cx="1118870" cy="55943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1E95" w:rsidRPr="005F24E9">
      <w:rPr>
        <w:color w:val="595959"/>
        <w:sz w:val="22"/>
        <w:szCs w:val="22"/>
        <w:shd w:val="clear" w:color="auto" w:fill="FFFFFF"/>
      </w:rPr>
      <w:t>UNESITE AKRONIM PROJEKTA</w:t>
    </w:r>
    <w:r w:rsidR="00EE1E95">
      <w:rPr>
        <w:color w:val="FF0000"/>
        <w:sz w:val="20"/>
        <w:szCs w:val="20"/>
      </w:rPr>
      <w:t xml:space="preserve"> </w:t>
    </w:r>
    <w:r>
      <w:rPr>
        <w:noProof/>
        <w:color w:val="FF0000"/>
        <w:sz w:val="20"/>
        <w:szCs w:val="20"/>
      </w:rPr>
      <w:drawing>
        <wp:inline distT="0" distB="0" distL="0" distR="0" wp14:anchorId="155F8D48" wp14:editId="0DBBB523">
          <wp:extent cx="9753600" cy="650557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0" cy="650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A678C" w14:textId="77777777" w:rsidR="00964839" w:rsidRPr="00D96D41" w:rsidRDefault="006A1BD2" w:rsidP="007A2C7F">
    <w:pPr>
      <w:pStyle w:val="Header"/>
      <w:tabs>
        <w:tab w:val="clear" w:pos="4320"/>
        <w:tab w:val="clear" w:pos="8640"/>
        <w:tab w:val="right" w:pos="9540"/>
      </w:tabs>
      <w:rPr>
        <w:color w:val="244061"/>
        <w:sz w:val="20"/>
        <w:szCs w:val="20"/>
      </w:rPr>
    </w:pPr>
    <w:r>
      <w:rPr>
        <w:color w:val="244061"/>
        <w:sz w:val="20"/>
        <w:szCs w:val="20"/>
      </w:rPr>
      <w:t>__________________________________________________________________________________________</w:t>
    </w:r>
    <w:r w:rsidR="00CD3070">
      <w:rPr>
        <w:color w:val="244061"/>
        <w:sz w:val="20"/>
        <w:szCs w:val="20"/>
      </w:rPr>
      <w:t>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7317"/>
    <w:multiLevelType w:val="hybridMultilevel"/>
    <w:tmpl w:val="1414C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F24E82"/>
    <w:multiLevelType w:val="hybridMultilevel"/>
    <w:tmpl w:val="A88EFD5A"/>
    <w:lvl w:ilvl="0" w:tplc="08090001">
      <w:start w:val="1"/>
      <w:numFmt w:val="bullet"/>
      <w:lvlText w:val=""/>
      <w:lvlJc w:val="left"/>
      <w:pPr>
        <w:ind w:left="1107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4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6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70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2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6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9374F9"/>
    <w:multiLevelType w:val="hybridMultilevel"/>
    <w:tmpl w:val="AFE2E6D2"/>
    <w:lvl w:ilvl="0" w:tplc="81983F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64CE69E">
      <w:start w:val="1"/>
      <w:numFmt w:val="bullet"/>
      <w:lvlText w:val="o"/>
      <w:lvlJc w:val="left"/>
      <w:pPr>
        <w:tabs>
          <w:tab w:val="num" w:pos="1080"/>
        </w:tabs>
        <w:ind w:left="1368" w:hanging="288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896F37"/>
    <w:multiLevelType w:val="hybridMultilevel"/>
    <w:tmpl w:val="E70EBDE6"/>
    <w:lvl w:ilvl="0" w:tplc="04090005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A86E42"/>
    <w:multiLevelType w:val="hybridMultilevel"/>
    <w:tmpl w:val="2EA01EB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27989"/>
    <w:multiLevelType w:val="hybridMultilevel"/>
    <w:tmpl w:val="7E4CCE5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C578A0"/>
    <w:multiLevelType w:val="multilevel"/>
    <w:tmpl w:val="8C0C3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248E116C"/>
    <w:multiLevelType w:val="hybridMultilevel"/>
    <w:tmpl w:val="24CC31FC"/>
    <w:lvl w:ilvl="0" w:tplc="080ADA2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F9756D"/>
    <w:multiLevelType w:val="hybridMultilevel"/>
    <w:tmpl w:val="4B186892"/>
    <w:lvl w:ilvl="0" w:tplc="52EE02AE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A5AB1"/>
    <w:multiLevelType w:val="hybridMultilevel"/>
    <w:tmpl w:val="060EAE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C7651E"/>
    <w:multiLevelType w:val="hybridMultilevel"/>
    <w:tmpl w:val="1262909C"/>
    <w:lvl w:ilvl="0" w:tplc="F1644224">
      <w:start w:val="1"/>
      <w:numFmt w:val="decimal"/>
      <w:lvlText w:val="5.%1"/>
      <w:lvlJc w:val="left"/>
      <w:pPr>
        <w:ind w:left="10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8" w:hanging="360"/>
      </w:pPr>
    </w:lvl>
    <w:lvl w:ilvl="2" w:tplc="0409001B">
      <w:start w:val="1"/>
      <w:numFmt w:val="lowerRoman"/>
      <w:lvlText w:val="%3."/>
      <w:lvlJc w:val="right"/>
      <w:pPr>
        <w:ind w:left="2448" w:hanging="180"/>
      </w:pPr>
    </w:lvl>
    <w:lvl w:ilvl="3" w:tplc="0409000F">
      <w:start w:val="1"/>
      <w:numFmt w:val="decimal"/>
      <w:lvlText w:val="%4."/>
      <w:lvlJc w:val="left"/>
      <w:pPr>
        <w:ind w:left="3168" w:hanging="360"/>
      </w:pPr>
    </w:lvl>
    <w:lvl w:ilvl="4" w:tplc="04090019">
      <w:start w:val="1"/>
      <w:numFmt w:val="lowerLetter"/>
      <w:lvlText w:val="%5."/>
      <w:lvlJc w:val="left"/>
      <w:pPr>
        <w:ind w:left="3888" w:hanging="360"/>
      </w:pPr>
    </w:lvl>
    <w:lvl w:ilvl="5" w:tplc="0409001B">
      <w:start w:val="1"/>
      <w:numFmt w:val="lowerRoman"/>
      <w:lvlText w:val="%6."/>
      <w:lvlJc w:val="right"/>
      <w:pPr>
        <w:ind w:left="4608" w:hanging="180"/>
      </w:pPr>
    </w:lvl>
    <w:lvl w:ilvl="6" w:tplc="0409000F">
      <w:start w:val="1"/>
      <w:numFmt w:val="decimal"/>
      <w:lvlText w:val="%7."/>
      <w:lvlJc w:val="left"/>
      <w:pPr>
        <w:ind w:left="5328" w:hanging="360"/>
      </w:pPr>
    </w:lvl>
    <w:lvl w:ilvl="7" w:tplc="04090019">
      <w:start w:val="1"/>
      <w:numFmt w:val="lowerLetter"/>
      <w:lvlText w:val="%8."/>
      <w:lvlJc w:val="left"/>
      <w:pPr>
        <w:ind w:left="6048" w:hanging="360"/>
      </w:pPr>
    </w:lvl>
    <w:lvl w:ilvl="8" w:tplc="0409001B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2DFA7FE7"/>
    <w:multiLevelType w:val="hybridMultilevel"/>
    <w:tmpl w:val="B46E52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8179F"/>
    <w:multiLevelType w:val="hybridMultilevel"/>
    <w:tmpl w:val="B0D2134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A1EA0"/>
    <w:multiLevelType w:val="hybridMultilevel"/>
    <w:tmpl w:val="B060D3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DD7DDE"/>
    <w:multiLevelType w:val="hybridMultilevel"/>
    <w:tmpl w:val="EFE48C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E07972"/>
    <w:multiLevelType w:val="multilevel"/>
    <w:tmpl w:val="8C0C3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3903779C"/>
    <w:multiLevelType w:val="hybridMultilevel"/>
    <w:tmpl w:val="271E1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E47F5"/>
    <w:multiLevelType w:val="hybridMultilevel"/>
    <w:tmpl w:val="A9F0C5B8"/>
    <w:lvl w:ilvl="0" w:tplc="071287F0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0A3CF7"/>
    <w:multiLevelType w:val="hybridMultilevel"/>
    <w:tmpl w:val="AC6091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2E801DC"/>
    <w:multiLevelType w:val="multilevel"/>
    <w:tmpl w:val="E4E6F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0" w15:restartNumberingAfterBreak="0">
    <w:nsid w:val="45311F70"/>
    <w:multiLevelType w:val="multilevel"/>
    <w:tmpl w:val="997001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06328CC"/>
    <w:multiLevelType w:val="hybridMultilevel"/>
    <w:tmpl w:val="C1D22068"/>
    <w:lvl w:ilvl="0" w:tplc="81983F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7C67FBC"/>
    <w:multiLevelType w:val="hybridMultilevel"/>
    <w:tmpl w:val="5D90B9F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84291"/>
    <w:multiLevelType w:val="hybridMultilevel"/>
    <w:tmpl w:val="D018B8F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Segoe UI" w:hAnsi="Segoe UI" w:cs="Segoe UI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Segoe UI" w:hAnsi="Segoe UI" w:cs="Segoe UI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Segoe UI" w:hAnsi="Segoe UI" w:cs="Segoe UI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Segoe UI" w:hAnsi="Segoe UI" w:cs="Segoe UI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Segoe UI" w:hAnsi="Segoe UI" w:cs="Segoe UI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Segoe UI" w:hAnsi="Segoe UI" w:cs="Segoe UI" w:hint="default"/>
      </w:rPr>
    </w:lvl>
  </w:abstractNum>
  <w:abstractNum w:abstractNumId="24" w15:restartNumberingAfterBreak="0">
    <w:nsid w:val="6A7719C1"/>
    <w:multiLevelType w:val="hybridMultilevel"/>
    <w:tmpl w:val="0060C386"/>
    <w:lvl w:ilvl="0" w:tplc="81983F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ADA22">
      <w:start w:val="1"/>
      <w:numFmt w:val="bullet"/>
      <w:lvlText w:val=""/>
      <w:lvlJc w:val="left"/>
      <w:pPr>
        <w:tabs>
          <w:tab w:val="num" w:pos="1296"/>
        </w:tabs>
        <w:ind w:left="1296" w:hanging="216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B032015"/>
    <w:multiLevelType w:val="hybridMultilevel"/>
    <w:tmpl w:val="D548BE14"/>
    <w:lvl w:ilvl="0" w:tplc="81983F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64CE69E">
      <w:start w:val="1"/>
      <w:numFmt w:val="bullet"/>
      <w:lvlText w:val="o"/>
      <w:lvlJc w:val="left"/>
      <w:pPr>
        <w:tabs>
          <w:tab w:val="num" w:pos="1080"/>
        </w:tabs>
        <w:ind w:left="1368" w:hanging="288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BF56CDF"/>
    <w:multiLevelType w:val="hybridMultilevel"/>
    <w:tmpl w:val="207234F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D117F37"/>
    <w:multiLevelType w:val="hybridMultilevel"/>
    <w:tmpl w:val="6D50FDA8"/>
    <w:lvl w:ilvl="0" w:tplc="81983F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64CE69E">
      <w:start w:val="1"/>
      <w:numFmt w:val="bullet"/>
      <w:lvlText w:val="o"/>
      <w:lvlJc w:val="left"/>
      <w:pPr>
        <w:tabs>
          <w:tab w:val="num" w:pos="1080"/>
        </w:tabs>
        <w:ind w:left="1368" w:hanging="288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E732B6"/>
    <w:multiLevelType w:val="hybridMultilevel"/>
    <w:tmpl w:val="73EA30F4"/>
    <w:lvl w:ilvl="0" w:tplc="81983F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4A94E4A"/>
    <w:multiLevelType w:val="hybridMultilevel"/>
    <w:tmpl w:val="9E1E9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686376"/>
    <w:multiLevelType w:val="hybridMultilevel"/>
    <w:tmpl w:val="CE4E4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818035208">
    <w:abstractNumId w:val="24"/>
  </w:num>
  <w:num w:numId="2" w16cid:durableId="66420241">
    <w:abstractNumId w:val="27"/>
  </w:num>
  <w:num w:numId="3" w16cid:durableId="1463960275">
    <w:abstractNumId w:val="21"/>
  </w:num>
  <w:num w:numId="4" w16cid:durableId="837303939">
    <w:abstractNumId w:val="2"/>
  </w:num>
  <w:num w:numId="5" w16cid:durableId="1581213825">
    <w:abstractNumId w:val="25"/>
  </w:num>
  <w:num w:numId="6" w16cid:durableId="442653997">
    <w:abstractNumId w:val="28"/>
  </w:num>
  <w:num w:numId="7" w16cid:durableId="280235928">
    <w:abstractNumId w:val="10"/>
  </w:num>
  <w:num w:numId="8" w16cid:durableId="482892434">
    <w:abstractNumId w:val="29"/>
  </w:num>
  <w:num w:numId="9" w16cid:durableId="1478719994">
    <w:abstractNumId w:val="23"/>
  </w:num>
  <w:num w:numId="10" w16cid:durableId="1890802083">
    <w:abstractNumId w:val="14"/>
  </w:num>
  <w:num w:numId="11" w16cid:durableId="678461301">
    <w:abstractNumId w:val="0"/>
  </w:num>
  <w:num w:numId="12" w16cid:durableId="1662848523">
    <w:abstractNumId w:val="9"/>
  </w:num>
  <w:num w:numId="13" w16cid:durableId="1965309171">
    <w:abstractNumId w:val="1"/>
  </w:num>
  <w:num w:numId="14" w16cid:durableId="1402827961">
    <w:abstractNumId w:val="18"/>
  </w:num>
  <w:num w:numId="15" w16cid:durableId="1038626165">
    <w:abstractNumId w:val="5"/>
  </w:num>
  <w:num w:numId="16" w16cid:durableId="14237974">
    <w:abstractNumId w:val="13"/>
  </w:num>
  <w:num w:numId="17" w16cid:durableId="1977640500">
    <w:abstractNumId w:val="30"/>
  </w:num>
  <w:num w:numId="18" w16cid:durableId="1688288378">
    <w:abstractNumId w:val="4"/>
  </w:num>
  <w:num w:numId="19" w16cid:durableId="363555531">
    <w:abstractNumId w:val="7"/>
  </w:num>
  <w:num w:numId="20" w16cid:durableId="310838190">
    <w:abstractNumId w:val="22"/>
  </w:num>
  <w:num w:numId="21" w16cid:durableId="67114344">
    <w:abstractNumId w:val="12"/>
  </w:num>
  <w:num w:numId="22" w16cid:durableId="369771009">
    <w:abstractNumId w:val="26"/>
  </w:num>
  <w:num w:numId="23" w16cid:durableId="1527215835">
    <w:abstractNumId w:val="3"/>
  </w:num>
  <w:num w:numId="24" w16cid:durableId="1016931125">
    <w:abstractNumId w:val="11"/>
  </w:num>
  <w:num w:numId="25" w16cid:durableId="1841430704">
    <w:abstractNumId w:val="17"/>
  </w:num>
  <w:num w:numId="26" w16cid:durableId="1690519888">
    <w:abstractNumId w:val="8"/>
  </w:num>
  <w:num w:numId="27" w16cid:durableId="2125229367">
    <w:abstractNumId w:val="6"/>
  </w:num>
  <w:num w:numId="28" w16cid:durableId="2064743614">
    <w:abstractNumId w:val="20"/>
  </w:num>
  <w:num w:numId="29" w16cid:durableId="820775220">
    <w:abstractNumId w:val="15"/>
  </w:num>
  <w:num w:numId="30" w16cid:durableId="1472594928">
    <w:abstractNumId w:val="19"/>
  </w:num>
  <w:num w:numId="31" w16cid:durableId="13821694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proofState w:spelling="clean" w:grammar="clean"/>
  <w:revisionView w:inkAnnotation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yNTI1sbQ0MjM2NDNQ0lEKTi0uzszPAykwqQUAeZNXCiwAAAA="/>
  </w:docVars>
  <w:rsids>
    <w:rsidRoot w:val="00F93C57"/>
    <w:rsid w:val="0000273C"/>
    <w:rsid w:val="000068D7"/>
    <w:rsid w:val="0001193F"/>
    <w:rsid w:val="000154A5"/>
    <w:rsid w:val="00016463"/>
    <w:rsid w:val="00025789"/>
    <w:rsid w:val="00025A74"/>
    <w:rsid w:val="0003429C"/>
    <w:rsid w:val="00035AEF"/>
    <w:rsid w:val="00037A77"/>
    <w:rsid w:val="00041058"/>
    <w:rsid w:val="000445F7"/>
    <w:rsid w:val="00054234"/>
    <w:rsid w:val="00056A32"/>
    <w:rsid w:val="00060C4F"/>
    <w:rsid w:val="00062131"/>
    <w:rsid w:val="00063051"/>
    <w:rsid w:val="0006508C"/>
    <w:rsid w:val="0007282B"/>
    <w:rsid w:val="00072B1D"/>
    <w:rsid w:val="00073514"/>
    <w:rsid w:val="00073FDA"/>
    <w:rsid w:val="000767B3"/>
    <w:rsid w:val="00082577"/>
    <w:rsid w:val="000874A5"/>
    <w:rsid w:val="0008779E"/>
    <w:rsid w:val="00093185"/>
    <w:rsid w:val="00094CC2"/>
    <w:rsid w:val="000961BD"/>
    <w:rsid w:val="00096233"/>
    <w:rsid w:val="00097FB9"/>
    <w:rsid w:val="000A2912"/>
    <w:rsid w:val="000A49C8"/>
    <w:rsid w:val="000A4D00"/>
    <w:rsid w:val="000C6ED7"/>
    <w:rsid w:val="000D0740"/>
    <w:rsid w:val="000D0A1B"/>
    <w:rsid w:val="000D6989"/>
    <w:rsid w:val="000D7FEE"/>
    <w:rsid w:val="000E18B4"/>
    <w:rsid w:val="000E3697"/>
    <w:rsid w:val="000E3DC4"/>
    <w:rsid w:val="000F37C7"/>
    <w:rsid w:val="000F6071"/>
    <w:rsid w:val="000F706D"/>
    <w:rsid w:val="00107298"/>
    <w:rsid w:val="00114821"/>
    <w:rsid w:val="00114E3A"/>
    <w:rsid w:val="001232FE"/>
    <w:rsid w:val="001241BC"/>
    <w:rsid w:val="0012567D"/>
    <w:rsid w:val="001306BE"/>
    <w:rsid w:val="00140ACE"/>
    <w:rsid w:val="00141400"/>
    <w:rsid w:val="00142871"/>
    <w:rsid w:val="00142CEA"/>
    <w:rsid w:val="00146DBE"/>
    <w:rsid w:val="00150CCD"/>
    <w:rsid w:val="0015768D"/>
    <w:rsid w:val="00165DAD"/>
    <w:rsid w:val="00171972"/>
    <w:rsid w:val="001723C0"/>
    <w:rsid w:val="00175713"/>
    <w:rsid w:val="00175CC6"/>
    <w:rsid w:val="001763A6"/>
    <w:rsid w:val="001848BB"/>
    <w:rsid w:val="001A281D"/>
    <w:rsid w:val="001A51F9"/>
    <w:rsid w:val="001B0593"/>
    <w:rsid w:val="001B15ED"/>
    <w:rsid w:val="001B1DDA"/>
    <w:rsid w:val="001B2987"/>
    <w:rsid w:val="001B4671"/>
    <w:rsid w:val="001B6D79"/>
    <w:rsid w:val="001B7719"/>
    <w:rsid w:val="001D45BD"/>
    <w:rsid w:val="001D7323"/>
    <w:rsid w:val="001D7A6C"/>
    <w:rsid w:val="001E22D9"/>
    <w:rsid w:val="001F10AF"/>
    <w:rsid w:val="001F2B26"/>
    <w:rsid w:val="001F32D0"/>
    <w:rsid w:val="001F3471"/>
    <w:rsid w:val="001F3A92"/>
    <w:rsid w:val="0020130C"/>
    <w:rsid w:val="00202709"/>
    <w:rsid w:val="0020325F"/>
    <w:rsid w:val="002040C8"/>
    <w:rsid w:val="00213C34"/>
    <w:rsid w:val="0022172B"/>
    <w:rsid w:val="00234210"/>
    <w:rsid w:val="0023431A"/>
    <w:rsid w:val="00247648"/>
    <w:rsid w:val="00247DB3"/>
    <w:rsid w:val="002507B0"/>
    <w:rsid w:val="00250BB8"/>
    <w:rsid w:val="0028084C"/>
    <w:rsid w:val="00281522"/>
    <w:rsid w:val="002835FC"/>
    <w:rsid w:val="00285B20"/>
    <w:rsid w:val="00290311"/>
    <w:rsid w:val="0029456B"/>
    <w:rsid w:val="00296898"/>
    <w:rsid w:val="00296CDD"/>
    <w:rsid w:val="002979CF"/>
    <w:rsid w:val="002B6625"/>
    <w:rsid w:val="002B72BC"/>
    <w:rsid w:val="002C1C19"/>
    <w:rsid w:val="002C222B"/>
    <w:rsid w:val="002C2F0E"/>
    <w:rsid w:val="002C3622"/>
    <w:rsid w:val="002D2CC5"/>
    <w:rsid w:val="002D43BB"/>
    <w:rsid w:val="002D6B7F"/>
    <w:rsid w:val="002E044D"/>
    <w:rsid w:val="002E39C4"/>
    <w:rsid w:val="002E4F0B"/>
    <w:rsid w:val="00302C7B"/>
    <w:rsid w:val="0031351C"/>
    <w:rsid w:val="00316EA3"/>
    <w:rsid w:val="00325F7F"/>
    <w:rsid w:val="003332C4"/>
    <w:rsid w:val="003418FC"/>
    <w:rsid w:val="00345784"/>
    <w:rsid w:val="00354EE5"/>
    <w:rsid w:val="003574FE"/>
    <w:rsid w:val="00364F2D"/>
    <w:rsid w:val="00367398"/>
    <w:rsid w:val="00372A18"/>
    <w:rsid w:val="00381346"/>
    <w:rsid w:val="0038710D"/>
    <w:rsid w:val="003A6B81"/>
    <w:rsid w:val="003A7A79"/>
    <w:rsid w:val="003B06FB"/>
    <w:rsid w:val="003B6809"/>
    <w:rsid w:val="003C5EE4"/>
    <w:rsid w:val="003C6313"/>
    <w:rsid w:val="003D5CED"/>
    <w:rsid w:val="003F3A74"/>
    <w:rsid w:val="003F72F5"/>
    <w:rsid w:val="00400500"/>
    <w:rsid w:val="00413051"/>
    <w:rsid w:val="0041754E"/>
    <w:rsid w:val="00431A02"/>
    <w:rsid w:val="004416FC"/>
    <w:rsid w:val="00441FC8"/>
    <w:rsid w:val="00442650"/>
    <w:rsid w:val="00445F55"/>
    <w:rsid w:val="004468C5"/>
    <w:rsid w:val="00451D25"/>
    <w:rsid w:val="00452DDB"/>
    <w:rsid w:val="004545FB"/>
    <w:rsid w:val="0045749B"/>
    <w:rsid w:val="00457AB1"/>
    <w:rsid w:val="004653EC"/>
    <w:rsid w:val="00466B5B"/>
    <w:rsid w:val="0047158A"/>
    <w:rsid w:val="004723B7"/>
    <w:rsid w:val="00475E33"/>
    <w:rsid w:val="00476DF9"/>
    <w:rsid w:val="00481C18"/>
    <w:rsid w:val="00487B8E"/>
    <w:rsid w:val="00491210"/>
    <w:rsid w:val="00495425"/>
    <w:rsid w:val="004A3D24"/>
    <w:rsid w:val="004A5DF5"/>
    <w:rsid w:val="004B0B38"/>
    <w:rsid w:val="004B12AF"/>
    <w:rsid w:val="004B2429"/>
    <w:rsid w:val="004B6D07"/>
    <w:rsid w:val="004C2FFE"/>
    <w:rsid w:val="004C5739"/>
    <w:rsid w:val="004C796E"/>
    <w:rsid w:val="004D0B99"/>
    <w:rsid w:val="004D3CD1"/>
    <w:rsid w:val="004D5B91"/>
    <w:rsid w:val="004D5DAD"/>
    <w:rsid w:val="004E0269"/>
    <w:rsid w:val="004E3BB4"/>
    <w:rsid w:val="004E64DA"/>
    <w:rsid w:val="004E6FC4"/>
    <w:rsid w:val="005237E3"/>
    <w:rsid w:val="00525B04"/>
    <w:rsid w:val="00531681"/>
    <w:rsid w:val="00532A6A"/>
    <w:rsid w:val="00534D58"/>
    <w:rsid w:val="00544522"/>
    <w:rsid w:val="00552FFE"/>
    <w:rsid w:val="00553070"/>
    <w:rsid w:val="00554FE2"/>
    <w:rsid w:val="00555954"/>
    <w:rsid w:val="005627CF"/>
    <w:rsid w:val="00566567"/>
    <w:rsid w:val="005711B3"/>
    <w:rsid w:val="00577115"/>
    <w:rsid w:val="0058461C"/>
    <w:rsid w:val="00590274"/>
    <w:rsid w:val="005912C1"/>
    <w:rsid w:val="00593AEC"/>
    <w:rsid w:val="005977C9"/>
    <w:rsid w:val="00597AE7"/>
    <w:rsid w:val="005A1DDD"/>
    <w:rsid w:val="005A2D14"/>
    <w:rsid w:val="005B6205"/>
    <w:rsid w:val="005B6ECF"/>
    <w:rsid w:val="005C09E2"/>
    <w:rsid w:val="005C1B5F"/>
    <w:rsid w:val="005C2FD9"/>
    <w:rsid w:val="005D144D"/>
    <w:rsid w:val="005E2973"/>
    <w:rsid w:val="005F076B"/>
    <w:rsid w:val="005F24E9"/>
    <w:rsid w:val="005F7A66"/>
    <w:rsid w:val="00600A10"/>
    <w:rsid w:val="00602767"/>
    <w:rsid w:val="006108DF"/>
    <w:rsid w:val="00613488"/>
    <w:rsid w:val="00617B46"/>
    <w:rsid w:val="0062122E"/>
    <w:rsid w:val="006251E4"/>
    <w:rsid w:val="00636155"/>
    <w:rsid w:val="00643CA3"/>
    <w:rsid w:val="00653581"/>
    <w:rsid w:val="00654823"/>
    <w:rsid w:val="00656820"/>
    <w:rsid w:val="00667D6B"/>
    <w:rsid w:val="00670203"/>
    <w:rsid w:val="0067739C"/>
    <w:rsid w:val="006824A5"/>
    <w:rsid w:val="00685A19"/>
    <w:rsid w:val="0068665B"/>
    <w:rsid w:val="00687BB6"/>
    <w:rsid w:val="006919A9"/>
    <w:rsid w:val="0069472C"/>
    <w:rsid w:val="006A1BD2"/>
    <w:rsid w:val="006A24CA"/>
    <w:rsid w:val="006A6547"/>
    <w:rsid w:val="006A7CB0"/>
    <w:rsid w:val="006B3690"/>
    <w:rsid w:val="006C5758"/>
    <w:rsid w:val="006D748D"/>
    <w:rsid w:val="006E4902"/>
    <w:rsid w:val="006E4B71"/>
    <w:rsid w:val="006E557B"/>
    <w:rsid w:val="006F09DE"/>
    <w:rsid w:val="006F1167"/>
    <w:rsid w:val="006F3D86"/>
    <w:rsid w:val="007010BB"/>
    <w:rsid w:val="0070499D"/>
    <w:rsid w:val="00710F34"/>
    <w:rsid w:val="00715ED4"/>
    <w:rsid w:val="00717949"/>
    <w:rsid w:val="007204A7"/>
    <w:rsid w:val="00721EE7"/>
    <w:rsid w:val="007259B5"/>
    <w:rsid w:val="007414D2"/>
    <w:rsid w:val="00744864"/>
    <w:rsid w:val="00745A4F"/>
    <w:rsid w:val="0074618A"/>
    <w:rsid w:val="00750DBD"/>
    <w:rsid w:val="007534B2"/>
    <w:rsid w:val="0075426E"/>
    <w:rsid w:val="0075655B"/>
    <w:rsid w:val="00760BA1"/>
    <w:rsid w:val="00762E87"/>
    <w:rsid w:val="007631DE"/>
    <w:rsid w:val="00764DDF"/>
    <w:rsid w:val="00765424"/>
    <w:rsid w:val="00766BA2"/>
    <w:rsid w:val="007770DE"/>
    <w:rsid w:val="007902EF"/>
    <w:rsid w:val="00792AA1"/>
    <w:rsid w:val="007A2C7F"/>
    <w:rsid w:val="007A42DB"/>
    <w:rsid w:val="007A5E82"/>
    <w:rsid w:val="007A7BA6"/>
    <w:rsid w:val="007B13F5"/>
    <w:rsid w:val="007B169A"/>
    <w:rsid w:val="007C071B"/>
    <w:rsid w:val="007D1497"/>
    <w:rsid w:val="007D1986"/>
    <w:rsid w:val="007D216B"/>
    <w:rsid w:val="007D263D"/>
    <w:rsid w:val="007D7416"/>
    <w:rsid w:val="007E18B8"/>
    <w:rsid w:val="007F015F"/>
    <w:rsid w:val="007F14AD"/>
    <w:rsid w:val="007F4958"/>
    <w:rsid w:val="00801A74"/>
    <w:rsid w:val="008038B9"/>
    <w:rsid w:val="00815A35"/>
    <w:rsid w:val="00831C47"/>
    <w:rsid w:val="00834EBB"/>
    <w:rsid w:val="008423E3"/>
    <w:rsid w:val="00843D6A"/>
    <w:rsid w:val="00851B29"/>
    <w:rsid w:val="0085266A"/>
    <w:rsid w:val="008552BD"/>
    <w:rsid w:val="00867AC1"/>
    <w:rsid w:val="0087007D"/>
    <w:rsid w:val="00895D06"/>
    <w:rsid w:val="008A23F7"/>
    <w:rsid w:val="008A72D1"/>
    <w:rsid w:val="008B1B28"/>
    <w:rsid w:val="008B5BA8"/>
    <w:rsid w:val="008C156D"/>
    <w:rsid w:val="008C1E55"/>
    <w:rsid w:val="008C3539"/>
    <w:rsid w:val="008C7B54"/>
    <w:rsid w:val="008D4453"/>
    <w:rsid w:val="008D67F5"/>
    <w:rsid w:val="008F1879"/>
    <w:rsid w:val="008F3745"/>
    <w:rsid w:val="0090120F"/>
    <w:rsid w:val="00905F3D"/>
    <w:rsid w:val="0091441C"/>
    <w:rsid w:val="00920527"/>
    <w:rsid w:val="00925AB4"/>
    <w:rsid w:val="009313E5"/>
    <w:rsid w:val="00932875"/>
    <w:rsid w:val="00933DF2"/>
    <w:rsid w:val="00941E47"/>
    <w:rsid w:val="009526F4"/>
    <w:rsid w:val="00954FA3"/>
    <w:rsid w:val="0096188A"/>
    <w:rsid w:val="00961B90"/>
    <w:rsid w:val="009629AC"/>
    <w:rsid w:val="00964839"/>
    <w:rsid w:val="00971A04"/>
    <w:rsid w:val="00977E35"/>
    <w:rsid w:val="00985238"/>
    <w:rsid w:val="009919D0"/>
    <w:rsid w:val="00992420"/>
    <w:rsid w:val="00994A6E"/>
    <w:rsid w:val="00997FA6"/>
    <w:rsid w:val="009A01FF"/>
    <w:rsid w:val="009A42C3"/>
    <w:rsid w:val="009C457B"/>
    <w:rsid w:val="009C5628"/>
    <w:rsid w:val="009C7F90"/>
    <w:rsid w:val="009D2BB4"/>
    <w:rsid w:val="009D55D0"/>
    <w:rsid w:val="009D67F8"/>
    <w:rsid w:val="009E13DA"/>
    <w:rsid w:val="009E298F"/>
    <w:rsid w:val="009F00AC"/>
    <w:rsid w:val="009F48D5"/>
    <w:rsid w:val="00A02DB9"/>
    <w:rsid w:val="00A03028"/>
    <w:rsid w:val="00A11A59"/>
    <w:rsid w:val="00A12D27"/>
    <w:rsid w:val="00A20A52"/>
    <w:rsid w:val="00A20D33"/>
    <w:rsid w:val="00A321B4"/>
    <w:rsid w:val="00A50081"/>
    <w:rsid w:val="00A528D8"/>
    <w:rsid w:val="00A54165"/>
    <w:rsid w:val="00A6743B"/>
    <w:rsid w:val="00A71B39"/>
    <w:rsid w:val="00A80E63"/>
    <w:rsid w:val="00A813B2"/>
    <w:rsid w:val="00A81A7C"/>
    <w:rsid w:val="00A829EB"/>
    <w:rsid w:val="00A97B54"/>
    <w:rsid w:val="00AA079C"/>
    <w:rsid w:val="00AA0D2D"/>
    <w:rsid w:val="00AA177C"/>
    <w:rsid w:val="00AA1C2C"/>
    <w:rsid w:val="00AB0B63"/>
    <w:rsid w:val="00AC3666"/>
    <w:rsid w:val="00AD14B3"/>
    <w:rsid w:val="00AD224C"/>
    <w:rsid w:val="00AD55CC"/>
    <w:rsid w:val="00AE15A6"/>
    <w:rsid w:val="00AE5F80"/>
    <w:rsid w:val="00AF0988"/>
    <w:rsid w:val="00AF70BC"/>
    <w:rsid w:val="00B00779"/>
    <w:rsid w:val="00B1118D"/>
    <w:rsid w:val="00B1264A"/>
    <w:rsid w:val="00B24FFE"/>
    <w:rsid w:val="00B277A1"/>
    <w:rsid w:val="00B30689"/>
    <w:rsid w:val="00B30FAF"/>
    <w:rsid w:val="00B32884"/>
    <w:rsid w:val="00B35FDA"/>
    <w:rsid w:val="00B415BE"/>
    <w:rsid w:val="00B41F01"/>
    <w:rsid w:val="00B42677"/>
    <w:rsid w:val="00B440E4"/>
    <w:rsid w:val="00B50420"/>
    <w:rsid w:val="00B516B1"/>
    <w:rsid w:val="00B520C9"/>
    <w:rsid w:val="00B561CA"/>
    <w:rsid w:val="00B6090F"/>
    <w:rsid w:val="00B6138B"/>
    <w:rsid w:val="00B71B49"/>
    <w:rsid w:val="00B7482D"/>
    <w:rsid w:val="00B80E39"/>
    <w:rsid w:val="00B81BBE"/>
    <w:rsid w:val="00BA0D25"/>
    <w:rsid w:val="00BB62EA"/>
    <w:rsid w:val="00BC0D47"/>
    <w:rsid w:val="00BD0D16"/>
    <w:rsid w:val="00BD2323"/>
    <w:rsid w:val="00BD59AE"/>
    <w:rsid w:val="00BE6364"/>
    <w:rsid w:val="00BF0752"/>
    <w:rsid w:val="00BF2743"/>
    <w:rsid w:val="00BF7AFA"/>
    <w:rsid w:val="00C03EEA"/>
    <w:rsid w:val="00C05EA8"/>
    <w:rsid w:val="00C10998"/>
    <w:rsid w:val="00C15DDB"/>
    <w:rsid w:val="00C23B73"/>
    <w:rsid w:val="00C254A1"/>
    <w:rsid w:val="00C318A7"/>
    <w:rsid w:val="00C35038"/>
    <w:rsid w:val="00C35F50"/>
    <w:rsid w:val="00C43737"/>
    <w:rsid w:val="00C47B68"/>
    <w:rsid w:val="00C51943"/>
    <w:rsid w:val="00C53D6B"/>
    <w:rsid w:val="00C576EE"/>
    <w:rsid w:val="00C61B57"/>
    <w:rsid w:val="00C643F3"/>
    <w:rsid w:val="00C71527"/>
    <w:rsid w:val="00C81409"/>
    <w:rsid w:val="00C82DC8"/>
    <w:rsid w:val="00C848F6"/>
    <w:rsid w:val="00C85568"/>
    <w:rsid w:val="00C95588"/>
    <w:rsid w:val="00C96253"/>
    <w:rsid w:val="00C97530"/>
    <w:rsid w:val="00CA119D"/>
    <w:rsid w:val="00CA1BE7"/>
    <w:rsid w:val="00CA285A"/>
    <w:rsid w:val="00CA4797"/>
    <w:rsid w:val="00CB275F"/>
    <w:rsid w:val="00CB4836"/>
    <w:rsid w:val="00CB4B48"/>
    <w:rsid w:val="00CC684F"/>
    <w:rsid w:val="00CC6F31"/>
    <w:rsid w:val="00CD0749"/>
    <w:rsid w:val="00CD3070"/>
    <w:rsid w:val="00CD35B5"/>
    <w:rsid w:val="00CD4E56"/>
    <w:rsid w:val="00CD5BBD"/>
    <w:rsid w:val="00CD7EEF"/>
    <w:rsid w:val="00CE724F"/>
    <w:rsid w:val="00D03606"/>
    <w:rsid w:val="00D139C4"/>
    <w:rsid w:val="00D152ED"/>
    <w:rsid w:val="00D16B1C"/>
    <w:rsid w:val="00D20983"/>
    <w:rsid w:val="00D22D09"/>
    <w:rsid w:val="00D27EAB"/>
    <w:rsid w:val="00D447AD"/>
    <w:rsid w:val="00D54C81"/>
    <w:rsid w:val="00D60274"/>
    <w:rsid w:val="00D64BC2"/>
    <w:rsid w:val="00D8155E"/>
    <w:rsid w:val="00D8225B"/>
    <w:rsid w:val="00D87712"/>
    <w:rsid w:val="00D9272C"/>
    <w:rsid w:val="00D94116"/>
    <w:rsid w:val="00D96D41"/>
    <w:rsid w:val="00DA1B9C"/>
    <w:rsid w:val="00DA46AB"/>
    <w:rsid w:val="00DB304C"/>
    <w:rsid w:val="00DB6E3A"/>
    <w:rsid w:val="00DC0F9B"/>
    <w:rsid w:val="00E036A1"/>
    <w:rsid w:val="00E03A53"/>
    <w:rsid w:val="00E07B79"/>
    <w:rsid w:val="00E2002B"/>
    <w:rsid w:val="00E20C05"/>
    <w:rsid w:val="00E23FA3"/>
    <w:rsid w:val="00E25601"/>
    <w:rsid w:val="00E265B8"/>
    <w:rsid w:val="00E27C87"/>
    <w:rsid w:val="00E31EBB"/>
    <w:rsid w:val="00E31EC8"/>
    <w:rsid w:val="00E332C1"/>
    <w:rsid w:val="00E40C78"/>
    <w:rsid w:val="00E4372F"/>
    <w:rsid w:val="00E449E6"/>
    <w:rsid w:val="00E505DE"/>
    <w:rsid w:val="00E55BBE"/>
    <w:rsid w:val="00E568F2"/>
    <w:rsid w:val="00E62383"/>
    <w:rsid w:val="00E67A5A"/>
    <w:rsid w:val="00E71427"/>
    <w:rsid w:val="00E866FD"/>
    <w:rsid w:val="00E8751A"/>
    <w:rsid w:val="00E87FD2"/>
    <w:rsid w:val="00E941B6"/>
    <w:rsid w:val="00EA30F3"/>
    <w:rsid w:val="00EA4084"/>
    <w:rsid w:val="00EA7507"/>
    <w:rsid w:val="00EB038D"/>
    <w:rsid w:val="00EB1586"/>
    <w:rsid w:val="00EB3A79"/>
    <w:rsid w:val="00EC46C7"/>
    <w:rsid w:val="00ED1E3A"/>
    <w:rsid w:val="00EE1D3E"/>
    <w:rsid w:val="00EE1E95"/>
    <w:rsid w:val="00EE2476"/>
    <w:rsid w:val="00EE7E22"/>
    <w:rsid w:val="00EE7E7E"/>
    <w:rsid w:val="00EF00C0"/>
    <w:rsid w:val="00EF4B30"/>
    <w:rsid w:val="00F07221"/>
    <w:rsid w:val="00F116B5"/>
    <w:rsid w:val="00F13940"/>
    <w:rsid w:val="00F2276E"/>
    <w:rsid w:val="00F31E74"/>
    <w:rsid w:val="00F32456"/>
    <w:rsid w:val="00F41982"/>
    <w:rsid w:val="00F47172"/>
    <w:rsid w:val="00F51439"/>
    <w:rsid w:val="00F52DCB"/>
    <w:rsid w:val="00F56015"/>
    <w:rsid w:val="00F57AEB"/>
    <w:rsid w:val="00F60223"/>
    <w:rsid w:val="00F67BF2"/>
    <w:rsid w:val="00F76A8C"/>
    <w:rsid w:val="00F83819"/>
    <w:rsid w:val="00F9187B"/>
    <w:rsid w:val="00F92ABE"/>
    <w:rsid w:val="00F93C57"/>
    <w:rsid w:val="00F9490F"/>
    <w:rsid w:val="00F94A13"/>
    <w:rsid w:val="00F973B1"/>
    <w:rsid w:val="00FA0E0D"/>
    <w:rsid w:val="00FA180B"/>
    <w:rsid w:val="00FA2D6D"/>
    <w:rsid w:val="00FA2E65"/>
    <w:rsid w:val="00FA67B4"/>
    <w:rsid w:val="00FA7E3C"/>
    <w:rsid w:val="00FB39FF"/>
    <w:rsid w:val="00FB5093"/>
    <w:rsid w:val="00FD6F37"/>
    <w:rsid w:val="00FD7FE1"/>
    <w:rsid w:val="00FE27B6"/>
    <w:rsid w:val="00FE3BB1"/>
    <w:rsid w:val="00FE541F"/>
    <w:rsid w:val="00FE755F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6A4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823"/>
    <w:pPr>
      <w:jc w:val="both"/>
    </w:pPr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3C57"/>
    <w:pPr>
      <w:keepNext/>
      <w:spacing w:before="240" w:after="60"/>
      <w:outlineLvl w:val="0"/>
    </w:pPr>
    <w:rPr>
      <w:rFonts w:eastAsia="Calibr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05F3D"/>
    <w:pPr>
      <w:keepNext/>
      <w:spacing w:before="240" w:after="60"/>
      <w:ind w:left="720" w:hanging="360"/>
      <w:jc w:val="left"/>
      <w:outlineLvl w:val="1"/>
    </w:pPr>
    <w:rPr>
      <w:rFonts w:eastAsia="Calibri"/>
      <w:b/>
      <w:bCs/>
      <w:color w:val="7F7F7F"/>
      <w:sz w:val="28"/>
      <w:szCs w:val="28"/>
      <w:lang w:val="sr-Latn-RS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F41982"/>
    <w:pPr>
      <w:keepNext/>
      <w:spacing w:before="240" w:after="60"/>
      <w:outlineLvl w:val="2"/>
    </w:pPr>
    <w:rPr>
      <w:rFonts w:eastAsia="Calibri"/>
      <w:b/>
      <w:bCs/>
      <w:color w:val="7F7F7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34D58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3C57"/>
    <w:rPr>
      <w:rFonts w:ascii="Times New Roman" w:hAnsi="Times New Roman" w:cs="Times New Roman"/>
      <w:b/>
      <w:bCs/>
      <w:sz w:val="32"/>
      <w:szCs w:val="32"/>
      <w:lang w:val="en-US"/>
    </w:rPr>
  </w:style>
  <w:style w:type="character" w:customStyle="1" w:styleId="Heading2Char">
    <w:name w:val="Heading 2 Char"/>
    <w:link w:val="Heading2"/>
    <w:uiPriority w:val="99"/>
    <w:locked/>
    <w:rsid w:val="00905F3D"/>
    <w:rPr>
      <w:rFonts w:ascii="Times New Roman" w:hAnsi="Times New Roman"/>
      <w:b/>
      <w:bCs/>
      <w:color w:val="7F7F7F"/>
      <w:sz w:val="28"/>
      <w:szCs w:val="28"/>
      <w:lang w:val="sr-Latn-RS"/>
    </w:rPr>
  </w:style>
  <w:style w:type="character" w:customStyle="1" w:styleId="Heading3Char">
    <w:name w:val="Heading 3 Char"/>
    <w:link w:val="Heading3"/>
    <w:uiPriority w:val="99"/>
    <w:locked/>
    <w:rsid w:val="00F41982"/>
    <w:rPr>
      <w:rFonts w:ascii="Times New Roman" w:hAnsi="Times New Roman"/>
      <w:b/>
      <w:bCs/>
      <w:color w:val="7F7F7F"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534D58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E3DC4"/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0E3DC4"/>
    <w:rPr>
      <w:rFonts w:ascii="Segoe UI" w:hAnsi="Segoe UI" w:cs="Segoe UI"/>
      <w:sz w:val="18"/>
      <w:szCs w:val="18"/>
      <w:lang w:val="en-US"/>
    </w:rPr>
  </w:style>
  <w:style w:type="paragraph" w:customStyle="1" w:styleId="NoSpacing1">
    <w:name w:val="No Spacing1"/>
    <w:aliases w:val="Nikola"/>
    <w:uiPriority w:val="99"/>
    <w:rsid w:val="00C35038"/>
    <w:pPr>
      <w:tabs>
        <w:tab w:val="left" w:pos="284"/>
        <w:tab w:val="left" w:pos="2835"/>
      </w:tabs>
      <w:spacing w:line="320" w:lineRule="atLeast"/>
    </w:pPr>
    <w:rPr>
      <w:rFonts w:ascii="Times New Roman" w:hAnsi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rsid w:val="00F93C57"/>
    <w:pPr>
      <w:tabs>
        <w:tab w:val="center" w:pos="4320"/>
        <w:tab w:val="right" w:pos="8640"/>
      </w:tabs>
    </w:pPr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F93C57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F93C57"/>
    <w:pPr>
      <w:tabs>
        <w:tab w:val="center" w:pos="4320"/>
        <w:tab w:val="right" w:pos="8640"/>
      </w:tabs>
    </w:pPr>
    <w:rPr>
      <w:rFonts w:eastAsia="Calibri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F93C57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F93C57"/>
  </w:style>
  <w:style w:type="paragraph" w:styleId="FootnoteText">
    <w:name w:val="footnote text"/>
    <w:aliases w:val="Schriftart: 9 pt,Schriftart: 10 pt,Schriftart: 8 pt,WB-Fußnotentext,fn,Footnotes,Footnote ak,FoodNote,ft,Footnote,Footnote Text Char1,Footnote Text Char Char,Footnote Text Char1 Char Char"/>
    <w:basedOn w:val="Normal"/>
    <w:link w:val="FootnoteTextChar"/>
    <w:uiPriority w:val="99"/>
    <w:semiHidden/>
    <w:rsid w:val="00F93C57"/>
    <w:rPr>
      <w:rFonts w:eastAsia="Calibri"/>
    </w:rPr>
  </w:style>
  <w:style w:type="character" w:customStyle="1" w:styleId="FootnoteTextChar">
    <w:name w:val="Footnote Text Char"/>
    <w:aliases w:val="Schriftart: 9 pt Char,Schriftart: 10 pt Char,Schriftart: 8 pt Char,WB-Fußnotentext Char,fn Char,Footnotes Char,Footnote ak Char,FoodNote Char,ft Char,Footnote Char,Footnote Text Char1 Char,Footnote Text Char Char Char"/>
    <w:link w:val="FootnoteText"/>
    <w:uiPriority w:val="99"/>
    <w:semiHidden/>
    <w:locked/>
    <w:rsid w:val="00F93C57"/>
    <w:rPr>
      <w:rFonts w:ascii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,Times 10 Point,Exposant 3 Point"/>
    <w:uiPriority w:val="99"/>
    <w:semiHidden/>
    <w:rsid w:val="00F93C57"/>
    <w:rPr>
      <w:vertAlign w:val="superscript"/>
    </w:rPr>
  </w:style>
  <w:style w:type="paragraph" w:customStyle="1" w:styleId="Tekst">
    <w:name w:val="Tekst"/>
    <w:basedOn w:val="Normal"/>
    <w:link w:val="TekstChar"/>
    <w:uiPriority w:val="99"/>
    <w:rsid w:val="00F93C57"/>
    <w:pPr>
      <w:ind w:firstLine="720"/>
    </w:pPr>
    <w:rPr>
      <w:rFonts w:eastAsia="Calibri"/>
      <w:sz w:val="24"/>
      <w:szCs w:val="24"/>
    </w:rPr>
  </w:style>
  <w:style w:type="character" w:customStyle="1" w:styleId="TekstChar">
    <w:name w:val="Tekst Char"/>
    <w:link w:val="Tekst"/>
    <w:uiPriority w:val="99"/>
    <w:locked/>
    <w:rsid w:val="00F93C57"/>
    <w:rPr>
      <w:rFonts w:ascii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F93C57"/>
    <w:rPr>
      <w:color w:val="0000FF"/>
      <w:u w:val="single"/>
    </w:rPr>
  </w:style>
  <w:style w:type="character" w:styleId="CommentReference">
    <w:name w:val="annotation reference"/>
    <w:uiPriority w:val="99"/>
    <w:semiHidden/>
    <w:rsid w:val="000E3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E3DC4"/>
    <w:rPr>
      <w:rFonts w:eastAsia="Calibri"/>
    </w:rPr>
  </w:style>
  <w:style w:type="character" w:customStyle="1" w:styleId="CommentTextChar">
    <w:name w:val="Comment Text Char"/>
    <w:link w:val="CommentText"/>
    <w:uiPriority w:val="99"/>
    <w:locked/>
    <w:rsid w:val="000E3DC4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E3DC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E3DC4"/>
    <w:rPr>
      <w:rFonts w:ascii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uiPriority w:val="99"/>
    <w:semiHidden/>
    <w:rsid w:val="005237E3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1B2987"/>
    <w:rPr>
      <w:rFonts w:eastAsia="Calibri"/>
    </w:rPr>
  </w:style>
  <w:style w:type="character" w:customStyle="1" w:styleId="EndnoteTextChar">
    <w:name w:val="Endnote Text Char"/>
    <w:link w:val="EndnoteText"/>
    <w:uiPriority w:val="99"/>
    <w:semiHidden/>
    <w:locked/>
    <w:rsid w:val="001B2987"/>
    <w:rPr>
      <w:rFonts w:ascii="Times New Roman" w:hAnsi="Times New Roman" w:cs="Times New Roman"/>
      <w:lang w:val="en-US" w:eastAsia="en-US"/>
    </w:rPr>
  </w:style>
  <w:style w:type="character" w:styleId="EndnoteReference">
    <w:name w:val="endnote reference"/>
    <w:uiPriority w:val="99"/>
    <w:semiHidden/>
    <w:rsid w:val="001B2987"/>
    <w:rPr>
      <w:vertAlign w:val="superscript"/>
    </w:rPr>
  </w:style>
  <w:style w:type="paragraph" w:styleId="Revision">
    <w:name w:val="Revision"/>
    <w:hidden/>
    <w:uiPriority w:val="99"/>
    <w:semiHidden/>
    <w:rsid w:val="001B2987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99"/>
    <w:qFormat/>
    <w:rsid w:val="001B2987"/>
    <w:pPr>
      <w:ind w:left="720"/>
    </w:pPr>
  </w:style>
  <w:style w:type="table" w:styleId="TableGrid">
    <w:name w:val="Table Grid"/>
    <w:basedOn w:val="TableNormal"/>
    <w:uiPriority w:val="99"/>
    <w:locked/>
    <w:rsid w:val="001B2987"/>
    <w:rPr>
      <w:rFonts w:ascii="Helvetica" w:hAnsi="Helvetica" w:cs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99"/>
    <w:qFormat/>
    <w:locked/>
    <w:rsid w:val="00EE2476"/>
    <w:rPr>
      <w:b/>
      <w:bCs/>
    </w:rPr>
  </w:style>
  <w:style w:type="character" w:customStyle="1" w:styleId="UnresolvedMention1">
    <w:name w:val="Unresolved Mention1"/>
    <w:uiPriority w:val="99"/>
    <w:semiHidden/>
    <w:unhideWhenUsed/>
    <w:rsid w:val="00DA1B9C"/>
    <w:rPr>
      <w:color w:val="605E5C"/>
      <w:shd w:val="clear" w:color="auto" w:fill="E1DFDD"/>
    </w:rPr>
  </w:style>
  <w:style w:type="table" w:styleId="LightShading-Accent3">
    <w:name w:val="Light Shading Accent 3"/>
    <w:basedOn w:val="TableNormal"/>
    <w:uiPriority w:val="60"/>
    <w:rsid w:val="00EA750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GridTable1Light-Accent3">
    <w:name w:val="Grid Table 1 Light Accent 3"/>
    <w:basedOn w:val="TableNormal"/>
    <w:uiPriority w:val="46"/>
    <w:rsid w:val="00D447AD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next w:val="GridTable1Light-Accent3"/>
    <w:uiPriority w:val="46"/>
    <w:rsid w:val="003F3A74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3F3A7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09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09524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afdc4a-da1f-4793-b89c-6366513b3628">
      <Terms xmlns="http://schemas.microsoft.com/office/infopath/2007/PartnerControls"/>
    </lcf76f155ced4ddcb4097134ff3c332f>
    <TaxCatchAll xmlns="1a767cb4-004b-47b6-be90-b56f7760b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EFF054B0438842A238E6F06D025A4F" ma:contentTypeVersion="11" ma:contentTypeDescription="Create a new document." ma:contentTypeScope="" ma:versionID="d5164168bd4a5e8dc076357a14ad652b">
  <xsd:schema xmlns:xsd="http://www.w3.org/2001/XMLSchema" xmlns:xs="http://www.w3.org/2001/XMLSchema" xmlns:p="http://schemas.microsoft.com/office/2006/metadata/properties" xmlns:ns2="13afdc4a-da1f-4793-b89c-6366513b3628" xmlns:ns3="1a767cb4-004b-47b6-be90-b56f7760bf7c" targetNamespace="http://schemas.microsoft.com/office/2006/metadata/properties" ma:root="true" ma:fieldsID="22aa01eaf4e8b23f6a6099042f2c8a65" ns2:_="" ns3:_="">
    <xsd:import namespace="13afdc4a-da1f-4793-b89c-6366513b3628"/>
    <xsd:import namespace="1a767cb4-004b-47b6-be90-b56f7760b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fdc4a-da1f-4793-b89c-6366513b36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a425fa6-9034-4f79-8b32-a474688f5a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67cb4-004b-47b6-be90-b56f7760bf7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b0d963-d765-4762-974f-4cc18dfada61}" ma:internalName="TaxCatchAll" ma:showField="CatchAllData" ma:web="1a767cb4-004b-47b6-be90-b56f7760bf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DFD7C8-E89F-40BC-B7D2-D696E2354809}">
  <ds:schemaRefs>
    <ds:schemaRef ds:uri="http://schemas.microsoft.com/office/2006/metadata/properties"/>
    <ds:schemaRef ds:uri="http://www.w3.org/2000/xmlns/"/>
    <ds:schemaRef ds:uri="13afdc4a-da1f-4793-b89c-6366513b3628"/>
    <ds:schemaRef ds:uri="http://schemas.microsoft.com/office/infopath/2007/PartnerControls"/>
    <ds:schemaRef ds:uri="1a767cb4-004b-47b6-be90-b56f7760bf7c"/>
    <ds:schemaRef ds:uri="http://www.w3.org/2001/XMLSchema-instance"/>
  </ds:schemaRefs>
</ds:datastoreItem>
</file>

<file path=customXml/itemProps2.xml><?xml version="1.0" encoding="utf-8"?>
<ds:datastoreItem xmlns:ds="http://schemas.openxmlformats.org/officeDocument/2006/customXml" ds:itemID="{69BE0594-F976-4A29-B2BC-E615414A9623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13afdc4a-da1f-4793-b89c-6366513b3628"/>
    <ds:schemaRef ds:uri="1a767cb4-004b-47b6-be90-b56f7760bf7c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37AB3-DCC8-49EA-867C-FE1E386A91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939</Words>
  <Characters>5506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Prepare a document  in PDF that must not exceed 20 pages, including all figures, tables, formulas, list of references, and appendices), with a detailed description of the proposed research, including the implementation plan, budget requests and requireme</vt:lpstr>
      <vt:lpstr>Prepare a document  in PDF that must not exceed 20 pages, including all figures, tables, formulas, list of references, and appendices), with a detailed description of the proposed research, including the implementation plan, budget requests and requireme</vt:lpstr>
    </vt:vector>
  </TitlesOfParts>
  <Company/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Prepare a document  in PDF that must not exceed 20 pages, including all figures, tables, formulas, list of references, and appendices), with a detailed description of the proposed research, including the implementation plan, budget requests and requireme</dc:title>
  <dc:subject/>
  <dc:creator/>
  <cp:keywords/>
  <dc:description/>
  <cp:lastModifiedBy/>
  <cp:revision>1</cp:revision>
  <dcterms:created xsi:type="dcterms:W3CDTF">2023-12-20T13:41:00Z</dcterms:created>
  <dcterms:modified xsi:type="dcterms:W3CDTF">2023-12-20T13:41:00Z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0x010100ECEFF054B0438842A238E6F06D025A4F</vt:lpwstr>
  </property>
</Properties>
</file>